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487" w:rsidRDefault="003F0487" w:rsidP="003F0487">
      <w:pPr>
        <w:spacing w:after="200" w:line="276" w:lineRule="auto"/>
        <w:rPr>
          <w:rFonts w:ascii="BundesSerif Office" w:eastAsia="BundesSerif Office" w:hAnsi="BundesSerif Office" w:cs="Times New Roman"/>
          <w:b/>
        </w:rPr>
      </w:pPr>
      <w:r>
        <w:rPr>
          <w:rFonts w:ascii="BundesSerif Office" w:eastAsia="BundesSerif Office" w:hAnsi="BundesSerif Office" w:cs="Times New Roman"/>
          <w:b/>
        </w:rPr>
        <w:t xml:space="preserve">- Anlage </w:t>
      </w:r>
      <w:r w:rsidR="00370F44">
        <w:rPr>
          <w:rFonts w:ascii="BundesSerif Office" w:eastAsia="BundesSerif Office" w:hAnsi="BundesSerif Office" w:cs="Times New Roman"/>
          <w:b/>
        </w:rPr>
        <w:t xml:space="preserve">zum BMWK-Rundschreiben vom 14.04.2022 </w:t>
      </w:r>
      <w:r>
        <w:rPr>
          <w:rFonts w:ascii="BundesSerif Office" w:eastAsia="BundesSerif Office" w:hAnsi="BundesSerif Office" w:cs="Times New Roman"/>
          <w:b/>
        </w:rPr>
        <w:t>-</w:t>
      </w:r>
    </w:p>
    <w:p w:rsidR="003F0487" w:rsidRPr="00370F44" w:rsidRDefault="003F0487" w:rsidP="003F0487">
      <w:pPr>
        <w:spacing w:after="200" w:line="276" w:lineRule="auto"/>
        <w:rPr>
          <w:rFonts w:ascii="BundesSerif Office" w:eastAsia="BundesSerif Office" w:hAnsi="BundesSerif Office" w:cs="Times New Roman"/>
          <w:b/>
          <w:i/>
        </w:rPr>
      </w:pPr>
      <w:r w:rsidRPr="00370F44">
        <w:rPr>
          <w:rFonts w:ascii="BundesSerif Office" w:eastAsia="BundesSerif Office" w:hAnsi="BundesSerif Office" w:cs="Times New Roman"/>
          <w:b/>
          <w:i/>
        </w:rPr>
        <w:t xml:space="preserve">Eigenerklärung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(von allen Bewerbern / Bietern / allen Mitgliedern von Bewerber- bzw. Bietergemeinschaften)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Bezeichnung des Vergabeverfahrens / Auftrags:</w:t>
      </w:r>
      <w:r>
        <w:rPr>
          <w:rFonts w:ascii="BundesSerif Office" w:eastAsia="BundesSerif Office" w:hAnsi="BundesSerif Office" w:cs="Times New Roman"/>
          <w:b/>
        </w:rPr>
        <w:t xml:space="preserve"> </w:t>
      </w:r>
      <w:bookmarkStart w:id="0" w:name="_GoBack"/>
      <w:bookmarkEnd w:id="0"/>
      <w:r w:rsidRPr="003F0487">
        <w:rPr>
          <w:rFonts w:ascii="BundesSerif Office" w:eastAsia="BundesSerif Office" w:hAnsi="BundesSerif Office" w:cs="Times New Roman"/>
          <w:b/>
        </w:rPr>
        <w:br/>
      </w:r>
      <w:r w:rsidRPr="003F0487">
        <w:rPr>
          <w:rFonts w:ascii="BundesSerif Office" w:eastAsia="BundesSerif Office" w:hAnsi="BundesSerif Office" w:cs="Times New Roman"/>
          <w:b/>
        </w:rPr>
        <w:br/>
        <w:t>Geschäftszeichen des Auftraggebers:</w:t>
      </w:r>
    </w:p>
    <w:p w:rsidR="003F0487" w:rsidRPr="003F0487" w:rsidRDefault="003F0487" w:rsidP="003F0487">
      <w:pPr>
        <w:spacing w:after="200" w:line="276" w:lineRule="auto"/>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Die nachfolgende Erklärung gebe/n ich/wir verbindlich ab (ggf. zugleich in Vertretung für die lt. Teilnahmeantrag / Angebot Vertretenen auch für diese):</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1.</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Der / die </w:t>
      </w:r>
      <w:r w:rsidRPr="003F0487">
        <w:rPr>
          <w:rFonts w:ascii="BundesSerif Office" w:eastAsia="BundesSerif Office" w:hAnsi="BundesSerif Office" w:cs="Times New Roman"/>
          <w:b/>
        </w:rPr>
        <w:t xml:space="preserve">Bewerber / Bieter </w:t>
      </w:r>
      <w:r w:rsidRPr="003F0487">
        <w:rPr>
          <w:rFonts w:ascii="BundesSerif Office" w:eastAsia="BundesSerif Office" w:hAnsi="BundesSerif Office" w:cs="Times New Roman"/>
        </w:rPr>
        <w:t xml:space="preserve">gehört / gehören nicht zu den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 xml:space="preserve">in </w:t>
      </w:r>
      <w:r w:rsidRPr="003F0487">
        <w:rPr>
          <w:rFonts w:ascii="BundesSerif Office" w:eastAsia="BundesSerif Office" w:hAnsi="BundesSerif Office" w:cs="Times New Roman"/>
          <w:b/>
        </w:rPr>
        <w:t>Artikel 5 k)</w:t>
      </w:r>
      <w:r w:rsidRPr="003F0487">
        <w:rPr>
          <w:rFonts w:ascii="BundesSerif Office" w:eastAsia="BundesSerif Office" w:hAnsi="BundesSerif Office" w:cs="Times New Roman"/>
        </w:rPr>
        <w:t xml:space="preserve"> Absatz 1 der Verordnung (EU) Nr. 833/2014 in der Fassung des Art. 1 Ziff. 23 der Verordnung (EU) 2022/576 des Rates vom 8. April 2022 über restriktive Maßnahmen angesichts der Handlungen Russlands, die die Lage in der Ukraine destabilisieren,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 xml:space="preserve">genannten Personen oder Unternehmen, die einen </w:t>
      </w:r>
      <w:r w:rsidRPr="003F0487">
        <w:rPr>
          <w:rFonts w:ascii="BundesSerif Office" w:eastAsia="BundesSerif Office" w:hAnsi="BundesSerif Office" w:cs="Times New Roman"/>
          <w:b/>
          <w:u w:val="single"/>
        </w:rPr>
        <w:t>Bezug zu Russland</w:t>
      </w:r>
      <w:r w:rsidRPr="003F0487">
        <w:rPr>
          <w:rFonts w:ascii="BundesSerif Office" w:eastAsia="BundesSerif Office" w:hAnsi="BundesSerif Office" w:cs="Times New Roman"/>
          <w:b/>
        </w:rPr>
        <w:t xml:space="preserve"> im Sinne der Vorschrift aufweisen, </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russische Staatsangehörigkeit des Bewerbers/Bieters oder die Niederlassung des Bewerbers/Bieters in Russland,</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Beteiligung einer natürlichen Person oder eines Unternehmens, auf die eines der Kriterien nach Buchstabe a zutrifft, am Bewerber/Bieter über das Halten von Anteilen im Umfang von mehr als 50%,</w:t>
      </w:r>
    </w:p>
    <w:p w:rsid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das Handeln der Bewerber/Bieter im Namen oder auf Anweisung von Personen oder Unternehmen, auf die die Kriterien der Buchstaben a und/oder b zutrifft.</w:t>
      </w:r>
    </w:p>
    <w:p w:rsidR="0006323D" w:rsidRPr="003F0487" w:rsidRDefault="0006323D" w:rsidP="0006323D">
      <w:pPr>
        <w:spacing w:after="200" w:line="276" w:lineRule="auto"/>
        <w:ind w:left="720"/>
        <w:contextualSpacing/>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2.</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Die am Auftrag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auf die mehr als 10 % des Auftragswerts entfällt, gehören ebenfalls nicht zu dem in der Vorschrift genannten Personenkreis mit einem Bezug zu Russland im Sinne der Vorschrift.</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3.</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Es wird bestätigt und sichergestellt, dass auch während der Vertragslaufzeit keine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eingesetzt werden, auf die mehr als 10 % des Auftragswerts entfällt.</w:t>
      </w:r>
    </w:p>
    <w:p w:rsidR="003F0487" w:rsidRPr="003F0487" w:rsidRDefault="003F0487" w:rsidP="003F0487">
      <w:pPr>
        <w:spacing w:after="200" w:line="276" w:lineRule="auto"/>
        <w:rPr>
          <w:rFonts w:ascii="BundesSerif Office" w:eastAsia="BundesSerif Office" w:hAnsi="BundesSerif Office" w:cs="Times New Roman"/>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_______________________, den _______________________________</w:t>
      </w:r>
    </w:p>
    <w:p w:rsidR="00370F44" w:rsidRDefault="00370F44" w:rsidP="003F0487">
      <w:pPr>
        <w:spacing w:after="200" w:line="276" w:lineRule="auto"/>
        <w:rPr>
          <w:rFonts w:ascii="BundesSerif Office" w:eastAsia="BundesSerif Office" w:hAnsi="BundesSerif Office" w:cs="Times New Roman"/>
          <w:b/>
        </w:rPr>
      </w:pPr>
    </w:p>
    <w:p w:rsid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Unterschriften</w:t>
      </w:r>
    </w:p>
    <w:p w:rsidR="00370F44" w:rsidRDefault="00370F44" w:rsidP="003F0487">
      <w:pPr>
        <w:spacing w:after="200" w:line="276" w:lineRule="auto"/>
        <w:rPr>
          <w:rFonts w:ascii="BundesSerif Office" w:eastAsia="BundesSerif Office" w:hAnsi="BundesSerif Office" w:cs="Times New Roman"/>
          <w:b/>
        </w:rPr>
      </w:pPr>
    </w:p>
    <w:p w:rsidR="003F0487" w:rsidRPr="00370F44" w:rsidRDefault="003F0487">
      <w:pPr>
        <w:rPr>
          <w:rFonts w:ascii="BundesSerif Office" w:eastAsia="BundesSerif Office" w:hAnsi="BundesSerif Office" w:cs="Times New Roman"/>
          <w:b/>
          <w:sz w:val="20"/>
          <w:szCs w:val="20"/>
        </w:rPr>
      </w:pPr>
      <w:r>
        <w:rPr>
          <w:rFonts w:ascii="BundesSerif Office" w:eastAsia="BundesSerif Office" w:hAnsi="BundesSerif Office" w:cs="Times New Roman"/>
          <w:b/>
        </w:rPr>
        <w:br w:type="page"/>
      </w:r>
      <w:r w:rsidRPr="00370F44">
        <w:rPr>
          <w:rFonts w:ascii="BundesSerif Office" w:eastAsia="BundesSerif Office" w:hAnsi="BundesSerif Office" w:cs="Times New Roman"/>
          <w:b/>
          <w:sz w:val="20"/>
          <w:szCs w:val="20"/>
        </w:rPr>
        <w:lastRenderedPageBreak/>
        <w:t>Artikel 5k der Verordnung (EU) Nr. 833/2014 in der Fassung des Art. 1 Ziff. 23 der Verordnung (EU) 2022/576 des Rates vom 8. April 2022 lautet wie folgt:</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bookmarkStart w:id="1" w:name="_Hlk100674991"/>
      <w:r w:rsidRPr="00370F44">
        <w:rPr>
          <w:rFonts w:ascii="BundesSerif Office" w:eastAsia="BundesSerif Office" w:hAnsi="BundesSerif Office" w:cs="Times New Roman"/>
          <w:i/>
          <w:iCs/>
          <w:sz w:val="20"/>
          <w:szCs w:val="20"/>
        </w:rPr>
        <w:t xml:space="preserve"> (1)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und 8, Artikel 10 Buchstaben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russische Staatsangehörige oder in Russland niedergelassene natürliche oder juristische Personen, Organisationen oder Einrichtungen,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juristische Personen, Organisationen oder Einrichtungen, deren Anteile zu über 50 % unmittelbar oder mittelbar von einer der unter Buchstabe a genannten Organisationen gehalten werden,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natürliche oder juristische Personen, Organisationen oder Einrichtungen, die im Namen oder auf Anweisung einer der unter Buchstabe a oder b genannten Organisationen handeln,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auch solche, auf die mehr als 10 % des Auftragswerts entfällt, Unterauftragnehmer, Lieferanten oder Unternehmen, deren Kapazitäten im Sinne der Richtlinien über die öffentliche Auftragsvergabe in Anspruch genommen werden.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(2)   Abweichend von Absatz 1 können die zuständigen Behörden die Vergabe oder die Fortsetzung der Erfüllung von Verträgen genehmigen, die bestimmt sind für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die zwischenstaatliche Zusammenarbeit bei Raumfahrtprogrammen,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die Bereitstellung unbedingt notwendiger Güter oder Dienstleistungen, wenn sie ausschließlich oder nur in ausreichender Menge von den in Absatz 1 genannten Personen bereitgestellt werden können,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e)            den Kauf, die Einfuhr oder die Beförderung von Erdgas und Erdöl, einschließlich raffinierter Erdölerzeugnisse, sowie von Titan, Aluminium, Kupfer, Nickel, Palladium und Eisenerz aus oder durch Russland in die Union,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f)            den Kauf, die Einfuhr oder die Beförderung von Kohle und anderen festen fossile Brennstoffen, die in Anhang XXII aufgeführt sind, bis 10. August 2022.</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(3)   Der betreffende Mitgliedstaat unterrichtet die anderen Mitgliedstaaten und die Kommission über jede nach diesem Artikel erteilte Genehmigung innerhalb von zwei Wochen nach deren Erteilung.</w:t>
      </w:r>
    </w:p>
    <w:p w:rsidR="00DC1E01" w:rsidRPr="00370F44" w:rsidRDefault="003F0487" w:rsidP="003F0487">
      <w:pPr>
        <w:pBdr>
          <w:top w:val="single" w:sz="4" w:space="1" w:color="auto"/>
          <w:left w:val="single" w:sz="4" w:space="1" w:color="auto"/>
          <w:bottom w:val="single" w:sz="4" w:space="1" w:color="auto"/>
          <w:right w:val="single" w:sz="4" w:space="1" w:color="auto"/>
        </w:pBdr>
        <w:rPr>
          <w:sz w:val="20"/>
          <w:szCs w:val="20"/>
        </w:rPr>
      </w:pPr>
      <w:r w:rsidRPr="00370F44">
        <w:rPr>
          <w:rFonts w:ascii="BundesSerif Office" w:eastAsia="BundesSerif Office" w:hAnsi="BundesSerif Office" w:cs="Times New Roman"/>
          <w:i/>
          <w:iCs/>
          <w:sz w:val="20"/>
          <w:szCs w:val="20"/>
        </w:rPr>
        <w:t>(4)   Die Verbote gemäß Absatz 1 gelten nicht für die Erfüllung — bis zum 10. Oktober 2022 — von Verträgen, die vor dem 9. April 2022 ges</w:t>
      </w:r>
      <w:bookmarkEnd w:id="1"/>
      <w:r w:rsidRPr="00370F44">
        <w:rPr>
          <w:rFonts w:ascii="BundesSerif Office" w:eastAsia="BundesSerif Office" w:hAnsi="BundesSerif Office" w:cs="Times New Roman"/>
          <w:i/>
          <w:iCs/>
          <w:sz w:val="20"/>
          <w:szCs w:val="20"/>
        </w:rPr>
        <w:t>chlossen wurden.</w:t>
      </w:r>
    </w:p>
    <w:sectPr w:rsidR="00DC1E01" w:rsidRPr="00370F44" w:rsidSect="00370F44">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undesSerif Office">
    <w:panose1 w:val="02050002050300000203"/>
    <w:charset w:val="00"/>
    <w:family w:val="roman"/>
    <w:pitch w:val="variable"/>
    <w:sig w:usb0="A00000B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424DA"/>
    <w:multiLevelType w:val="hybridMultilevel"/>
    <w:tmpl w:val="09706D6C"/>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487"/>
    <w:rsid w:val="0006323D"/>
    <w:rsid w:val="00370F44"/>
    <w:rsid w:val="003F0487"/>
    <w:rsid w:val="00DC1E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B2C1"/>
  <w15:chartTrackingRefBased/>
  <w15:docId w15:val="{4BAE816B-0D67-45D5-B08A-72BFD4A6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12531F-4219-42A1-9365-C819CE4D8A61}"/>
</file>

<file path=customXml/itemProps2.xml><?xml version="1.0" encoding="utf-8"?>
<ds:datastoreItem xmlns:ds="http://schemas.openxmlformats.org/officeDocument/2006/customXml" ds:itemID="{95027E91-CB57-45B1-B36E-C0CC33FD23E8}"/>
</file>

<file path=customXml/itemProps3.xml><?xml version="1.0" encoding="utf-8"?>
<ds:datastoreItem xmlns:ds="http://schemas.openxmlformats.org/officeDocument/2006/customXml" ds:itemID="{916912F2-E6B2-4510-B85D-CCB1EC060160}"/>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5058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BMWK-IB6</dc:creator>
  <cp:keywords/>
  <dc:description/>
  <cp:lastModifiedBy>BMWK-IB6</cp:lastModifiedBy>
  <cp:revision>3</cp:revision>
  <dcterms:created xsi:type="dcterms:W3CDTF">2022-04-12T14:54:00Z</dcterms:created>
  <dcterms:modified xsi:type="dcterms:W3CDTF">2022-04-14T14:16:00Z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0x010100A67A7A29C6E3194E9998877BAE2B29B6</vt:lpwstr>
  </property>
  <property fmtid="{D5CDD505-2E9C-101B-9397-08002B2CF9AE}" pid="3" name="MediaServiceImageTags">
    <vt:lpwstr/>
  </property>
</Properties>
</file>