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45" w:type="dxa"/>
        <w:tblLayout w:type="fixed"/>
        <w:tblLook w:val="01E0" w:firstRow="1" w:lastRow="1" w:firstColumn="1" w:lastColumn="1" w:noHBand="0" w:noVBand="0"/>
      </w:tblPr>
      <w:tblGrid>
        <w:gridCol w:w="489"/>
        <w:gridCol w:w="480"/>
        <w:gridCol w:w="416"/>
        <w:gridCol w:w="75"/>
        <w:gridCol w:w="164"/>
        <w:gridCol w:w="234"/>
        <w:gridCol w:w="3494"/>
        <w:gridCol w:w="497"/>
        <w:gridCol w:w="530"/>
        <w:gridCol w:w="849"/>
        <w:gridCol w:w="157"/>
        <w:gridCol w:w="2560"/>
      </w:tblGrid>
      <w:tr w:rsidR="00C71160" w:rsidRPr="008F6547" w14:paraId="051DA3D3" w14:textId="77777777" w:rsidTr="004E258D">
        <w:trPr>
          <w:trHeight w:val="289"/>
        </w:trPr>
        <w:tc>
          <w:tcPr>
            <w:tcW w:w="5364" w:type="dxa"/>
            <w:gridSpan w:val="7"/>
            <w:vMerge w:val="restart"/>
            <w:noWrap/>
            <w:tcMar>
              <w:left w:w="28" w:type="dxa"/>
            </w:tcMar>
          </w:tcPr>
          <w:p w14:paraId="117ED16B" w14:textId="35C5A356" w:rsidR="00C71160" w:rsidRPr="008F6547" w:rsidRDefault="00D70939" w:rsidP="00A82A4A">
            <w:pPr>
              <w:jc w:val="left"/>
            </w:pPr>
            <w:r w:rsidRPr="00D70939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A17FC05" wp14:editId="5071962F">
                      <wp:simplePos x="0" y="0"/>
                      <wp:positionH relativeFrom="column">
                        <wp:posOffset>87630</wp:posOffset>
                      </wp:positionH>
                      <wp:positionV relativeFrom="paragraph">
                        <wp:posOffset>314960</wp:posOffset>
                      </wp:positionV>
                      <wp:extent cx="2876550" cy="1047750"/>
                      <wp:effectExtent l="0" t="0" r="0" b="0"/>
                      <wp:wrapSquare wrapText="bothSides"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76550" cy="1047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D7B0BB" w14:textId="07CD169F" w:rsidR="00D70939" w:rsidRDefault="00D70939">
                                  <w:r>
                                    <w:t>Wasserverband Gardelegen</w:t>
                                  </w:r>
                                </w:p>
                                <w:p w14:paraId="543982E5" w14:textId="5F959D64" w:rsidR="00D70939" w:rsidRDefault="00D70939">
                                  <w:r>
                                    <w:t>Philip</w:t>
                                  </w:r>
                                  <w:r w:rsidR="00E0188F">
                                    <w:t>p</w:t>
                                  </w:r>
                                  <w:r>
                                    <w:t>-Müller-Str. 2</w:t>
                                  </w:r>
                                </w:p>
                                <w:p w14:paraId="0433D6F5" w14:textId="0FAE7EC8" w:rsidR="00D70939" w:rsidRDefault="00D70939">
                                  <w:r>
                                    <w:t>39638 Gardelegen</w:t>
                                  </w:r>
                                </w:p>
                                <w:p w14:paraId="77A22BAC" w14:textId="77777777" w:rsidR="00D70939" w:rsidRDefault="00D70939"/>
                                <w:p w14:paraId="73ABC599" w14:textId="2D60A2D7" w:rsidR="00D70939" w:rsidRDefault="00D70939">
                                  <w:r>
                                    <w:t xml:space="preserve">Tel. </w:t>
                                  </w:r>
                                  <w:r w:rsidR="007D338C">
                                    <w:tab/>
                                  </w:r>
                                  <w:r>
                                    <w:t>03907/723132</w:t>
                                  </w:r>
                                </w:p>
                                <w:p w14:paraId="3FBC0116" w14:textId="62580D8C" w:rsidR="00D70939" w:rsidRDefault="00D70939">
                                  <w:r>
                                    <w:t>Fax:</w:t>
                                  </w:r>
                                  <w:r>
                                    <w:tab/>
                                  </w:r>
                                  <w:r w:rsidR="007D338C">
                                    <w:t>03907/723123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17FC0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6.9pt;margin-top:24.8pt;width:226.5pt;height:8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/CyDAIAAPcDAAAOAAAAZHJzL2Uyb0RvYy54bWysU9tu2zAMfR+wfxD0vtgJkiY14hRdugwD&#10;ugvQ7QMUWY6FyaJGKbGzrx8lu2m2vQ3TgyCK1CF5eLS+61vDTgq9Blvy6STnTFkJlbaHkn/7unuz&#10;4swHYSthwKqSn5Xnd5vXr9adK9QMGjCVQkYg1hedK3kTgiuyzMtGtcJPwClLzhqwFYFMPGQVio7Q&#10;W5PN8vwm6wArhyCV93T7MDj5JuHXtZLhc117FZgpOdUW0o5p38c926xFcUDhGi3HMsQ/VNEKbSnp&#10;BepBBMGOqP+CarVE8FCHiYQ2g7rWUqUeqJtp/kc3T41wKvVC5Hh3ocn/P1j56fTkviAL/VvoaYCp&#10;Ce8eQX73zMK2Efag7hGha5SoKPE0UpZ1zhfj00i1L3wE2XcfoaIhi2OABNTX2EZWqE9G6DSA84V0&#10;1Qcm6XK2Wt4sFuSS5Jvm8+WSjJhDFM/PHfrwXkHL4qHkSFNN8OL06MMQ+hwSs3kwutppY5KBh/3W&#10;IDsJUsAurRH9tzBjWVfy28VskZAtxPdJHK0OpFCj25Kv8rgGzUQ63tkqhQShzXCmoo0d+YmUDOSE&#10;ft9TYORpD9WZmEIYlEg/hw4N4E/OOlJhyf2Po0DFmflgie3b6XweZZuM+WI5IwOvPftrj7CSoEoe&#10;OBuO25CkHnmwcE9TqXXi66WSsVZSV2J8/AlRvtd2inr5r5tfAAAA//8DAFBLAwQUAAYACAAAACEA&#10;6mBa0t0AAAAJAQAADwAAAGRycy9kb3ducmV2LnhtbEyPwU7DMBBE70j8g7VIXBB1WoJLQ5wKkEBc&#10;W/oBm2SbRMTrKHab9O9ZTnCcndXMm3w7u16daQydZwvLRQKKuPJ1x42Fw9f7/ROoEJFr7D2ThQsF&#10;2BbXVzlmtZ94R+d9bJSEcMjQQhvjkGkdqpYchoUfiMU7+tFhFDk2uh5xknDX61WSGO2wY2locaC3&#10;lqrv/clZOH5Od4+bqfyIh/UuNa/YrUt/sfb2Zn55BhVpjn/P8Isv6FAIU+lPXAfVi34Q8mgh3RhQ&#10;4qfGyKG0sFqmBnSR6/8Lih8AAAD//wMAUEsBAi0AFAAGAAgAAAAhALaDOJL+AAAA4QEAABMAAAAA&#10;AAAAAAAAAAAAAAAAAFtDb250ZW50X1R5cGVzXS54bWxQSwECLQAUAAYACAAAACEAOP0h/9YAAACU&#10;AQAACwAAAAAAAAAAAAAAAAAvAQAAX3JlbHMvLnJlbHNQSwECLQAUAAYACAAAACEA7xvwsgwCAAD3&#10;AwAADgAAAAAAAAAAAAAAAAAuAgAAZHJzL2Uyb0RvYy54bWxQSwECLQAUAAYACAAAACEA6mBa0t0A&#10;AAAJAQAADwAAAAAAAAAAAAAAAABmBAAAZHJzL2Rvd25yZXYueG1sUEsFBgAAAAAEAAQA8wAAAHAF&#10;AAAAAA==&#10;" stroked="f">
                      <v:textbox>
                        <w:txbxContent>
                          <w:p w14:paraId="4DD7B0BB" w14:textId="07CD169F" w:rsidR="00D70939" w:rsidRDefault="00D70939">
                            <w:r>
                              <w:t>Wasserverband Gardelegen</w:t>
                            </w:r>
                          </w:p>
                          <w:p w14:paraId="543982E5" w14:textId="5F959D64" w:rsidR="00D70939" w:rsidRDefault="00D70939">
                            <w:r>
                              <w:t>Philip</w:t>
                            </w:r>
                            <w:r w:rsidR="00E0188F">
                              <w:t>p</w:t>
                            </w:r>
                            <w:r>
                              <w:t>-Müller-Str. 2</w:t>
                            </w:r>
                          </w:p>
                          <w:p w14:paraId="0433D6F5" w14:textId="0FAE7EC8" w:rsidR="00D70939" w:rsidRDefault="00D70939">
                            <w:r>
                              <w:t>39638 Gardelegen</w:t>
                            </w:r>
                          </w:p>
                          <w:p w14:paraId="77A22BAC" w14:textId="77777777" w:rsidR="00D70939" w:rsidRDefault="00D70939"/>
                          <w:p w14:paraId="73ABC599" w14:textId="2D60A2D7" w:rsidR="00D70939" w:rsidRDefault="00D70939">
                            <w:r>
                              <w:t xml:space="preserve">Tel. </w:t>
                            </w:r>
                            <w:r w:rsidR="007D338C">
                              <w:tab/>
                            </w:r>
                            <w:r>
                              <w:t>03907/723132</w:t>
                            </w:r>
                          </w:p>
                          <w:p w14:paraId="3FBC0116" w14:textId="62580D8C" w:rsidR="00D70939" w:rsidRDefault="00D70939">
                            <w:r>
                              <w:t>Fax:</w:t>
                            </w:r>
                            <w:r>
                              <w:tab/>
                            </w:r>
                            <w:r w:rsidR="007D338C">
                              <w:t>03907/723123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71160" w:rsidRPr="00A82A4A">
              <w:rPr>
                <w:sz w:val="16"/>
                <w:szCs w:val="16"/>
              </w:rPr>
              <w:t>Vergabestelle</w:t>
            </w:r>
          </w:p>
        </w:tc>
        <w:tc>
          <w:tcPr>
            <w:tcW w:w="4556" w:type="dxa"/>
            <w:gridSpan w:val="5"/>
            <w:tcBorders>
              <w:bottom w:val="single" w:sz="4" w:space="0" w:color="808080"/>
            </w:tcBorders>
            <w:noWrap/>
            <w:vAlign w:val="center"/>
          </w:tcPr>
          <w:p w14:paraId="4934AEAB" w14:textId="483D4ABB" w:rsidR="00C71160" w:rsidRPr="008F6547" w:rsidRDefault="00C71160" w:rsidP="00815975">
            <w:r w:rsidRPr="008F6547">
              <w:t>Datum der Versendung</w:t>
            </w:r>
            <w:r w:rsidR="007260E8">
              <w:t xml:space="preserve"> </w:t>
            </w:r>
            <w:r w:rsidR="0009667D">
              <w:rPr>
                <w:b/>
                <w:bCs/>
              </w:rPr>
              <w:t>08</w:t>
            </w:r>
            <w:r w:rsidR="007260E8" w:rsidRPr="007260E8">
              <w:rPr>
                <w:b/>
                <w:bCs/>
              </w:rPr>
              <w:t>.0</w:t>
            </w:r>
            <w:r w:rsidR="0009667D">
              <w:rPr>
                <w:b/>
                <w:bCs/>
              </w:rPr>
              <w:t>8</w:t>
            </w:r>
            <w:r w:rsidR="007260E8" w:rsidRPr="007260E8">
              <w:rPr>
                <w:b/>
                <w:bCs/>
              </w:rPr>
              <w:t>.2025</w:t>
            </w:r>
          </w:p>
        </w:tc>
      </w:tr>
      <w:tr w:rsidR="00C71160" w:rsidRPr="008F6547" w14:paraId="1AB11A8F" w14:textId="77777777" w:rsidTr="004E258D">
        <w:trPr>
          <w:trHeight w:val="289"/>
        </w:trPr>
        <w:tc>
          <w:tcPr>
            <w:tcW w:w="5364" w:type="dxa"/>
            <w:gridSpan w:val="7"/>
            <w:vMerge/>
            <w:tcBorders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5D2296FD" w14:textId="77777777" w:rsidR="00C71160" w:rsidRPr="008F6547" w:rsidRDefault="00C71160" w:rsidP="00815975"/>
        </w:tc>
        <w:tc>
          <w:tcPr>
            <w:tcW w:w="4556" w:type="dxa"/>
            <w:gridSpan w:val="5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noWrap/>
            <w:vAlign w:val="center"/>
          </w:tcPr>
          <w:p w14:paraId="130750BD" w14:textId="77777777" w:rsidR="00C71160" w:rsidRPr="008F6547" w:rsidRDefault="00C71160" w:rsidP="00815975">
            <w:r w:rsidRPr="008F6547">
              <w:t>Vergabeart</w:t>
            </w:r>
          </w:p>
        </w:tc>
      </w:tr>
      <w:tr w:rsidR="00C71160" w:rsidRPr="008F6547" w14:paraId="4FC1190B" w14:textId="77777777" w:rsidTr="004E258D">
        <w:trPr>
          <w:trHeight w:val="289"/>
        </w:trPr>
        <w:tc>
          <w:tcPr>
            <w:tcW w:w="5364" w:type="dxa"/>
            <w:gridSpan w:val="7"/>
            <w:vMerge/>
            <w:tcBorders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1754A6C2" w14:textId="77777777" w:rsidR="00C71160" w:rsidRPr="008F6547" w:rsidRDefault="00C71160" w:rsidP="00815975"/>
        </w:tc>
        <w:tc>
          <w:tcPr>
            <w:tcW w:w="498" w:type="dxa"/>
            <w:tcBorders>
              <w:left w:val="single" w:sz="4" w:space="0" w:color="808080"/>
            </w:tcBorders>
            <w:noWrap/>
            <w:vAlign w:val="center"/>
          </w:tcPr>
          <w:p w14:paraId="258E2CE8" w14:textId="0149CDA6" w:rsidR="00C71160" w:rsidRPr="008F6547" w:rsidRDefault="007260E8" w:rsidP="00815975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4058" w:type="dxa"/>
            <w:gridSpan w:val="4"/>
            <w:tcBorders>
              <w:right w:val="single" w:sz="4" w:space="0" w:color="808080"/>
            </w:tcBorders>
            <w:noWrap/>
            <w:vAlign w:val="center"/>
          </w:tcPr>
          <w:p w14:paraId="5A5D7E3F" w14:textId="77777777" w:rsidR="00C71160" w:rsidRPr="008F6547" w:rsidRDefault="00C71160" w:rsidP="00815975">
            <w:r>
              <w:t>Öffentliche Ausschreibung</w:t>
            </w:r>
          </w:p>
        </w:tc>
      </w:tr>
      <w:tr w:rsidR="00C71160" w:rsidRPr="008F6547" w14:paraId="2EAB2E96" w14:textId="77777777" w:rsidTr="004E258D">
        <w:trPr>
          <w:trHeight w:val="289"/>
        </w:trPr>
        <w:tc>
          <w:tcPr>
            <w:tcW w:w="5364" w:type="dxa"/>
            <w:gridSpan w:val="7"/>
            <w:vMerge/>
            <w:tcBorders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3DEA92E3" w14:textId="77777777" w:rsidR="00C71160" w:rsidRPr="008F6547" w:rsidRDefault="00C71160" w:rsidP="00815975"/>
        </w:tc>
        <w:tc>
          <w:tcPr>
            <w:tcW w:w="498" w:type="dxa"/>
            <w:tcBorders>
              <w:left w:val="single" w:sz="4" w:space="0" w:color="808080"/>
            </w:tcBorders>
            <w:noWrap/>
            <w:vAlign w:val="center"/>
          </w:tcPr>
          <w:p w14:paraId="6B11EAC6" w14:textId="016ECE6B" w:rsidR="00C71160" w:rsidRPr="008F6547" w:rsidRDefault="007260E8" w:rsidP="00815975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4058" w:type="dxa"/>
            <w:gridSpan w:val="4"/>
            <w:tcBorders>
              <w:right w:val="single" w:sz="4" w:space="0" w:color="808080"/>
            </w:tcBorders>
            <w:noWrap/>
            <w:vAlign w:val="center"/>
          </w:tcPr>
          <w:p w14:paraId="2968A5BE" w14:textId="77777777" w:rsidR="00C71160" w:rsidRPr="008F6547" w:rsidRDefault="00C71160" w:rsidP="00815975">
            <w:r>
              <w:t>Beschränkte Ausschreibung</w:t>
            </w:r>
          </w:p>
        </w:tc>
      </w:tr>
      <w:tr w:rsidR="002C3F7F" w:rsidRPr="008F6547" w14:paraId="6A289432" w14:textId="77777777" w:rsidTr="004E258D">
        <w:trPr>
          <w:trHeight w:val="289"/>
        </w:trPr>
        <w:tc>
          <w:tcPr>
            <w:tcW w:w="5364" w:type="dxa"/>
            <w:gridSpan w:val="7"/>
            <w:vMerge/>
            <w:tcBorders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7826EBAF" w14:textId="77777777" w:rsidR="002C3F7F" w:rsidRPr="008F6547" w:rsidRDefault="002C3F7F" w:rsidP="00815975"/>
        </w:tc>
        <w:tc>
          <w:tcPr>
            <w:tcW w:w="498" w:type="dxa"/>
            <w:tcBorders>
              <w:left w:val="single" w:sz="4" w:space="0" w:color="808080"/>
            </w:tcBorders>
            <w:noWrap/>
          </w:tcPr>
          <w:p w14:paraId="082C8573" w14:textId="77777777" w:rsidR="002C3F7F" w:rsidRPr="008F6547" w:rsidRDefault="002C3F7F" w:rsidP="00815975">
            <w:r w:rsidRPr="008F654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6547">
              <w:instrText xml:space="preserve"> FORMCHECKBOX </w:instrText>
            </w:r>
            <w:r w:rsidRPr="008F6547">
              <w:fldChar w:fldCharType="separate"/>
            </w:r>
            <w:r w:rsidRPr="008F6547">
              <w:fldChar w:fldCharType="end"/>
            </w:r>
          </w:p>
        </w:tc>
        <w:tc>
          <w:tcPr>
            <w:tcW w:w="4058" w:type="dxa"/>
            <w:gridSpan w:val="4"/>
            <w:tcBorders>
              <w:right w:val="single" w:sz="4" w:space="0" w:color="808080"/>
            </w:tcBorders>
            <w:noWrap/>
            <w:vAlign w:val="center"/>
          </w:tcPr>
          <w:p w14:paraId="2F083D68" w14:textId="77777777" w:rsidR="002C3F7F" w:rsidRDefault="002C3F7F" w:rsidP="00750AA3">
            <w:pPr>
              <w:jc w:val="left"/>
            </w:pPr>
            <w:r>
              <w:t xml:space="preserve">Beschränkte Ausschreibung </w:t>
            </w:r>
            <w:r w:rsidR="00B7134D">
              <w:t>mit</w:t>
            </w:r>
            <w:r>
              <w:t xml:space="preserve"> Teilnahmewettbewerb</w:t>
            </w:r>
          </w:p>
        </w:tc>
      </w:tr>
      <w:tr w:rsidR="002C3F7F" w:rsidRPr="008F6547" w14:paraId="652F3EBC" w14:textId="77777777" w:rsidTr="004E258D">
        <w:trPr>
          <w:trHeight w:val="289"/>
        </w:trPr>
        <w:tc>
          <w:tcPr>
            <w:tcW w:w="5364" w:type="dxa"/>
            <w:gridSpan w:val="7"/>
            <w:vMerge/>
            <w:tcBorders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31CA4511" w14:textId="77777777" w:rsidR="002C3F7F" w:rsidRPr="008F6547" w:rsidRDefault="002C3F7F" w:rsidP="00815975"/>
        </w:tc>
        <w:tc>
          <w:tcPr>
            <w:tcW w:w="498" w:type="dxa"/>
            <w:tcBorders>
              <w:left w:val="single" w:sz="4" w:space="0" w:color="808080"/>
            </w:tcBorders>
            <w:noWrap/>
            <w:vAlign w:val="center"/>
          </w:tcPr>
          <w:p w14:paraId="37C85D2A" w14:textId="1669647C" w:rsidR="002C3F7F" w:rsidRPr="008F6547" w:rsidRDefault="001B2BB8" w:rsidP="00815975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1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0"/>
          </w:p>
        </w:tc>
        <w:tc>
          <w:tcPr>
            <w:tcW w:w="4058" w:type="dxa"/>
            <w:gridSpan w:val="4"/>
            <w:tcBorders>
              <w:right w:val="single" w:sz="4" w:space="0" w:color="808080"/>
            </w:tcBorders>
            <w:noWrap/>
            <w:vAlign w:val="center"/>
          </w:tcPr>
          <w:p w14:paraId="1CAAF2BF" w14:textId="77777777" w:rsidR="002C3F7F" w:rsidRPr="008F6547" w:rsidRDefault="00031F06" w:rsidP="00815975">
            <w:r>
              <w:t>Verhandlungsvergabe</w:t>
            </w:r>
          </w:p>
        </w:tc>
      </w:tr>
      <w:tr w:rsidR="002C3F7F" w:rsidRPr="008F6547" w14:paraId="2536F25A" w14:textId="77777777" w:rsidTr="004E258D">
        <w:trPr>
          <w:trHeight w:val="289"/>
        </w:trPr>
        <w:tc>
          <w:tcPr>
            <w:tcW w:w="5364" w:type="dxa"/>
            <w:gridSpan w:val="7"/>
            <w:vMerge/>
            <w:tcBorders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608698B9" w14:textId="77777777" w:rsidR="002C3F7F" w:rsidRPr="008F6547" w:rsidRDefault="002C3F7F" w:rsidP="00815975"/>
        </w:tc>
        <w:tc>
          <w:tcPr>
            <w:tcW w:w="498" w:type="dxa"/>
            <w:tcBorders>
              <w:left w:val="single" w:sz="4" w:space="0" w:color="808080"/>
            </w:tcBorders>
            <w:noWrap/>
            <w:vAlign w:val="center"/>
          </w:tcPr>
          <w:p w14:paraId="269DD6A9" w14:textId="77777777" w:rsidR="002C3F7F" w:rsidRPr="008F6547" w:rsidRDefault="002C3F7F" w:rsidP="00815975">
            <w:r w:rsidRPr="008F6547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6547">
              <w:instrText xml:space="preserve"> FORMCHECKBOX </w:instrText>
            </w:r>
            <w:r w:rsidRPr="008F6547">
              <w:fldChar w:fldCharType="separate"/>
            </w:r>
            <w:r w:rsidRPr="008F6547">
              <w:fldChar w:fldCharType="end"/>
            </w:r>
          </w:p>
        </w:tc>
        <w:tc>
          <w:tcPr>
            <w:tcW w:w="4058" w:type="dxa"/>
            <w:gridSpan w:val="4"/>
            <w:tcBorders>
              <w:right w:val="single" w:sz="4" w:space="0" w:color="808080"/>
            </w:tcBorders>
            <w:noWrap/>
            <w:vAlign w:val="center"/>
          </w:tcPr>
          <w:p w14:paraId="1040E8FD" w14:textId="77777777" w:rsidR="002C3F7F" w:rsidRPr="008F6547" w:rsidRDefault="002C3F7F" w:rsidP="00815975">
            <w:r>
              <w:t>Internationale NATO-Ausschreibung</w:t>
            </w:r>
          </w:p>
        </w:tc>
      </w:tr>
      <w:tr w:rsidR="001A7F19" w:rsidRPr="008F6547" w14:paraId="62A0419C" w14:textId="77777777" w:rsidTr="004E258D">
        <w:trPr>
          <w:trHeight w:val="289"/>
        </w:trPr>
        <w:tc>
          <w:tcPr>
            <w:tcW w:w="5364" w:type="dxa"/>
            <w:gridSpan w:val="7"/>
            <w:vMerge/>
            <w:tcBorders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47FC2243" w14:textId="77777777" w:rsidR="001A7F19" w:rsidRPr="008F6547" w:rsidRDefault="001A7F19" w:rsidP="00815975"/>
        </w:tc>
        <w:tc>
          <w:tcPr>
            <w:tcW w:w="4556" w:type="dxa"/>
            <w:gridSpan w:val="5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noWrap/>
            <w:vAlign w:val="center"/>
          </w:tcPr>
          <w:p w14:paraId="2EBB4DB1" w14:textId="77777777" w:rsidR="001A7F19" w:rsidRPr="008F6547" w:rsidDel="00B7134D" w:rsidRDefault="001A7F19" w:rsidP="00815975"/>
        </w:tc>
      </w:tr>
      <w:tr w:rsidR="002C3F7F" w:rsidRPr="008F6547" w14:paraId="2604B9A3" w14:textId="77777777" w:rsidTr="004E258D">
        <w:trPr>
          <w:trHeight w:val="289"/>
        </w:trPr>
        <w:tc>
          <w:tcPr>
            <w:tcW w:w="5364" w:type="dxa"/>
            <w:gridSpan w:val="7"/>
            <w:vMerge/>
            <w:tcBorders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3901F45C" w14:textId="77777777" w:rsidR="002C3F7F" w:rsidRPr="008F6547" w:rsidRDefault="002C3F7F" w:rsidP="00815975"/>
        </w:tc>
        <w:tc>
          <w:tcPr>
            <w:tcW w:w="4556" w:type="dxa"/>
            <w:gridSpan w:val="5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noWrap/>
            <w:vAlign w:val="center"/>
          </w:tcPr>
          <w:p w14:paraId="1B083C79" w14:textId="77777777" w:rsidR="002C3F7F" w:rsidRPr="008F6547" w:rsidRDefault="00B7134D" w:rsidP="00815975">
            <w:r>
              <w:t>Ablauf der Angebotsfrist</w:t>
            </w:r>
          </w:p>
        </w:tc>
      </w:tr>
      <w:tr w:rsidR="002C3F7F" w:rsidRPr="008F6547" w14:paraId="315F7F81" w14:textId="77777777" w:rsidTr="004E258D">
        <w:trPr>
          <w:trHeight w:val="289"/>
        </w:trPr>
        <w:tc>
          <w:tcPr>
            <w:tcW w:w="5364" w:type="dxa"/>
            <w:gridSpan w:val="7"/>
            <w:vMerge/>
            <w:tcBorders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1E52673A" w14:textId="77777777" w:rsidR="002C3F7F" w:rsidRPr="008F6547" w:rsidRDefault="002C3F7F" w:rsidP="00815975"/>
        </w:tc>
        <w:tc>
          <w:tcPr>
            <w:tcW w:w="2037" w:type="dxa"/>
            <w:gridSpan w:val="4"/>
            <w:tcBorders>
              <w:left w:val="single" w:sz="4" w:space="0" w:color="808080"/>
              <w:right w:val="single" w:sz="4" w:space="0" w:color="808080"/>
            </w:tcBorders>
            <w:noWrap/>
            <w:vAlign w:val="center"/>
          </w:tcPr>
          <w:p w14:paraId="5A4EDAB6" w14:textId="77777777" w:rsidR="002C3F7F" w:rsidRPr="008F6547" w:rsidRDefault="002C3F7F" w:rsidP="00815975">
            <w:r w:rsidRPr="008F6547">
              <w:t>Datum</w:t>
            </w:r>
          </w:p>
        </w:tc>
        <w:tc>
          <w:tcPr>
            <w:tcW w:w="2519" w:type="dxa"/>
            <w:tcBorders>
              <w:left w:val="single" w:sz="4" w:space="0" w:color="808080"/>
              <w:right w:val="single" w:sz="4" w:space="0" w:color="808080"/>
            </w:tcBorders>
            <w:noWrap/>
            <w:vAlign w:val="center"/>
          </w:tcPr>
          <w:p w14:paraId="1E294C44" w14:textId="77777777" w:rsidR="002C3F7F" w:rsidRPr="008F6547" w:rsidRDefault="002C3F7F" w:rsidP="00815975">
            <w:r w:rsidRPr="008F6547">
              <w:t>Uhrzeit</w:t>
            </w:r>
          </w:p>
        </w:tc>
      </w:tr>
      <w:tr w:rsidR="00B7134D" w:rsidRPr="008F6547" w14:paraId="0CF6E3EF" w14:textId="77777777" w:rsidTr="004E258D">
        <w:trPr>
          <w:trHeight w:val="289"/>
        </w:trPr>
        <w:tc>
          <w:tcPr>
            <w:tcW w:w="5364" w:type="dxa"/>
            <w:gridSpan w:val="7"/>
            <w:vMerge/>
            <w:tcBorders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37AB578C" w14:textId="77777777" w:rsidR="00B7134D" w:rsidRPr="008F6547" w:rsidRDefault="00B7134D" w:rsidP="00815975"/>
        </w:tc>
        <w:tc>
          <w:tcPr>
            <w:tcW w:w="2037" w:type="dxa"/>
            <w:gridSpan w:val="4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434A6DFA" w14:textId="3735023C" w:rsidR="00B7134D" w:rsidRPr="00C71E63" w:rsidRDefault="007260E8" w:rsidP="00815975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09667D">
              <w:rPr>
                <w:b/>
                <w:bCs/>
              </w:rPr>
              <w:t>0</w:t>
            </w:r>
            <w:r>
              <w:rPr>
                <w:b/>
                <w:bCs/>
              </w:rPr>
              <w:t>.08.2025</w:t>
            </w:r>
          </w:p>
        </w:tc>
        <w:tc>
          <w:tcPr>
            <w:tcW w:w="2519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969DAAD" w14:textId="253A1860" w:rsidR="00B7134D" w:rsidRPr="00C71E63" w:rsidRDefault="0092399D" w:rsidP="00815975">
            <w:pPr>
              <w:rPr>
                <w:b/>
                <w:bCs/>
              </w:rPr>
            </w:pPr>
            <w:r w:rsidRPr="00C71E63">
              <w:rPr>
                <w:b/>
                <w:bCs/>
              </w:rPr>
              <w:t>1</w:t>
            </w:r>
            <w:r w:rsidR="0009667D">
              <w:rPr>
                <w:b/>
                <w:bCs/>
              </w:rPr>
              <w:t>0</w:t>
            </w:r>
            <w:r w:rsidR="007D338C" w:rsidRPr="00C71E63">
              <w:rPr>
                <w:b/>
                <w:bCs/>
              </w:rPr>
              <w:t>:00 Uhr</w:t>
            </w:r>
          </w:p>
        </w:tc>
      </w:tr>
      <w:tr w:rsidR="00B44858" w:rsidRPr="008F6547" w14:paraId="55FB1D2D" w14:textId="77777777" w:rsidTr="004E258D">
        <w:trPr>
          <w:trHeight w:val="289"/>
        </w:trPr>
        <w:tc>
          <w:tcPr>
            <w:tcW w:w="5364" w:type="dxa"/>
            <w:gridSpan w:val="7"/>
            <w:vMerge/>
            <w:tcBorders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76930D6E" w14:textId="77777777" w:rsidR="00B44858" w:rsidRPr="008F6547" w:rsidRDefault="00B44858" w:rsidP="00B44858"/>
        </w:tc>
        <w:tc>
          <w:tcPr>
            <w:tcW w:w="498" w:type="dxa"/>
            <w:tcBorders>
              <w:top w:val="single" w:sz="4" w:space="0" w:color="808080"/>
              <w:left w:val="single" w:sz="4" w:space="0" w:color="808080"/>
            </w:tcBorders>
            <w:noWrap/>
            <w:vAlign w:val="center"/>
          </w:tcPr>
          <w:p w14:paraId="02772B5A" w14:textId="0FF2502D" w:rsidR="00B44858" w:rsidRPr="00F3780D" w:rsidRDefault="00C71E63" w:rsidP="00B44858">
            <w:pPr>
              <w:rPr>
                <w:color w:val="FF0000"/>
              </w:rPr>
            </w:pPr>
            <w:r>
              <w:rPr>
                <w:color w:val="FF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FF0000"/>
              </w:rPr>
              <w:instrText xml:space="preserve"> FORMCHECKBOX </w:instrText>
            </w:r>
            <w:r>
              <w:rPr>
                <w:color w:val="FF0000"/>
              </w:rPr>
            </w:r>
            <w:r>
              <w:rPr>
                <w:color w:val="FF0000"/>
              </w:rPr>
              <w:fldChar w:fldCharType="separate"/>
            </w:r>
            <w:r>
              <w:rPr>
                <w:color w:val="FF0000"/>
              </w:rPr>
              <w:fldChar w:fldCharType="end"/>
            </w:r>
          </w:p>
        </w:tc>
        <w:tc>
          <w:tcPr>
            <w:tcW w:w="4058" w:type="dxa"/>
            <w:gridSpan w:val="4"/>
            <w:tcBorders>
              <w:top w:val="single" w:sz="4" w:space="0" w:color="808080"/>
              <w:right w:val="single" w:sz="4" w:space="0" w:color="808080"/>
            </w:tcBorders>
            <w:noWrap/>
            <w:vAlign w:val="center"/>
          </w:tcPr>
          <w:p w14:paraId="30C6CEDF" w14:textId="1DBB9F30" w:rsidR="00B44858" w:rsidRPr="00575EF8" w:rsidRDefault="00B44858" w:rsidP="00B44858">
            <w:pPr>
              <w:rPr>
                <w:b/>
                <w:bCs/>
                <w:color w:val="FF0000"/>
              </w:rPr>
            </w:pPr>
            <w:r w:rsidRPr="00C71E63">
              <w:rPr>
                <w:b/>
                <w:bCs/>
              </w:rPr>
              <w:t>Der Zuschlag kann ohne die Aufnahme von Verhandlungen erteilt werden</w:t>
            </w:r>
          </w:p>
        </w:tc>
      </w:tr>
      <w:tr w:rsidR="00B44858" w:rsidRPr="008F6547" w14:paraId="2F6BC494" w14:textId="77777777" w:rsidTr="004E258D">
        <w:trPr>
          <w:trHeight w:val="289"/>
        </w:trPr>
        <w:tc>
          <w:tcPr>
            <w:tcW w:w="5364" w:type="dxa"/>
            <w:gridSpan w:val="7"/>
            <w:vMerge/>
            <w:tcBorders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1D9B21DD" w14:textId="77777777" w:rsidR="00B44858" w:rsidRPr="008F6547" w:rsidRDefault="00B44858" w:rsidP="00B44858"/>
        </w:tc>
        <w:tc>
          <w:tcPr>
            <w:tcW w:w="4556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36EDEF2" w14:textId="03BC0F3C" w:rsidR="00B44858" w:rsidRPr="008F6547" w:rsidRDefault="00B44858" w:rsidP="00B44858">
            <w:r>
              <w:t>Binde</w:t>
            </w:r>
            <w:r w:rsidRPr="008F6547">
              <w:t>frist endet am</w:t>
            </w:r>
            <w:r w:rsidR="00D70939" w:rsidRPr="00C71E63">
              <w:t>:</w:t>
            </w:r>
            <w:r w:rsidR="007D338C" w:rsidRPr="00C71E63">
              <w:t xml:space="preserve"> </w:t>
            </w:r>
            <w:r w:rsidR="0009667D">
              <w:rPr>
                <w:b/>
                <w:bCs/>
              </w:rPr>
              <w:t>29</w:t>
            </w:r>
            <w:r w:rsidR="007260E8">
              <w:rPr>
                <w:b/>
                <w:bCs/>
              </w:rPr>
              <w:t>.0</w:t>
            </w:r>
            <w:r w:rsidR="0009667D">
              <w:rPr>
                <w:b/>
                <w:bCs/>
              </w:rPr>
              <w:t>8</w:t>
            </w:r>
            <w:r w:rsidR="007260E8">
              <w:rPr>
                <w:b/>
                <w:bCs/>
              </w:rPr>
              <w:t>.2025</w:t>
            </w:r>
          </w:p>
        </w:tc>
      </w:tr>
      <w:tr w:rsidR="00B44858" w:rsidRPr="008F6547" w14:paraId="7C914899" w14:textId="77777777" w:rsidTr="004E258D">
        <w:trPr>
          <w:trHeight w:val="289"/>
        </w:trPr>
        <w:tc>
          <w:tcPr>
            <w:tcW w:w="5364" w:type="dxa"/>
            <w:gridSpan w:val="7"/>
            <w:vMerge/>
            <w:noWrap/>
            <w:tcMar>
              <w:left w:w="28" w:type="dxa"/>
            </w:tcMar>
            <w:vAlign w:val="center"/>
          </w:tcPr>
          <w:p w14:paraId="5461335D" w14:textId="77777777" w:rsidR="00B44858" w:rsidRPr="00A82A4A" w:rsidRDefault="00B44858" w:rsidP="00B44858">
            <w:pPr>
              <w:rPr>
                <w:b/>
              </w:rPr>
            </w:pPr>
          </w:p>
        </w:tc>
        <w:tc>
          <w:tcPr>
            <w:tcW w:w="4556" w:type="dxa"/>
            <w:gridSpan w:val="5"/>
            <w:tcBorders>
              <w:top w:val="single" w:sz="4" w:space="0" w:color="808080"/>
            </w:tcBorders>
            <w:noWrap/>
            <w:vAlign w:val="center"/>
          </w:tcPr>
          <w:p w14:paraId="2FFC4935" w14:textId="77777777" w:rsidR="00B44858" w:rsidRPr="008F6547" w:rsidRDefault="00B44858" w:rsidP="00B44858"/>
        </w:tc>
      </w:tr>
      <w:tr w:rsidR="00B44858" w:rsidRPr="008F6547" w14:paraId="2594F79C" w14:textId="77777777" w:rsidTr="004E258D">
        <w:trPr>
          <w:trHeight w:val="289"/>
        </w:trPr>
        <w:tc>
          <w:tcPr>
            <w:tcW w:w="5364" w:type="dxa"/>
            <w:gridSpan w:val="7"/>
            <w:vMerge/>
            <w:noWrap/>
            <w:tcMar>
              <w:left w:w="28" w:type="dxa"/>
            </w:tcMar>
            <w:vAlign w:val="center"/>
          </w:tcPr>
          <w:p w14:paraId="6C9B0752" w14:textId="77777777" w:rsidR="00B44858" w:rsidRPr="00A82A4A" w:rsidRDefault="00B44858" w:rsidP="00B44858">
            <w:pPr>
              <w:rPr>
                <w:b/>
              </w:rPr>
            </w:pPr>
          </w:p>
        </w:tc>
        <w:tc>
          <w:tcPr>
            <w:tcW w:w="4556" w:type="dxa"/>
            <w:gridSpan w:val="5"/>
            <w:noWrap/>
            <w:vAlign w:val="center"/>
          </w:tcPr>
          <w:p w14:paraId="1274CACE" w14:textId="77777777" w:rsidR="00B44858" w:rsidRPr="008F6547" w:rsidRDefault="00B44858" w:rsidP="00B44858"/>
        </w:tc>
      </w:tr>
      <w:tr w:rsidR="00B44858" w:rsidRPr="008F6547" w14:paraId="20024A16" w14:textId="77777777" w:rsidTr="004E258D">
        <w:trPr>
          <w:trHeight w:val="397"/>
        </w:trPr>
        <w:tc>
          <w:tcPr>
            <w:tcW w:w="5364" w:type="dxa"/>
            <w:gridSpan w:val="7"/>
            <w:noWrap/>
            <w:tcMar>
              <w:left w:w="28" w:type="dxa"/>
            </w:tcMar>
            <w:vAlign w:val="center"/>
          </w:tcPr>
          <w:p w14:paraId="5EEBED0B" w14:textId="77777777" w:rsidR="00B44858" w:rsidRPr="00A82A4A" w:rsidRDefault="00B44858" w:rsidP="00B44858">
            <w:pPr>
              <w:rPr>
                <w:b/>
              </w:rPr>
            </w:pPr>
          </w:p>
        </w:tc>
        <w:tc>
          <w:tcPr>
            <w:tcW w:w="4556" w:type="dxa"/>
            <w:gridSpan w:val="5"/>
            <w:noWrap/>
            <w:vAlign w:val="center"/>
          </w:tcPr>
          <w:p w14:paraId="1BF1A2E1" w14:textId="77777777" w:rsidR="00B44858" w:rsidRPr="008F6547" w:rsidRDefault="00B44858" w:rsidP="00B44858"/>
        </w:tc>
      </w:tr>
      <w:tr w:rsidR="00B44858" w:rsidRPr="008F6547" w14:paraId="5BA062F3" w14:textId="77777777" w:rsidTr="004E258D">
        <w:trPr>
          <w:trHeight w:val="397"/>
        </w:trPr>
        <w:tc>
          <w:tcPr>
            <w:tcW w:w="9920" w:type="dxa"/>
            <w:gridSpan w:val="12"/>
            <w:noWrap/>
            <w:tcMar>
              <w:left w:w="28" w:type="dxa"/>
            </w:tcMar>
            <w:vAlign w:val="center"/>
          </w:tcPr>
          <w:p w14:paraId="12E0F840" w14:textId="77777777" w:rsidR="00B44858" w:rsidRPr="008F06BA" w:rsidRDefault="00B44858" w:rsidP="00B44858">
            <w:pPr>
              <w:rPr>
                <w:sz w:val="24"/>
                <w:szCs w:val="24"/>
              </w:rPr>
            </w:pPr>
            <w:r w:rsidRPr="008F06BA">
              <w:rPr>
                <w:b/>
                <w:sz w:val="24"/>
                <w:szCs w:val="24"/>
              </w:rPr>
              <w:t>Aufforderung zur Abgabe eines Angebots</w:t>
            </w:r>
          </w:p>
        </w:tc>
      </w:tr>
      <w:tr w:rsidR="00B44858" w:rsidRPr="008F6547" w14:paraId="453EA096" w14:textId="77777777" w:rsidTr="004E258D">
        <w:trPr>
          <w:trHeight w:val="283"/>
        </w:trPr>
        <w:tc>
          <w:tcPr>
            <w:tcW w:w="9920" w:type="dxa"/>
            <w:gridSpan w:val="12"/>
            <w:noWrap/>
            <w:tcMar>
              <w:left w:w="28" w:type="dxa"/>
            </w:tcMar>
            <w:vAlign w:val="center"/>
          </w:tcPr>
          <w:p w14:paraId="3300EADB" w14:textId="2C996829" w:rsidR="00B44858" w:rsidRPr="008F6547" w:rsidRDefault="00B44858" w:rsidP="00B44858">
            <w:r>
              <w:t xml:space="preserve">(Vergabeverfahren gemäß </w:t>
            </w:r>
            <w:sdt>
              <w:sdtPr>
                <w:id w:val="6218042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140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proofErr w:type="spellStart"/>
            <w:r>
              <w:t>UVgO</w:t>
            </w:r>
            <w:proofErr w:type="spellEnd"/>
            <w:r w:rsidR="0021140C">
              <w:t xml:space="preserve"> und </w:t>
            </w:r>
            <w:sdt>
              <w:sdtPr>
                <w:id w:val="-6728816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2BB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proofErr w:type="spellStart"/>
            <w:r w:rsidR="0021140C">
              <w:t>TVergLSA</w:t>
            </w:r>
            <w:proofErr w:type="spellEnd"/>
            <w:r>
              <w:t>)</w:t>
            </w:r>
          </w:p>
        </w:tc>
      </w:tr>
      <w:tr w:rsidR="00B44858" w:rsidRPr="008F6547" w14:paraId="2E2044A8" w14:textId="77777777" w:rsidTr="004E258D">
        <w:trPr>
          <w:trHeight w:val="284"/>
        </w:trPr>
        <w:tc>
          <w:tcPr>
            <w:tcW w:w="9920" w:type="dxa"/>
            <w:gridSpan w:val="12"/>
            <w:noWrap/>
            <w:tcMar>
              <w:left w:w="28" w:type="dxa"/>
            </w:tcMar>
            <w:vAlign w:val="center"/>
          </w:tcPr>
          <w:p w14:paraId="0EA369D8" w14:textId="77777777" w:rsidR="00B44858" w:rsidRDefault="00B44858" w:rsidP="00B44858">
            <w:pPr>
              <w:jc w:val="left"/>
            </w:pPr>
          </w:p>
        </w:tc>
      </w:tr>
      <w:tr w:rsidR="00B44858" w:rsidRPr="008F6547" w14:paraId="62940CDF" w14:textId="77777777" w:rsidTr="004E258D">
        <w:trPr>
          <w:trHeight w:val="284"/>
        </w:trPr>
        <w:tc>
          <w:tcPr>
            <w:tcW w:w="9920" w:type="dxa"/>
            <w:gridSpan w:val="12"/>
            <w:noWrap/>
            <w:tcMar>
              <w:left w:w="28" w:type="dxa"/>
            </w:tcMar>
            <w:vAlign w:val="center"/>
          </w:tcPr>
          <w:p w14:paraId="26F6BBEC" w14:textId="77777777" w:rsidR="00B44858" w:rsidRDefault="00B44858" w:rsidP="00B44858">
            <w:pPr>
              <w:jc w:val="left"/>
            </w:pPr>
            <w:r>
              <w:t>Bezeichnung der Leistung:</w:t>
            </w:r>
          </w:p>
        </w:tc>
      </w:tr>
      <w:tr w:rsidR="00B44858" w:rsidRPr="006A5D4D" w14:paraId="451E5EEC" w14:textId="77777777" w:rsidTr="004E258D">
        <w:trPr>
          <w:trHeight w:val="284"/>
        </w:trPr>
        <w:tc>
          <w:tcPr>
            <w:tcW w:w="1861" w:type="dxa"/>
            <w:gridSpan w:val="6"/>
            <w:noWrap/>
            <w:tcMar>
              <w:left w:w="28" w:type="dxa"/>
            </w:tcMar>
            <w:vAlign w:val="center"/>
          </w:tcPr>
          <w:p w14:paraId="64BEB36E" w14:textId="77777777" w:rsidR="00B44858" w:rsidRPr="006A5D4D" w:rsidRDefault="00B44858" w:rsidP="00B448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Maßnahmennummer</w:t>
            </w:r>
          </w:p>
        </w:tc>
        <w:tc>
          <w:tcPr>
            <w:tcW w:w="8059" w:type="dxa"/>
            <w:gridSpan w:val="6"/>
            <w:noWrap/>
            <w:vAlign w:val="center"/>
          </w:tcPr>
          <w:p w14:paraId="02F67CCC" w14:textId="77777777" w:rsidR="00B44858" w:rsidRPr="006A5D4D" w:rsidRDefault="00B44858" w:rsidP="00B448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Maßnahme</w:t>
            </w:r>
          </w:p>
        </w:tc>
      </w:tr>
      <w:tr w:rsidR="00B44858" w:rsidRPr="008F6547" w14:paraId="74A63FEB" w14:textId="77777777" w:rsidTr="004E258D">
        <w:trPr>
          <w:trHeight w:val="284"/>
        </w:trPr>
        <w:tc>
          <w:tcPr>
            <w:tcW w:w="1861" w:type="dxa"/>
            <w:gridSpan w:val="6"/>
            <w:vMerge w:val="restart"/>
            <w:noWrap/>
            <w:tcMar>
              <w:left w:w="28" w:type="dxa"/>
            </w:tcMar>
            <w:vAlign w:val="center"/>
          </w:tcPr>
          <w:p w14:paraId="392C6226" w14:textId="77777777" w:rsidR="00B44858" w:rsidRPr="008F6547" w:rsidRDefault="00B44858" w:rsidP="00B44858"/>
        </w:tc>
        <w:tc>
          <w:tcPr>
            <w:tcW w:w="8059" w:type="dxa"/>
            <w:gridSpan w:val="6"/>
            <w:tcBorders>
              <w:bottom w:val="single" w:sz="4" w:space="0" w:color="808080"/>
            </w:tcBorders>
            <w:vAlign w:val="center"/>
          </w:tcPr>
          <w:p w14:paraId="76BE112F" w14:textId="77777777" w:rsidR="00B44858" w:rsidRPr="008F6547" w:rsidRDefault="00B44858" w:rsidP="00B44858"/>
        </w:tc>
      </w:tr>
      <w:tr w:rsidR="00B44858" w:rsidRPr="008F6547" w14:paraId="6E9A0B6E" w14:textId="77777777" w:rsidTr="004E258D">
        <w:trPr>
          <w:trHeight w:val="284"/>
        </w:trPr>
        <w:tc>
          <w:tcPr>
            <w:tcW w:w="1861" w:type="dxa"/>
            <w:gridSpan w:val="6"/>
            <w:vMerge/>
            <w:tcBorders>
              <w:bottom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28EF005A" w14:textId="77777777" w:rsidR="00B44858" w:rsidRPr="008F6547" w:rsidRDefault="00B44858" w:rsidP="00B44858"/>
        </w:tc>
        <w:tc>
          <w:tcPr>
            <w:tcW w:w="8059" w:type="dxa"/>
            <w:gridSpan w:val="6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14:paraId="73ED3869" w14:textId="77777777" w:rsidR="00B44858" w:rsidRPr="008F6547" w:rsidRDefault="00B44858" w:rsidP="00B44858"/>
        </w:tc>
      </w:tr>
      <w:tr w:rsidR="00B44858" w:rsidRPr="006A5D4D" w14:paraId="47F9C114" w14:textId="77777777" w:rsidTr="004E258D">
        <w:trPr>
          <w:trHeight w:val="284"/>
        </w:trPr>
        <w:tc>
          <w:tcPr>
            <w:tcW w:w="1861" w:type="dxa"/>
            <w:gridSpan w:val="6"/>
            <w:tcBorders>
              <w:top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26B55B65" w14:textId="77777777" w:rsidR="00B44858" w:rsidRPr="006A5D4D" w:rsidRDefault="00B44858" w:rsidP="00B448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Vergabenummer</w:t>
            </w:r>
          </w:p>
        </w:tc>
        <w:tc>
          <w:tcPr>
            <w:tcW w:w="8059" w:type="dxa"/>
            <w:gridSpan w:val="6"/>
            <w:tcBorders>
              <w:top w:val="single" w:sz="4" w:space="0" w:color="808080"/>
            </w:tcBorders>
            <w:noWrap/>
            <w:vAlign w:val="center"/>
          </w:tcPr>
          <w:p w14:paraId="168002D7" w14:textId="77777777" w:rsidR="00B44858" w:rsidRPr="006A5D4D" w:rsidRDefault="00B44858" w:rsidP="00B448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Leistung</w:t>
            </w:r>
          </w:p>
        </w:tc>
      </w:tr>
      <w:tr w:rsidR="00B44858" w:rsidRPr="008F6547" w14:paraId="779FD9EC" w14:textId="77777777" w:rsidTr="004E258D">
        <w:trPr>
          <w:trHeight w:val="284"/>
        </w:trPr>
        <w:tc>
          <w:tcPr>
            <w:tcW w:w="1861" w:type="dxa"/>
            <w:gridSpan w:val="6"/>
            <w:tcBorders>
              <w:bottom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53710756" w14:textId="14940AA3" w:rsidR="00B44858" w:rsidRPr="00F3780D" w:rsidRDefault="007260E8" w:rsidP="00B4485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127/25</w:t>
            </w:r>
          </w:p>
        </w:tc>
        <w:tc>
          <w:tcPr>
            <w:tcW w:w="8059" w:type="dxa"/>
            <w:gridSpan w:val="6"/>
            <w:tcBorders>
              <w:bottom w:val="single" w:sz="4" w:space="0" w:color="808080"/>
            </w:tcBorders>
            <w:vAlign w:val="center"/>
          </w:tcPr>
          <w:p w14:paraId="32335DBD" w14:textId="307041E2" w:rsidR="00B44858" w:rsidRPr="00AD41DB" w:rsidRDefault="007260E8" w:rsidP="00B44858">
            <w:pPr>
              <w:rPr>
                <w:b/>
                <w:bCs/>
                <w:sz w:val="22"/>
                <w:szCs w:val="22"/>
              </w:rPr>
            </w:pPr>
            <w:r w:rsidRPr="007260E8">
              <w:rPr>
                <w:b/>
                <w:bCs/>
                <w:sz w:val="22"/>
                <w:szCs w:val="22"/>
              </w:rPr>
              <w:t xml:space="preserve">Rahmenvertrag Lieferung </w:t>
            </w:r>
            <w:r w:rsidR="004C1479">
              <w:rPr>
                <w:b/>
                <w:bCs/>
                <w:sz w:val="22"/>
                <w:szCs w:val="22"/>
              </w:rPr>
              <w:t>Fällmittel</w:t>
            </w:r>
            <w:r w:rsidRPr="007260E8">
              <w:rPr>
                <w:b/>
                <w:bCs/>
                <w:sz w:val="22"/>
                <w:szCs w:val="22"/>
              </w:rPr>
              <w:t xml:space="preserve"> 2026-2027</w:t>
            </w:r>
          </w:p>
        </w:tc>
      </w:tr>
      <w:tr w:rsidR="00B44858" w:rsidRPr="004D73E7" w14:paraId="7FF396C2" w14:textId="77777777" w:rsidTr="004E258D">
        <w:trPr>
          <w:trHeight w:val="397"/>
        </w:trPr>
        <w:tc>
          <w:tcPr>
            <w:tcW w:w="9920" w:type="dxa"/>
            <w:gridSpan w:val="12"/>
            <w:noWrap/>
            <w:tcMar>
              <w:left w:w="28" w:type="dxa"/>
            </w:tcMar>
            <w:vAlign w:val="center"/>
          </w:tcPr>
          <w:p w14:paraId="4A7830C3" w14:textId="77777777" w:rsidR="00B44858" w:rsidRPr="00A82A4A" w:rsidRDefault="00B44858" w:rsidP="00B44858">
            <w:pPr>
              <w:rPr>
                <w:b/>
              </w:rPr>
            </w:pPr>
            <w:r w:rsidRPr="006B28BB">
              <w:rPr>
                <w:b/>
              </w:rPr>
              <w:t>Anlagen</w:t>
            </w:r>
          </w:p>
        </w:tc>
      </w:tr>
      <w:tr w:rsidR="00B44858" w:rsidRPr="004D73E7" w14:paraId="655A6F14" w14:textId="77777777" w:rsidTr="004E258D">
        <w:trPr>
          <w:trHeight w:val="397"/>
        </w:trPr>
        <w:tc>
          <w:tcPr>
            <w:tcW w:w="473" w:type="dxa"/>
            <w:noWrap/>
            <w:tcMar>
              <w:left w:w="28" w:type="dxa"/>
            </w:tcMar>
            <w:vAlign w:val="center"/>
          </w:tcPr>
          <w:p w14:paraId="3EEB7C39" w14:textId="77777777" w:rsidR="00B44858" w:rsidRPr="00A82A4A" w:rsidRDefault="00B44858" w:rsidP="00B44858">
            <w:pPr>
              <w:rPr>
                <w:b/>
              </w:rPr>
            </w:pPr>
            <w:r w:rsidRPr="00A82A4A">
              <w:rPr>
                <w:b/>
              </w:rPr>
              <w:t>A)</w:t>
            </w:r>
          </w:p>
        </w:tc>
        <w:tc>
          <w:tcPr>
            <w:tcW w:w="9447" w:type="dxa"/>
            <w:gridSpan w:val="11"/>
            <w:noWrap/>
            <w:vAlign w:val="center"/>
          </w:tcPr>
          <w:p w14:paraId="6B097856" w14:textId="77777777" w:rsidR="00B44858" w:rsidRPr="00A82A4A" w:rsidRDefault="00B44858" w:rsidP="00B44858">
            <w:pPr>
              <w:rPr>
                <w:b/>
              </w:rPr>
            </w:pPr>
            <w:r w:rsidRPr="00A82A4A">
              <w:rPr>
                <w:b/>
              </w:rPr>
              <w:t>die beim Bieter verbleiben</w:t>
            </w:r>
            <w:r w:rsidRPr="00EA5658">
              <w:rPr>
                <w:b/>
              </w:rPr>
              <w:t xml:space="preserve"> und im Vergabeverfahren zu beachten sind</w:t>
            </w:r>
            <w:r>
              <w:rPr>
                <w:b/>
              </w:rPr>
              <w:t>:</w:t>
            </w:r>
          </w:p>
        </w:tc>
      </w:tr>
      <w:bookmarkStart w:id="1" w:name="Kontrollkästchen2"/>
      <w:tr w:rsidR="00B44858" w:rsidRPr="004D73E7" w14:paraId="5F0BC55D" w14:textId="77777777" w:rsidTr="004E258D">
        <w:trPr>
          <w:trHeight w:val="284"/>
        </w:trPr>
        <w:tc>
          <w:tcPr>
            <w:tcW w:w="473" w:type="dxa"/>
            <w:noWrap/>
            <w:tcMar>
              <w:left w:w="28" w:type="dxa"/>
            </w:tcMar>
            <w:vAlign w:val="center"/>
          </w:tcPr>
          <w:p w14:paraId="59644B93" w14:textId="77777777" w:rsidR="00B44858" w:rsidRDefault="00B44858" w:rsidP="00B44858"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1"/>
          </w:p>
        </w:tc>
        <w:tc>
          <w:tcPr>
            <w:tcW w:w="898" w:type="dxa"/>
            <w:gridSpan w:val="2"/>
            <w:noWrap/>
            <w:vAlign w:val="center"/>
          </w:tcPr>
          <w:p w14:paraId="77B42329" w14:textId="77777777" w:rsidR="00B44858" w:rsidRDefault="00B44858" w:rsidP="00B44858">
            <w:r>
              <w:t>632</w:t>
            </w:r>
          </w:p>
        </w:tc>
        <w:tc>
          <w:tcPr>
            <w:tcW w:w="8549" w:type="dxa"/>
            <w:gridSpan w:val="9"/>
            <w:noWrap/>
            <w:vAlign w:val="center"/>
          </w:tcPr>
          <w:p w14:paraId="54B5D727" w14:textId="77777777" w:rsidR="00B44858" w:rsidRDefault="00B44858" w:rsidP="00B44858">
            <w:r>
              <w:t>Bewerbungsbedingungen (Ausgabe 2017)</w:t>
            </w:r>
          </w:p>
        </w:tc>
      </w:tr>
      <w:tr w:rsidR="00B44858" w:rsidRPr="004D73E7" w14:paraId="259CABB2" w14:textId="77777777" w:rsidTr="004E258D">
        <w:trPr>
          <w:trHeight w:val="284"/>
        </w:trPr>
        <w:tc>
          <w:tcPr>
            <w:tcW w:w="473" w:type="dxa"/>
            <w:noWrap/>
            <w:tcMar>
              <w:left w:w="28" w:type="dxa"/>
            </w:tcMar>
            <w:vAlign w:val="center"/>
          </w:tcPr>
          <w:p w14:paraId="619F6497" w14:textId="77777777" w:rsidR="00B44858" w:rsidRDefault="00B44858" w:rsidP="00B44858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98" w:type="dxa"/>
            <w:gridSpan w:val="2"/>
            <w:noWrap/>
            <w:vAlign w:val="center"/>
          </w:tcPr>
          <w:p w14:paraId="3AE2CC99" w14:textId="77777777" w:rsidR="00B44858" w:rsidRDefault="00B44858" w:rsidP="00B44858">
            <w:r>
              <w:t>227</w:t>
            </w:r>
          </w:p>
        </w:tc>
        <w:tc>
          <w:tcPr>
            <w:tcW w:w="8549" w:type="dxa"/>
            <w:gridSpan w:val="9"/>
            <w:noWrap/>
            <w:vAlign w:val="center"/>
          </w:tcPr>
          <w:p w14:paraId="29CFD7F5" w14:textId="77777777" w:rsidR="00B44858" w:rsidRDefault="00B44858" w:rsidP="00B44858">
            <w:r>
              <w:t>Zuschlagskriterien</w:t>
            </w:r>
          </w:p>
        </w:tc>
      </w:tr>
      <w:tr w:rsidR="00B44858" w:rsidRPr="004D73E7" w14:paraId="781ED34D" w14:textId="77777777" w:rsidTr="004E258D">
        <w:trPr>
          <w:trHeight w:val="284"/>
        </w:trPr>
        <w:tc>
          <w:tcPr>
            <w:tcW w:w="473" w:type="dxa"/>
            <w:noWrap/>
            <w:tcMar>
              <w:left w:w="28" w:type="dxa"/>
            </w:tcMar>
            <w:vAlign w:val="center"/>
          </w:tcPr>
          <w:p w14:paraId="06738F67" w14:textId="77777777" w:rsidR="00B44858" w:rsidRDefault="00B44858" w:rsidP="00B44858"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98" w:type="dxa"/>
            <w:gridSpan w:val="2"/>
            <w:noWrap/>
            <w:vAlign w:val="center"/>
          </w:tcPr>
          <w:p w14:paraId="1A511DB0" w14:textId="77777777" w:rsidR="00B44858" w:rsidRDefault="00B44858" w:rsidP="00B44858"/>
        </w:tc>
        <w:tc>
          <w:tcPr>
            <w:tcW w:w="8549" w:type="dxa"/>
            <w:gridSpan w:val="9"/>
            <w:noWrap/>
            <w:vAlign w:val="center"/>
          </w:tcPr>
          <w:p w14:paraId="34ECB66A" w14:textId="77777777" w:rsidR="00B44858" w:rsidRDefault="00B44858" w:rsidP="00B44858"/>
        </w:tc>
      </w:tr>
      <w:tr w:rsidR="00B44858" w:rsidRPr="004D73E7" w14:paraId="7BEF4BAB" w14:textId="77777777" w:rsidTr="004E258D">
        <w:trPr>
          <w:trHeight w:val="284"/>
        </w:trPr>
        <w:tc>
          <w:tcPr>
            <w:tcW w:w="473" w:type="dxa"/>
            <w:noWrap/>
            <w:tcMar>
              <w:left w:w="28" w:type="dxa"/>
            </w:tcMar>
            <w:vAlign w:val="center"/>
          </w:tcPr>
          <w:p w14:paraId="519D2629" w14:textId="77777777" w:rsidR="00B44858" w:rsidRDefault="00B44858" w:rsidP="00B44858"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98" w:type="dxa"/>
            <w:gridSpan w:val="2"/>
            <w:noWrap/>
            <w:vAlign w:val="center"/>
          </w:tcPr>
          <w:p w14:paraId="14CDD009" w14:textId="77777777" w:rsidR="00B44858" w:rsidRDefault="00B44858" w:rsidP="00B44858"/>
        </w:tc>
        <w:tc>
          <w:tcPr>
            <w:tcW w:w="8549" w:type="dxa"/>
            <w:gridSpan w:val="9"/>
            <w:noWrap/>
            <w:vAlign w:val="bottom"/>
          </w:tcPr>
          <w:p w14:paraId="36B29447" w14:textId="77777777" w:rsidR="00B44858" w:rsidRDefault="00B44858" w:rsidP="00B44858"/>
        </w:tc>
      </w:tr>
      <w:tr w:rsidR="00B44858" w:rsidRPr="004D73E7" w14:paraId="3F81CD67" w14:textId="77777777" w:rsidTr="004E258D">
        <w:trPr>
          <w:trHeight w:val="284"/>
        </w:trPr>
        <w:tc>
          <w:tcPr>
            <w:tcW w:w="473" w:type="dxa"/>
            <w:noWrap/>
            <w:tcMar>
              <w:left w:w="28" w:type="dxa"/>
            </w:tcMar>
            <w:vAlign w:val="center"/>
          </w:tcPr>
          <w:p w14:paraId="2636E432" w14:textId="77777777" w:rsidR="00B44858" w:rsidRDefault="00B44858" w:rsidP="00B44858"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98" w:type="dxa"/>
            <w:gridSpan w:val="2"/>
            <w:noWrap/>
            <w:vAlign w:val="center"/>
          </w:tcPr>
          <w:p w14:paraId="22DD1C6C" w14:textId="77777777" w:rsidR="00B44858" w:rsidRDefault="00B44858" w:rsidP="00B44858"/>
        </w:tc>
        <w:tc>
          <w:tcPr>
            <w:tcW w:w="8549" w:type="dxa"/>
            <w:gridSpan w:val="9"/>
            <w:noWrap/>
            <w:vAlign w:val="bottom"/>
          </w:tcPr>
          <w:p w14:paraId="17980EF0" w14:textId="77777777" w:rsidR="00B44858" w:rsidRDefault="00B44858" w:rsidP="00B44858"/>
        </w:tc>
      </w:tr>
      <w:tr w:rsidR="00B44858" w:rsidRPr="004D73E7" w14:paraId="6ED8E416" w14:textId="77777777" w:rsidTr="004E258D">
        <w:trPr>
          <w:trHeight w:val="284"/>
        </w:trPr>
        <w:tc>
          <w:tcPr>
            <w:tcW w:w="473" w:type="dxa"/>
            <w:noWrap/>
            <w:tcMar>
              <w:left w:w="28" w:type="dxa"/>
            </w:tcMar>
            <w:vAlign w:val="center"/>
          </w:tcPr>
          <w:p w14:paraId="71B1B571" w14:textId="77777777" w:rsidR="00B44858" w:rsidRDefault="00B44858" w:rsidP="00B44858"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98" w:type="dxa"/>
            <w:gridSpan w:val="2"/>
            <w:noWrap/>
            <w:vAlign w:val="center"/>
          </w:tcPr>
          <w:p w14:paraId="498AA5C3" w14:textId="77777777" w:rsidR="00B44858" w:rsidRDefault="00B44858" w:rsidP="00B44858"/>
        </w:tc>
        <w:tc>
          <w:tcPr>
            <w:tcW w:w="8549" w:type="dxa"/>
            <w:gridSpan w:val="9"/>
            <w:noWrap/>
            <w:vAlign w:val="bottom"/>
          </w:tcPr>
          <w:p w14:paraId="67061177" w14:textId="77777777" w:rsidR="00B44858" w:rsidRDefault="00B44858" w:rsidP="00B44858"/>
        </w:tc>
      </w:tr>
      <w:tr w:rsidR="00B44858" w:rsidRPr="004D73E7" w14:paraId="0815FD86" w14:textId="77777777" w:rsidTr="004E258D">
        <w:trPr>
          <w:trHeight w:val="397"/>
        </w:trPr>
        <w:tc>
          <w:tcPr>
            <w:tcW w:w="473" w:type="dxa"/>
            <w:noWrap/>
            <w:tcMar>
              <w:left w:w="28" w:type="dxa"/>
            </w:tcMar>
            <w:vAlign w:val="center"/>
          </w:tcPr>
          <w:p w14:paraId="11B30260" w14:textId="77777777" w:rsidR="00B44858" w:rsidRPr="00A82A4A" w:rsidRDefault="00B44858" w:rsidP="00B44858">
            <w:pPr>
              <w:spacing w:before="120"/>
              <w:rPr>
                <w:b/>
              </w:rPr>
            </w:pPr>
            <w:r w:rsidRPr="00A82A4A">
              <w:rPr>
                <w:b/>
              </w:rPr>
              <w:t>B)</w:t>
            </w:r>
          </w:p>
        </w:tc>
        <w:tc>
          <w:tcPr>
            <w:tcW w:w="9447" w:type="dxa"/>
            <w:gridSpan w:val="11"/>
            <w:noWrap/>
            <w:vAlign w:val="center"/>
          </w:tcPr>
          <w:p w14:paraId="1B6EE363" w14:textId="77777777" w:rsidR="00B44858" w:rsidRPr="00A82A4A" w:rsidRDefault="00B44858" w:rsidP="00B44858">
            <w:pPr>
              <w:spacing w:before="120"/>
              <w:rPr>
                <w:b/>
              </w:rPr>
            </w:pPr>
            <w:r>
              <w:rPr>
                <w:b/>
              </w:rPr>
              <w:t>die beim Bieter verbleiben und Vertragsbestandteil werden:</w:t>
            </w:r>
          </w:p>
        </w:tc>
      </w:tr>
      <w:tr w:rsidR="00B44858" w:rsidRPr="004D73E7" w14:paraId="7097528F" w14:textId="77777777" w:rsidTr="004E258D">
        <w:trPr>
          <w:trHeight w:val="284"/>
        </w:trPr>
        <w:tc>
          <w:tcPr>
            <w:tcW w:w="473" w:type="dxa"/>
            <w:noWrap/>
            <w:tcMar>
              <w:left w:w="28" w:type="dxa"/>
            </w:tcMar>
            <w:vAlign w:val="center"/>
          </w:tcPr>
          <w:p w14:paraId="4EABA5C4" w14:textId="77777777" w:rsidR="00B44858" w:rsidRDefault="00B44858" w:rsidP="00B44858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98" w:type="dxa"/>
            <w:gridSpan w:val="2"/>
            <w:noWrap/>
            <w:vAlign w:val="center"/>
          </w:tcPr>
          <w:p w14:paraId="2A0330DD" w14:textId="77777777" w:rsidR="00B44858" w:rsidRDefault="00B44858" w:rsidP="00B44858"/>
        </w:tc>
        <w:tc>
          <w:tcPr>
            <w:tcW w:w="8549" w:type="dxa"/>
            <w:gridSpan w:val="9"/>
            <w:noWrap/>
            <w:vAlign w:val="center"/>
          </w:tcPr>
          <w:p w14:paraId="57764DE6" w14:textId="7FDB330B" w:rsidR="00B44858" w:rsidRDefault="00B44858" w:rsidP="00B44858">
            <w:r>
              <w:t xml:space="preserve">Teile der </w:t>
            </w:r>
            <w:r w:rsidRPr="004749BE">
              <w:t>Leistungsbeschreibung</w:t>
            </w:r>
            <w:r>
              <w:t xml:space="preserve">: </w:t>
            </w:r>
            <w:r w:rsidR="00575EF8">
              <w:t xml:space="preserve">Vorbemerkungen, </w:t>
            </w:r>
            <w:r>
              <w:t>Beschreibung, Pläne, sonstige Anlagen</w:t>
            </w:r>
          </w:p>
        </w:tc>
      </w:tr>
      <w:tr w:rsidR="00B44858" w:rsidRPr="004D73E7" w14:paraId="22ABAB24" w14:textId="77777777" w:rsidTr="004E258D">
        <w:trPr>
          <w:trHeight w:val="284"/>
        </w:trPr>
        <w:tc>
          <w:tcPr>
            <w:tcW w:w="473" w:type="dxa"/>
            <w:noWrap/>
            <w:tcMar>
              <w:left w:w="28" w:type="dxa"/>
            </w:tcMar>
            <w:vAlign w:val="center"/>
          </w:tcPr>
          <w:p w14:paraId="78472843" w14:textId="0E80936A" w:rsidR="00B44858" w:rsidRDefault="008F06BA" w:rsidP="00B44858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98" w:type="dxa"/>
            <w:gridSpan w:val="2"/>
            <w:noWrap/>
            <w:vAlign w:val="center"/>
          </w:tcPr>
          <w:p w14:paraId="5CE09D55" w14:textId="77777777" w:rsidR="00B44858" w:rsidRDefault="00B44858" w:rsidP="00B44858">
            <w:r>
              <w:t>634</w:t>
            </w:r>
          </w:p>
        </w:tc>
        <w:tc>
          <w:tcPr>
            <w:tcW w:w="8549" w:type="dxa"/>
            <w:gridSpan w:val="9"/>
            <w:noWrap/>
            <w:vAlign w:val="center"/>
          </w:tcPr>
          <w:p w14:paraId="30009D9F" w14:textId="77777777" w:rsidR="00B44858" w:rsidRDefault="00B44858" w:rsidP="00B44858">
            <w:r>
              <w:t>Besondere Vertragsbedingungen</w:t>
            </w:r>
          </w:p>
        </w:tc>
      </w:tr>
      <w:tr w:rsidR="00B44858" w14:paraId="1F1BA0F8" w14:textId="77777777" w:rsidTr="004E258D">
        <w:trPr>
          <w:trHeight w:val="284"/>
        </w:trPr>
        <w:tc>
          <w:tcPr>
            <w:tcW w:w="473" w:type="dxa"/>
            <w:noWrap/>
            <w:tcMar>
              <w:left w:w="28" w:type="dxa"/>
            </w:tcMar>
            <w:vAlign w:val="center"/>
          </w:tcPr>
          <w:p w14:paraId="2ED13768" w14:textId="77777777" w:rsidR="00B44858" w:rsidRDefault="00B44858" w:rsidP="00B44858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98" w:type="dxa"/>
            <w:gridSpan w:val="2"/>
            <w:noWrap/>
            <w:vAlign w:val="center"/>
          </w:tcPr>
          <w:p w14:paraId="2B475485" w14:textId="77777777" w:rsidR="00B44858" w:rsidRDefault="00B44858" w:rsidP="00B44858">
            <w:r>
              <w:t>635</w:t>
            </w:r>
          </w:p>
        </w:tc>
        <w:tc>
          <w:tcPr>
            <w:tcW w:w="8549" w:type="dxa"/>
            <w:gridSpan w:val="9"/>
            <w:noWrap/>
            <w:vAlign w:val="center"/>
          </w:tcPr>
          <w:p w14:paraId="6A822D95" w14:textId="77777777" w:rsidR="00B44858" w:rsidRDefault="00B44858" w:rsidP="00B44858">
            <w:r>
              <w:t>Zusätzliche Vertragsbedingungen (Ausgabe 2017)</w:t>
            </w:r>
          </w:p>
        </w:tc>
      </w:tr>
      <w:tr w:rsidR="00B44858" w14:paraId="301F4B36" w14:textId="77777777" w:rsidTr="004E258D">
        <w:trPr>
          <w:trHeight w:val="284"/>
        </w:trPr>
        <w:tc>
          <w:tcPr>
            <w:tcW w:w="473" w:type="dxa"/>
            <w:noWrap/>
            <w:tcMar>
              <w:left w:w="28" w:type="dxa"/>
            </w:tcMar>
            <w:vAlign w:val="center"/>
          </w:tcPr>
          <w:p w14:paraId="01FB1CE5" w14:textId="77777777" w:rsidR="00B44858" w:rsidRDefault="00B44858" w:rsidP="00B44858"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98" w:type="dxa"/>
            <w:gridSpan w:val="2"/>
            <w:noWrap/>
            <w:vAlign w:val="center"/>
          </w:tcPr>
          <w:p w14:paraId="199025A8" w14:textId="77777777" w:rsidR="00B44858" w:rsidRDefault="00B44858" w:rsidP="00B44858">
            <w:r>
              <w:t>241</w:t>
            </w:r>
          </w:p>
        </w:tc>
        <w:tc>
          <w:tcPr>
            <w:tcW w:w="8549" w:type="dxa"/>
            <w:gridSpan w:val="9"/>
            <w:noWrap/>
            <w:vAlign w:val="center"/>
          </w:tcPr>
          <w:p w14:paraId="4A0154CE" w14:textId="77777777" w:rsidR="00B44858" w:rsidRDefault="00B44858" w:rsidP="00B44858">
            <w:r>
              <w:t>Abfall</w:t>
            </w:r>
          </w:p>
        </w:tc>
      </w:tr>
      <w:tr w:rsidR="00B44858" w14:paraId="2541A886" w14:textId="77777777" w:rsidTr="004E258D">
        <w:trPr>
          <w:trHeight w:val="284"/>
        </w:trPr>
        <w:tc>
          <w:tcPr>
            <w:tcW w:w="473" w:type="dxa"/>
            <w:noWrap/>
            <w:tcMar>
              <w:left w:w="28" w:type="dxa"/>
            </w:tcMar>
            <w:vAlign w:val="center"/>
          </w:tcPr>
          <w:p w14:paraId="3B95316E" w14:textId="77777777" w:rsidR="00B44858" w:rsidRDefault="00B44858" w:rsidP="00B44858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98" w:type="dxa"/>
            <w:gridSpan w:val="2"/>
            <w:noWrap/>
            <w:vAlign w:val="center"/>
          </w:tcPr>
          <w:p w14:paraId="6596287E" w14:textId="77777777" w:rsidR="00B44858" w:rsidRDefault="00B44858" w:rsidP="00B44858">
            <w:r>
              <w:t>244</w:t>
            </w:r>
          </w:p>
        </w:tc>
        <w:tc>
          <w:tcPr>
            <w:tcW w:w="8549" w:type="dxa"/>
            <w:gridSpan w:val="9"/>
            <w:noWrap/>
            <w:vAlign w:val="center"/>
          </w:tcPr>
          <w:p w14:paraId="4C9C5A51" w14:textId="77777777" w:rsidR="00B44858" w:rsidRDefault="00B44858" w:rsidP="00B44858">
            <w:r>
              <w:t>Datenverarbeitung</w:t>
            </w:r>
          </w:p>
        </w:tc>
      </w:tr>
      <w:tr w:rsidR="00B44858" w14:paraId="0E6D0A02" w14:textId="77777777" w:rsidTr="004E258D">
        <w:trPr>
          <w:trHeight w:val="284"/>
        </w:trPr>
        <w:tc>
          <w:tcPr>
            <w:tcW w:w="473" w:type="dxa"/>
            <w:noWrap/>
            <w:tcMar>
              <w:left w:w="28" w:type="dxa"/>
            </w:tcMar>
            <w:vAlign w:val="center"/>
          </w:tcPr>
          <w:p w14:paraId="62EAE103" w14:textId="77777777" w:rsidR="00B44858" w:rsidRDefault="00B44858" w:rsidP="00B44858"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98" w:type="dxa"/>
            <w:gridSpan w:val="2"/>
            <w:noWrap/>
            <w:vAlign w:val="center"/>
          </w:tcPr>
          <w:p w14:paraId="67C7231A" w14:textId="77777777" w:rsidR="00B44858" w:rsidRDefault="00B44858" w:rsidP="00B44858">
            <w:r>
              <w:t>246</w:t>
            </w:r>
          </w:p>
        </w:tc>
        <w:tc>
          <w:tcPr>
            <w:tcW w:w="8549" w:type="dxa"/>
            <w:gridSpan w:val="9"/>
            <w:noWrap/>
            <w:vAlign w:val="center"/>
          </w:tcPr>
          <w:p w14:paraId="5D9A95AE" w14:textId="77777777" w:rsidR="00B44858" w:rsidRDefault="00B44858" w:rsidP="00B44858">
            <w:r>
              <w:t>Aufträge für Gaststreitkräfte</w:t>
            </w:r>
          </w:p>
        </w:tc>
      </w:tr>
      <w:tr w:rsidR="00B44858" w14:paraId="62369462" w14:textId="77777777" w:rsidTr="004E258D">
        <w:trPr>
          <w:trHeight w:val="284"/>
        </w:trPr>
        <w:tc>
          <w:tcPr>
            <w:tcW w:w="473" w:type="dxa"/>
            <w:noWrap/>
            <w:tcMar>
              <w:left w:w="28" w:type="dxa"/>
            </w:tcMar>
            <w:vAlign w:val="center"/>
          </w:tcPr>
          <w:p w14:paraId="0825A162" w14:textId="77777777" w:rsidR="00B44858" w:rsidRDefault="00B44858" w:rsidP="00B44858"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98" w:type="dxa"/>
            <w:gridSpan w:val="2"/>
            <w:noWrap/>
            <w:vAlign w:val="center"/>
          </w:tcPr>
          <w:p w14:paraId="26ACD7FD" w14:textId="77777777" w:rsidR="00B44858" w:rsidRDefault="00B44858" w:rsidP="00B44858">
            <w:r>
              <w:t>247</w:t>
            </w:r>
          </w:p>
        </w:tc>
        <w:tc>
          <w:tcPr>
            <w:tcW w:w="8549" w:type="dxa"/>
            <w:gridSpan w:val="9"/>
            <w:noWrap/>
            <w:vAlign w:val="center"/>
          </w:tcPr>
          <w:p w14:paraId="4FE6BEE7" w14:textId="77777777" w:rsidR="00B44858" w:rsidRDefault="00B44858" w:rsidP="00B44858">
            <w:r>
              <w:t>Aufträge mit besonderen Anforderungen aufgrund Geheimschutz oder Sabotageschutz</w:t>
            </w:r>
          </w:p>
        </w:tc>
      </w:tr>
      <w:tr w:rsidR="00B44858" w14:paraId="56681984" w14:textId="77777777" w:rsidTr="004E258D">
        <w:trPr>
          <w:trHeight w:val="284"/>
        </w:trPr>
        <w:tc>
          <w:tcPr>
            <w:tcW w:w="473" w:type="dxa"/>
            <w:noWrap/>
            <w:tcMar>
              <w:left w:w="28" w:type="dxa"/>
            </w:tcMar>
            <w:vAlign w:val="center"/>
          </w:tcPr>
          <w:p w14:paraId="62E76617" w14:textId="77777777" w:rsidR="00B44858" w:rsidRDefault="00B44858" w:rsidP="00B44858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98" w:type="dxa"/>
            <w:gridSpan w:val="2"/>
            <w:noWrap/>
            <w:vAlign w:val="center"/>
          </w:tcPr>
          <w:p w14:paraId="62446F2C" w14:textId="77777777" w:rsidR="00B44858" w:rsidRDefault="00B44858" w:rsidP="00B44858">
            <w:r>
              <w:t>625</w:t>
            </w:r>
          </w:p>
        </w:tc>
        <w:tc>
          <w:tcPr>
            <w:tcW w:w="8549" w:type="dxa"/>
            <w:gridSpan w:val="9"/>
            <w:noWrap/>
            <w:vAlign w:val="center"/>
          </w:tcPr>
          <w:p w14:paraId="7669DD9F" w14:textId="77777777" w:rsidR="00B44858" w:rsidRDefault="00B44858" w:rsidP="00B44858">
            <w:r>
              <w:t>NATO Infrastrukturbauten</w:t>
            </w:r>
          </w:p>
        </w:tc>
      </w:tr>
      <w:tr w:rsidR="00B44858" w:rsidRPr="004D73E7" w14:paraId="23C0F295" w14:textId="77777777" w:rsidTr="004E258D">
        <w:trPr>
          <w:trHeight w:val="284"/>
        </w:trPr>
        <w:tc>
          <w:tcPr>
            <w:tcW w:w="473" w:type="dxa"/>
            <w:noWrap/>
            <w:tcMar>
              <w:left w:w="28" w:type="dxa"/>
            </w:tcMar>
            <w:vAlign w:val="center"/>
          </w:tcPr>
          <w:p w14:paraId="72A7C76C" w14:textId="7D8831C4" w:rsidR="00B44858" w:rsidRDefault="008F06BA" w:rsidP="00B44858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98" w:type="dxa"/>
            <w:gridSpan w:val="2"/>
            <w:noWrap/>
            <w:vAlign w:val="center"/>
          </w:tcPr>
          <w:p w14:paraId="299A7EB6" w14:textId="77777777" w:rsidR="00B44858" w:rsidRDefault="00B44858" w:rsidP="00B44858"/>
        </w:tc>
        <w:tc>
          <w:tcPr>
            <w:tcW w:w="8549" w:type="dxa"/>
            <w:gridSpan w:val="9"/>
            <w:noWrap/>
            <w:vAlign w:val="center"/>
          </w:tcPr>
          <w:p w14:paraId="26FBC4FD" w14:textId="0F94F372" w:rsidR="00B44858" w:rsidRDefault="008F06BA" w:rsidP="00B44858">
            <w:r>
              <w:t>Informationen zur Datenerhebung</w:t>
            </w:r>
          </w:p>
        </w:tc>
      </w:tr>
      <w:tr w:rsidR="00B44858" w14:paraId="0332C5FE" w14:textId="77777777" w:rsidTr="004E258D">
        <w:trPr>
          <w:trHeight w:val="284"/>
        </w:trPr>
        <w:tc>
          <w:tcPr>
            <w:tcW w:w="473" w:type="dxa"/>
            <w:noWrap/>
            <w:tcMar>
              <w:left w:w="28" w:type="dxa"/>
            </w:tcMar>
            <w:vAlign w:val="center"/>
          </w:tcPr>
          <w:p w14:paraId="3C26FB59" w14:textId="77777777" w:rsidR="00B44858" w:rsidRDefault="00B44858" w:rsidP="00B44858"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98" w:type="dxa"/>
            <w:gridSpan w:val="2"/>
            <w:noWrap/>
            <w:vAlign w:val="center"/>
          </w:tcPr>
          <w:p w14:paraId="3E85482B" w14:textId="77777777" w:rsidR="00B44858" w:rsidRDefault="00B44858" w:rsidP="00B44858"/>
        </w:tc>
        <w:tc>
          <w:tcPr>
            <w:tcW w:w="8549" w:type="dxa"/>
            <w:gridSpan w:val="9"/>
            <w:noWrap/>
            <w:vAlign w:val="center"/>
          </w:tcPr>
          <w:p w14:paraId="1A2E745D" w14:textId="77777777" w:rsidR="00B44858" w:rsidRDefault="00B44858" w:rsidP="00B44858"/>
        </w:tc>
      </w:tr>
      <w:tr w:rsidR="00B44858" w14:paraId="0F991C93" w14:textId="77777777" w:rsidTr="004E258D">
        <w:trPr>
          <w:trHeight w:val="284"/>
        </w:trPr>
        <w:tc>
          <w:tcPr>
            <w:tcW w:w="473" w:type="dxa"/>
            <w:noWrap/>
            <w:tcMar>
              <w:left w:w="28" w:type="dxa"/>
            </w:tcMar>
            <w:vAlign w:val="center"/>
          </w:tcPr>
          <w:p w14:paraId="4DE24936" w14:textId="77777777" w:rsidR="00B44858" w:rsidRDefault="00B44858" w:rsidP="00B44858"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98" w:type="dxa"/>
            <w:gridSpan w:val="2"/>
            <w:noWrap/>
            <w:vAlign w:val="center"/>
          </w:tcPr>
          <w:p w14:paraId="7D1F6F56" w14:textId="77777777" w:rsidR="00B44858" w:rsidRDefault="00B44858" w:rsidP="00B44858"/>
        </w:tc>
        <w:tc>
          <w:tcPr>
            <w:tcW w:w="8549" w:type="dxa"/>
            <w:gridSpan w:val="9"/>
            <w:noWrap/>
            <w:vAlign w:val="center"/>
          </w:tcPr>
          <w:p w14:paraId="39FF3B77" w14:textId="77777777" w:rsidR="00B44858" w:rsidRDefault="00B44858" w:rsidP="00B44858"/>
        </w:tc>
      </w:tr>
      <w:tr w:rsidR="00B44858" w14:paraId="6E2125E2" w14:textId="77777777" w:rsidTr="004E258D">
        <w:trPr>
          <w:trHeight w:val="284"/>
        </w:trPr>
        <w:tc>
          <w:tcPr>
            <w:tcW w:w="473" w:type="dxa"/>
            <w:noWrap/>
            <w:tcMar>
              <w:left w:w="28" w:type="dxa"/>
            </w:tcMar>
            <w:vAlign w:val="center"/>
          </w:tcPr>
          <w:p w14:paraId="7FE9ECCB" w14:textId="77777777" w:rsidR="00B44858" w:rsidRDefault="00B44858" w:rsidP="00B44858"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98" w:type="dxa"/>
            <w:gridSpan w:val="2"/>
            <w:noWrap/>
            <w:vAlign w:val="center"/>
          </w:tcPr>
          <w:p w14:paraId="4C2E2D31" w14:textId="77777777" w:rsidR="00B44858" w:rsidRDefault="00B44858" w:rsidP="00B44858"/>
        </w:tc>
        <w:tc>
          <w:tcPr>
            <w:tcW w:w="8549" w:type="dxa"/>
            <w:gridSpan w:val="9"/>
            <w:noWrap/>
            <w:vAlign w:val="center"/>
          </w:tcPr>
          <w:p w14:paraId="22889DF9" w14:textId="77777777" w:rsidR="00B44858" w:rsidRDefault="00B44858" w:rsidP="00B44858"/>
        </w:tc>
      </w:tr>
      <w:tr w:rsidR="00B44858" w14:paraId="606296BC" w14:textId="77777777" w:rsidTr="004E258D">
        <w:trPr>
          <w:trHeight w:val="284"/>
        </w:trPr>
        <w:tc>
          <w:tcPr>
            <w:tcW w:w="473" w:type="dxa"/>
            <w:noWrap/>
            <w:tcMar>
              <w:left w:w="28" w:type="dxa"/>
            </w:tcMar>
            <w:vAlign w:val="center"/>
          </w:tcPr>
          <w:p w14:paraId="08B7336F" w14:textId="77777777" w:rsidR="00B44858" w:rsidRDefault="00B44858" w:rsidP="00B44858"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98" w:type="dxa"/>
            <w:gridSpan w:val="2"/>
            <w:noWrap/>
            <w:vAlign w:val="center"/>
          </w:tcPr>
          <w:p w14:paraId="773CE530" w14:textId="77777777" w:rsidR="00B44858" w:rsidRDefault="00B44858" w:rsidP="00B44858"/>
        </w:tc>
        <w:tc>
          <w:tcPr>
            <w:tcW w:w="8549" w:type="dxa"/>
            <w:gridSpan w:val="9"/>
            <w:noWrap/>
            <w:vAlign w:val="center"/>
          </w:tcPr>
          <w:p w14:paraId="763167A8" w14:textId="77777777" w:rsidR="00B44858" w:rsidRDefault="00B44858" w:rsidP="00B44858"/>
        </w:tc>
      </w:tr>
      <w:tr w:rsidR="00B44858" w14:paraId="404E3895" w14:textId="77777777" w:rsidTr="004E258D">
        <w:trPr>
          <w:trHeight w:val="284"/>
        </w:trPr>
        <w:tc>
          <w:tcPr>
            <w:tcW w:w="473" w:type="dxa"/>
            <w:noWrap/>
            <w:tcMar>
              <w:left w:w="28" w:type="dxa"/>
            </w:tcMar>
            <w:vAlign w:val="center"/>
          </w:tcPr>
          <w:p w14:paraId="413D8A21" w14:textId="77777777" w:rsidR="00B44858" w:rsidRDefault="00B44858" w:rsidP="00B44858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98" w:type="dxa"/>
            <w:gridSpan w:val="2"/>
            <w:noWrap/>
            <w:vAlign w:val="center"/>
          </w:tcPr>
          <w:p w14:paraId="70E8FA0A" w14:textId="77777777" w:rsidR="00B44858" w:rsidRDefault="00B44858" w:rsidP="00B44858"/>
        </w:tc>
        <w:tc>
          <w:tcPr>
            <w:tcW w:w="8549" w:type="dxa"/>
            <w:gridSpan w:val="9"/>
            <w:noWrap/>
            <w:vAlign w:val="center"/>
          </w:tcPr>
          <w:p w14:paraId="34CD3A9C" w14:textId="77777777" w:rsidR="00B44858" w:rsidRDefault="00B44858" w:rsidP="00B44858"/>
        </w:tc>
      </w:tr>
      <w:tr w:rsidR="00B44858" w14:paraId="57C9B27E" w14:textId="77777777" w:rsidTr="004E258D">
        <w:trPr>
          <w:trHeight w:val="284"/>
        </w:trPr>
        <w:tc>
          <w:tcPr>
            <w:tcW w:w="473" w:type="dxa"/>
            <w:noWrap/>
            <w:tcMar>
              <w:left w:w="28" w:type="dxa"/>
            </w:tcMar>
            <w:vAlign w:val="center"/>
          </w:tcPr>
          <w:p w14:paraId="13DD71AA" w14:textId="77777777" w:rsidR="00B44858" w:rsidRDefault="00B44858" w:rsidP="00B44858">
            <w: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98" w:type="dxa"/>
            <w:gridSpan w:val="2"/>
            <w:noWrap/>
            <w:vAlign w:val="center"/>
          </w:tcPr>
          <w:p w14:paraId="315E4FD0" w14:textId="77777777" w:rsidR="00B44858" w:rsidRDefault="00B44858" w:rsidP="00B44858"/>
        </w:tc>
        <w:tc>
          <w:tcPr>
            <w:tcW w:w="8549" w:type="dxa"/>
            <w:gridSpan w:val="9"/>
            <w:noWrap/>
            <w:vAlign w:val="center"/>
          </w:tcPr>
          <w:p w14:paraId="0A28BC3A" w14:textId="77777777" w:rsidR="00B44858" w:rsidRDefault="00B44858" w:rsidP="00B44858"/>
        </w:tc>
      </w:tr>
      <w:tr w:rsidR="00B44858" w:rsidRPr="00520D3B" w14:paraId="082F33AF" w14:textId="77777777" w:rsidTr="004E258D">
        <w:trPr>
          <w:trHeight w:val="397"/>
        </w:trPr>
        <w:tc>
          <w:tcPr>
            <w:tcW w:w="489" w:type="dxa"/>
            <w:noWrap/>
            <w:tcMar>
              <w:left w:w="28" w:type="dxa"/>
            </w:tcMar>
            <w:vAlign w:val="center"/>
          </w:tcPr>
          <w:p w14:paraId="6FD1792B" w14:textId="77777777" w:rsidR="00B44858" w:rsidRDefault="00B44858" w:rsidP="00B44858">
            <w:pPr>
              <w:pStyle w:val="FormatvorlageFettLinks0cmHngend1cm"/>
              <w:spacing w:before="120"/>
            </w:pPr>
            <w:r>
              <w:rPr>
                <w:b w:val="0"/>
                <w:bCs w:val="0"/>
              </w:rPr>
              <w:br w:type="page"/>
            </w:r>
            <w:r>
              <w:t>C)</w:t>
            </w:r>
          </w:p>
        </w:tc>
        <w:tc>
          <w:tcPr>
            <w:tcW w:w="9431" w:type="dxa"/>
            <w:gridSpan w:val="11"/>
            <w:noWrap/>
            <w:vAlign w:val="center"/>
          </w:tcPr>
          <w:p w14:paraId="522247F4" w14:textId="77777777" w:rsidR="00B44858" w:rsidRPr="00520D3B" w:rsidRDefault="00B44858" w:rsidP="00B44858">
            <w:pPr>
              <w:spacing w:before="120"/>
            </w:pPr>
            <w:r>
              <w:rPr>
                <w:b/>
              </w:rPr>
              <w:t>die, soweit erforderlich, ausgefüllt mit dem Angebot einzureichen sind:</w:t>
            </w:r>
          </w:p>
        </w:tc>
      </w:tr>
      <w:tr w:rsidR="00B44858" w:rsidRPr="004D73E7" w14:paraId="232F4443" w14:textId="77777777" w:rsidTr="00EC61B9">
        <w:trPr>
          <w:trHeight w:val="284"/>
        </w:trPr>
        <w:tc>
          <w:tcPr>
            <w:tcW w:w="473" w:type="dxa"/>
            <w:noWrap/>
            <w:tcMar>
              <w:left w:w="28" w:type="dxa"/>
            </w:tcMar>
            <w:vAlign w:val="center"/>
          </w:tcPr>
          <w:p w14:paraId="15DE8476" w14:textId="77777777" w:rsidR="00B44858" w:rsidRDefault="00B44858" w:rsidP="00B44858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73" w:type="dxa"/>
            <w:gridSpan w:val="3"/>
            <w:noWrap/>
            <w:vAlign w:val="center"/>
          </w:tcPr>
          <w:p w14:paraId="148C6C13" w14:textId="77777777" w:rsidR="00B44858" w:rsidRDefault="00B44858" w:rsidP="00B44858">
            <w:r>
              <w:t>633</w:t>
            </w:r>
          </w:p>
        </w:tc>
        <w:tc>
          <w:tcPr>
            <w:tcW w:w="8474" w:type="dxa"/>
            <w:gridSpan w:val="8"/>
            <w:noWrap/>
            <w:vAlign w:val="center"/>
          </w:tcPr>
          <w:p w14:paraId="6A1ADA22" w14:textId="77777777" w:rsidR="00B44858" w:rsidRDefault="00B44858" w:rsidP="00B44858">
            <w:r>
              <w:t>Angebotsschreiben</w:t>
            </w:r>
          </w:p>
        </w:tc>
      </w:tr>
      <w:tr w:rsidR="00B44858" w:rsidRPr="004D73E7" w14:paraId="1CE8A3A2" w14:textId="77777777" w:rsidTr="00EC61B9">
        <w:trPr>
          <w:trHeight w:val="284"/>
        </w:trPr>
        <w:tc>
          <w:tcPr>
            <w:tcW w:w="473" w:type="dxa"/>
            <w:noWrap/>
            <w:tcMar>
              <w:left w:w="28" w:type="dxa"/>
            </w:tcMar>
            <w:vAlign w:val="center"/>
          </w:tcPr>
          <w:p w14:paraId="675A861E" w14:textId="77777777" w:rsidR="00B44858" w:rsidRDefault="00B44858" w:rsidP="00B44858">
            <w:r w:rsidRPr="00483C89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83C89">
              <w:instrText xml:space="preserve"> FORMCHECKBOX </w:instrText>
            </w:r>
            <w:r w:rsidRPr="00483C89">
              <w:fldChar w:fldCharType="separate"/>
            </w:r>
            <w:r w:rsidRPr="00483C89">
              <w:fldChar w:fldCharType="end"/>
            </w:r>
          </w:p>
        </w:tc>
        <w:tc>
          <w:tcPr>
            <w:tcW w:w="973" w:type="dxa"/>
            <w:gridSpan w:val="3"/>
            <w:noWrap/>
            <w:vAlign w:val="center"/>
          </w:tcPr>
          <w:p w14:paraId="16D82D8E" w14:textId="77777777" w:rsidR="00B44858" w:rsidRDefault="00B44858" w:rsidP="00B44858"/>
        </w:tc>
        <w:tc>
          <w:tcPr>
            <w:tcW w:w="8474" w:type="dxa"/>
            <w:gridSpan w:val="8"/>
            <w:noWrap/>
            <w:vAlign w:val="center"/>
          </w:tcPr>
          <w:p w14:paraId="7E584F56" w14:textId="77777777" w:rsidR="00B44858" w:rsidRDefault="00B44858" w:rsidP="00B44858">
            <w:r>
              <w:t xml:space="preserve">Teile der </w:t>
            </w:r>
            <w:r w:rsidRPr="004749BE">
              <w:t>Leistungsbeschreibung</w:t>
            </w:r>
            <w:r>
              <w:t>: Leistungsverzeichnis/Leistungsprogramm</w:t>
            </w:r>
          </w:p>
        </w:tc>
      </w:tr>
      <w:tr w:rsidR="00B44858" w:rsidRPr="004D73E7" w14:paraId="17DF60EB" w14:textId="77777777" w:rsidTr="00EC61B9">
        <w:trPr>
          <w:trHeight w:val="284"/>
        </w:trPr>
        <w:tc>
          <w:tcPr>
            <w:tcW w:w="473" w:type="dxa"/>
            <w:noWrap/>
            <w:tcMar>
              <w:left w:w="28" w:type="dxa"/>
            </w:tcMar>
            <w:vAlign w:val="center"/>
          </w:tcPr>
          <w:p w14:paraId="23DA4E67" w14:textId="3AA9D7B5" w:rsidR="00B44858" w:rsidRPr="006A5D4D" w:rsidRDefault="007D338C" w:rsidP="00B44858">
            <w: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Kontrollkästchen25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2"/>
          </w:p>
        </w:tc>
        <w:tc>
          <w:tcPr>
            <w:tcW w:w="973" w:type="dxa"/>
            <w:gridSpan w:val="3"/>
            <w:noWrap/>
            <w:vAlign w:val="center"/>
          </w:tcPr>
          <w:p w14:paraId="08FE8303" w14:textId="77777777" w:rsidR="00B44858" w:rsidRDefault="00B44858" w:rsidP="00B44858">
            <w:r>
              <w:t>124_LD</w:t>
            </w:r>
          </w:p>
        </w:tc>
        <w:tc>
          <w:tcPr>
            <w:tcW w:w="8474" w:type="dxa"/>
            <w:gridSpan w:val="8"/>
            <w:noWrap/>
            <w:vAlign w:val="center"/>
          </w:tcPr>
          <w:p w14:paraId="26F4C968" w14:textId="77777777" w:rsidR="00B44858" w:rsidRDefault="00B44858" w:rsidP="00B44858">
            <w:r>
              <w:t>Eigenerklärung zur Eignung</w:t>
            </w:r>
          </w:p>
        </w:tc>
      </w:tr>
      <w:tr w:rsidR="00B44858" w:rsidRPr="004D73E7" w14:paraId="01D6FB35" w14:textId="77777777" w:rsidTr="00EC61B9">
        <w:trPr>
          <w:trHeight w:val="284"/>
        </w:trPr>
        <w:tc>
          <w:tcPr>
            <w:tcW w:w="473" w:type="dxa"/>
            <w:noWrap/>
            <w:tcMar>
              <w:left w:w="28" w:type="dxa"/>
            </w:tcMar>
            <w:vAlign w:val="center"/>
          </w:tcPr>
          <w:p w14:paraId="6F95CB72" w14:textId="77777777" w:rsidR="00B44858" w:rsidRPr="006A5D4D" w:rsidRDefault="00B44858" w:rsidP="00B44858">
            <w:r w:rsidRPr="006A5D4D"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5D4D">
              <w:instrText xml:space="preserve"> FORMCHECKBOX </w:instrText>
            </w:r>
            <w:r w:rsidRPr="006A5D4D">
              <w:fldChar w:fldCharType="separate"/>
            </w:r>
            <w:r w:rsidRPr="006A5D4D">
              <w:fldChar w:fldCharType="end"/>
            </w:r>
          </w:p>
        </w:tc>
        <w:tc>
          <w:tcPr>
            <w:tcW w:w="973" w:type="dxa"/>
            <w:gridSpan w:val="3"/>
            <w:noWrap/>
            <w:vAlign w:val="center"/>
          </w:tcPr>
          <w:p w14:paraId="60AAB778" w14:textId="77777777" w:rsidR="00B44858" w:rsidRDefault="00B44858" w:rsidP="00B44858">
            <w:r>
              <w:t>125</w:t>
            </w:r>
          </w:p>
        </w:tc>
        <w:tc>
          <w:tcPr>
            <w:tcW w:w="8474" w:type="dxa"/>
            <w:gridSpan w:val="8"/>
            <w:noWrap/>
            <w:vAlign w:val="center"/>
          </w:tcPr>
          <w:p w14:paraId="104D5588" w14:textId="77777777" w:rsidR="00B44858" w:rsidRDefault="00B44858" w:rsidP="00B44858">
            <w:r>
              <w:t>Sicherheitsauskunft und Verpflichtungserklärung Teilnehmer</w:t>
            </w:r>
          </w:p>
        </w:tc>
      </w:tr>
      <w:tr w:rsidR="00B44858" w:rsidRPr="004D73E7" w14:paraId="550F2DDA" w14:textId="77777777" w:rsidTr="00EC61B9">
        <w:trPr>
          <w:trHeight w:val="284"/>
        </w:trPr>
        <w:tc>
          <w:tcPr>
            <w:tcW w:w="473" w:type="dxa"/>
            <w:noWrap/>
            <w:tcMar>
              <w:left w:w="28" w:type="dxa"/>
            </w:tcMar>
            <w:vAlign w:val="center"/>
          </w:tcPr>
          <w:p w14:paraId="2F6FC798" w14:textId="77777777" w:rsidR="00B44858" w:rsidRDefault="00B44858" w:rsidP="00B44858">
            <w:r w:rsidRPr="006A5D4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5D4D">
              <w:instrText xml:space="preserve"> FORMCHECKBOX </w:instrText>
            </w:r>
            <w:r w:rsidRPr="006A5D4D">
              <w:fldChar w:fldCharType="separate"/>
            </w:r>
            <w:r w:rsidRPr="006A5D4D">
              <w:fldChar w:fldCharType="end"/>
            </w:r>
          </w:p>
        </w:tc>
        <w:tc>
          <w:tcPr>
            <w:tcW w:w="973" w:type="dxa"/>
            <w:gridSpan w:val="3"/>
            <w:noWrap/>
            <w:vAlign w:val="center"/>
          </w:tcPr>
          <w:p w14:paraId="6E48D38E" w14:textId="77777777" w:rsidR="00B44858" w:rsidRDefault="00B44858" w:rsidP="00B44858">
            <w:r>
              <w:t>234</w:t>
            </w:r>
          </w:p>
        </w:tc>
        <w:tc>
          <w:tcPr>
            <w:tcW w:w="8474" w:type="dxa"/>
            <w:gridSpan w:val="8"/>
            <w:noWrap/>
            <w:vAlign w:val="center"/>
          </w:tcPr>
          <w:p w14:paraId="7AE8EE69" w14:textId="77777777" w:rsidR="00B44858" w:rsidRDefault="00B44858" w:rsidP="00B44858">
            <w:r>
              <w:t>Erklärung Bieter-/Arbeitsgemeinschaft</w:t>
            </w:r>
          </w:p>
        </w:tc>
      </w:tr>
      <w:tr w:rsidR="00B44858" w:rsidRPr="004D73E7" w14:paraId="74380E6B" w14:textId="77777777" w:rsidTr="00EC61B9">
        <w:trPr>
          <w:trHeight w:val="284"/>
        </w:trPr>
        <w:tc>
          <w:tcPr>
            <w:tcW w:w="473" w:type="dxa"/>
            <w:noWrap/>
            <w:tcMar>
              <w:left w:w="28" w:type="dxa"/>
            </w:tcMar>
            <w:vAlign w:val="center"/>
          </w:tcPr>
          <w:p w14:paraId="425ED9D7" w14:textId="77777777" w:rsidR="00B44858" w:rsidRDefault="00B44858" w:rsidP="00B44858">
            <w:r w:rsidRPr="006A5D4D"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5D4D">
              <w:instrText xml:space="preserve"> FORMCHECKBOX </w:instrText>
            </w:r>
            <w:r w:rsidRPr="006A5D4D">
              <w:fldChar w:fldCharType="separate"/>
            </w:r>
            <w:r w:rsidRPr="006A5D4D">
              <w:fldChar w:fldCharType="end"/>
            </w:r>
          </w:p>
        </w:tc>
        <w:tc>
          <w:tcPr>
            <w:tcW w:w="973" w:type="dxa"/>
            <w:gridSpan w:val="3"/>
            <w:noWrap/>
            <w:vAlign w:val="center"/>
          </w:tcPr>
          <w:p w14:paraId="4BD7D82F" w14:textId="77777777" w:rsidR="00B44858" w:rsidRDefault="00B44858" w:rsidP="00B44858">
            <w:r>
              <w:t>248</w:t>
            </w:r>
          </w:p>
        </w:tc>
        <w:tc>
          <w:tcPr>
            <w:tcW w:w="8474" w:type="dxa"/>
            <w:gridSpan w:val="8"/>
            <w:noWrap/>
            <w:vAlign w:val="center"/>
          </w:tcPr>
          <w:p w14:paraId="328D5D10" w14:textId="77777777" w:rsidR="00B44858" w:rsidRDefault="00B44858" w:rsidP="00B44858">
            <w:r>
              <w:t>Erklärung zur Verwendung von Holzprodukten</w:t>
            </w:r>
          </w:p>
        </w:tc>
      </w:tr>
      <w:tr w:rsidR="00B44858" w:rsidRPr="004D73E7" w14:paraId="0A95C158" w14:textId="77777777" w:rsidTr="00EC61B9">
        <w:trPr>
          <w:trHeight w:val="284"/>
        </w:trPr>
        <w:tc>
          <w:tcPr>
            <w:tcW w:w="473" w:type="dxa"/>
            <w:noWrap/>
            <w:tcMar>
              <w:left w:w="28" w:type="dxa"/>
            </w:tcMar>
            <w:vAlign w:val="center"/>
          </w:tcPr>
          <w:p w14:paraId="258E1662" w14:textId="382F3D94" w:rsidR="00B44858" w:rsidRDefault="008F06BA" w:rsidP="00B44858">
            <w: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39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3"/>
          </w:p>
        </w:tc>
        <w:tc>
          <w:tcPr>
            <w:tcW w:w="973" w:type="dxa"/>
            <w:gridSpan w:val="3"/>
            <w:noWrap/>
            <w:vAlign w:val="center"/>
          </w:tcPr>
          <w:p w14:paraId="56FD7CA6" w14:textId="0FFDA45E" w:rsidR="00B44858" w:rsidRPr="00270670" w:rsidRDefault="00270670" w:rsidP="00270670">
            <w:pPr>
              <w:jc w:val="left"/>
            </w:pPr>
            <w:r w:rsidRPr="00270670">
              <w:t>Anl. 1</w:t>
            </w:r>
          </w:p>
        </w:tc>
        <w:tc>
          <w:tcPr>
            <w:tcW w:w="8474" w:type="dxa"/>
            <w:gridSpan w:val="8"/>
            <w:noWrap/>
            <w:vAlign w:val="center"/>
          </w:tcPr>
          <w:p w14:paraId="55A3DE58" w14:textId="6F4498EA" w:rsidR="00B44858" w:rsidRDefault="00270670" w:rsidP="00270670">
            <w:pPr>
              <w:jc w:val="left"/>
            </w:pPr>
            <w:r>
              <w:t xml:space="preserve">Anlage 1 gem. </w:t>
            </w:r>
            <w:proofErr w:type="spellStart"/>
            <w:r>
              <w:t>TVergG</w:t>
            </w:r>
            <w:proofErr w:type="spellEnd"/>
            <w:r>
              <w:t xml:space="preserve"> LSA in Verbindung mit der Handlungsanleitung </w:t>
            </w:r>
            <w:r w:rsidRPr="00270670">
              <w:rPr>
                <w:i/>
                <w:iCs/>
                <w:sz w:val="18"/>
                <w:szCs w:val="18"/>
              </w:rPr>
              <w:t>(Stand 17.03.2023)</w:t>
            </w:r>
          </w:p>
        </w:tc>
      </w:tr>
      <w:tr w:rsidR="00B44858" w:rsidRPr="004D73E7" w14:paraId="56A9FC0A" w14:textId="77777777" w:rsidTr="00EC61B9">
        <w:trPr>
          <w:trHeight w:val="284"/>
        </w:trPr>
        <w:tc>
          <w:tcPr>
            <w:tcW w:w="473" w:type="dxa"/>
            <w:noWrap/>
            <w:tcMar>
              <w:left w:w="28" w:type="dxa"/>
            </w:tcMar>
            <w:vAlign w:val="center"/>
          </w:tcPr>
          <w:p w14:paraId="2E270B9C" w14:textId="2C660040" w:rsidR="00B44858" w:rsidRDefault="008F06BA" w:rsidP="00B44858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73" w:type="dxa"/>
            <w:gridSpan w:val="3"/>
            <w:noWrap/>
            <w:vAlign w:val="center"/>
          </w:tcPr>
          <w:p w14:paraId="2AF533D1" w14:textId="75F2CE11" w:rsidR="00B44858" w:rsidRDefault="00270670" w:rsidP="00270670">
            <w:pPr>
              <w:jc w:val="left"/>
            </w:pPr>
            <w:r>
              <w:t>Anl. 2</w:t>
            </w:r>
          </w:p>
        </w:tc>
        <w:tc>
          <w:tcPr>
            <w:tcW w:w="8474" w:type="dxa"/>
            <w:gridSpan w:val="8"/>
            <w:noWrap/>
            <w:vAlign w:val="center"/>
          </w:tcPr>
          <w:p w14:paraId="1BD1B218" w14:textId="056122BF" w:rsidR="00B44858" w:rsidRDefault="00270670" w:rsidP="00270670">
            <w:pPr>
              <w:jc w:val="left"/>
            </w:pPr>
            <w:r w:rsidRPr="00270670">
              <w:t xml:space="preserve">Anlage 2 gem. </w:t>
            </w:r>
            <w:proofErr w:type="spellStart"/>
            <w:r w:rsidRPr="00270670">
              <w:t>TVergG</w:t>
            </w:r>
            <w:proofErr w:type="spellEnd"/>
            <w:r w:rsidRPr="00270670">
              <w:t xml:space="preserve"> LSA in Verbindung mit de</w:t>
            </w:r>
            <w:r>
              <w:t>r</w:t>
            </w:r>
            <w:r w:rsidRPr="00270670">
              <w:t xml:space="preserve"> Handlungsanleitung </w:t>
            </w:r>
            <w:r w:rsidRPr="00270670">
              <w:rPr>
                <w:i/>
                <w:iCs/>
                <w:sz w:val="18"/>
                <w:szCs w:val="18"/>
              </w:rPr>
              <w:t>(Stand 17.03.2023)</w:t>
            </w:r>
          </w:p>
        </w:tc>
      </w:tr>
      <w:tr w:rsidR="00B44858" w:rsidRPr="004D73E7" w14:paraId="57660A4C" w14:textId="77777777" w:rsidTr="00EC61B9">
        <w:trPr>
          <w:trHeight w:val="284"/>
        </w:trPr>
        <w:tc>
          <w:tcPr>
            <w:tcW w:w="473" w:type="dxa"/>
            <w:noWrap/>
            <w:tcMar>
              <w:left w:w="28" w:type="dxa"/>
            </w:tcMar>
            <w:vAlign w:val="center"/>
          </w:tcPr>
          <w:p w14:paraId="5236E3BF" w14:textId="3CEF0EF6" w:rsidR="00B44858" w:rsidRPr="006A5D4D" w:rsidRDefault="008F06BA" w:rsidP="00B44858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73" w:type="dxa"/>
            <w:gridSpan w:val="3"/>
            <w:noWrap/>
            <w:vAlign w:val="center"/>
          </w:tcPr>
          <w:p w14:paraId="1ECC079B" w14:textId="6F5B5BC1" w:rsidR="00B44858" w:rsidRDefault="00270670" w:rsidP="00B44858">
            <w:r>
              <w:t>Anl. 3</w:t>
            </w:r>
          </w:p>
        </w:tc>
        <w:tc>
          <w:tcPr>
            <w:tcW w:w="8474" w:type="dxa"/>
            <w:gridSpan w:val="8"/>
            <w:noWrap/>
            <w:vAlign w:val="center"/>
          </w:tcPr>
          <w:p w14:paraId="144C8A65" w14:textId="313F7073" w:rsidR="00B44858" w:rsidRDefault="00270670" w:rsidP="00B44858">
            <w:r w:rsidRPr="00270670">
              <w:t>Anlage</w:t>
            </w:r>
            <w:r>
              <w:t xml:space="preserve"> </w:t>
            </w:r>
            <w:r w:rsidRPr="00270670">
              <w:t xml:space="preserve">3 gem. </w:t>
            </w:r>
            <w:proofErr w:type="spellStart"/>
            <w:r w:rsidRPr="00270670">
              <w:t>TVergG</w:t>
            </w:r>
            <w:proofErr w:type="spellEnd"/>
            <w:r w:rsidRPr="00270670">
              <w:t xml:space="preserve"> LSA </w:t>
            </w:r>
          </w:p>
        </w:tc>
      </w:tr>
      <w:tr w:rsidR="00B44858" w:rsidRPr="004D73E7" w14:paraId="6858D9A3" w14:textId="77777777" w:rsidTr="00EC61B9">
        <w:trPr>
          <w:trHeight w:val="284"/>
        </w:trPr>
        <w:tc>
          <w:tcPr>
            <w:tcW w:w="473" w:type="dxa"/>
            <w:noWrap/>
            <w:tcMar>
              <w:left w:w="28" w:type="dxa"/>
            </w:tcMar>
            <w:vAlign w:val="center"/>
          </w:tcPr>
          <w:p w14:paraId="00A5FC00" w14:textId="386A9199" w:rsidR="00B44858" w:rsidRPr="006A5D4D" w:rsidRDefault="00EC32E2" w:rsidP="00B44858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73" w:type="dxa"/>
            <w:gridSpan w:val="3"/>
            <w:noWrap/>
            <w:vAlign w:val="center"/>
          </w:tcPr>
          <w:p w14:paraId="7AC13F2C" w14:textId="617FF427" w:rsidR="00B44858" w:rsidRDefault="00EC32E2" w:rsidP="00B44858">
            <w:r>
              <w:t>235</w:t>
            </w:r>
          </w:p>
        </w:tc>
        <w:tc>
          <w:tcPr>
            <w:tcW w:w="8474" w:type="dxa"/>
            <w:gridSpan w:val="8"/>
            <w:noWrap/>
            <w:vAlign w:val="center"/>
          </w:tcPr>
          <w:p w14:paraId="62A17D82" w14:textId="294477DF" w:rsidR="00B44858" w:rsidRDefault="00EC32E2" w:rsidP="00B44858">
            <w:r>
              <w:t>Kapazitäten anderer Unternehmen</w:t>
            </w:r>
          </w:p>
        </w:tc>
      </w:tr>
      <w:tr w:rsidR="00B44858" w:rsidRPr="00520D3B" w14:paraId="661C848C" w14:textId="77777777" w:rsidTr="004E258D">
        <w:trPr>
          <w:trHeight w:val="397"/>
        </w:trPr>
        <w:tc>
          <w:tcPr>
            <w:tcW w:w="489" w:type="dxa"/>
            <w:noWrap/>
            <w:tcMar>
              <w:left w:w="28" w:type="dxa"/>
            </w:tcMar>
            <w:vAlign w:val="center"/>
          </w:tcPr>
          <w:p w14:paraId="33A23442" w14:textId="77777777" w:rsidR="00B44858" w:rsidRDefault="00B44858" w:rsidP="00B44858">
            <w:pPr>
              <w:pStyle w:val="FormatvorlageFettLinks0cmHngend1cm"/>
              <w:spacing w:before="120"/>
            </w:pPr>
            <w:r>
              <w:t>D)</w:t>
            </w:r>
          </w:p>
        </w:tc>
        <w:tc>
          <w:tcPr>
            <w:tcW w:w="9431" w:type="dxa"/>
            <w:gridSpan w:val="11"/>
            <w:noWrap/>
            <w:vAlign w:val="center"/>
          </w:tcPr>
          <w:p w14:paraId="70BB8CFC" w14:textId="77777777" w:rsidR="00B44858" w:rsidRPr="00520D3B" w:rsidRDefault="00B44858" w:rsidP="00B44858">
            <w:pPr>
              <w:spacing w:before="120"/>
            </w:pPr>
            <w:r>
              <w:rPr>
                <w:b/>
              </w:rPr>
              <w:t>die ausgefüllt auf gesondertes Verlangen der Vergabestelle einzureichen sind:</w:t>
            </w:r>
          </w:p>
        </w:tc>
      </w:tr>
      <w:tr w:rsidR="00B44858" w:rsidRPr="00520D3B" w14:paraId="73ED573E" w14:textId="77777777" w:rsidTr="004E258D">
        <w:trPr>
          <w:trHeight w:val="284"/>
        </w:trPr>
        <w:tc>
          <w:tcPr>
            <w:tcW w:w="489" w:type="dxa"/>
            <w:noWrap/>
            <w:tcMar>
              <w:left w:w="28" w:type="dxa"/>
            </w:tcMar>
            <w:vAlign w:val="center"/>
          </w:tcPr>
          <w:p w14:paraId="6F15E95D" w14:textId="77777777" w:rsidR="00B44858" w:rsidRDefault="00B44858" w:rsidP="00B44858">
            <w:r>
              <w:fldChar w:fldCharType="begin">
                <w:ffData>
                  <w:name w:val="Kontrollkästchen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51" w:type="dxa"/>
            <w:gridSpan w:val="3"/>
            <w:noWrap/>
            <w:vAlign w:val="center"/>
          </w:tcPr>
          <w:p w14:paraId="36A69450" w14:textId="77777777" w:rsidR="00B44858" w:rsidRPr="00520D3B" w:rsidRDefault="00B44858" w:rsidP="00B44858">
            <w:r>
              <w:t>126</w:t>
            </w:r>
          </w:p>
        </w:tc>
        <w:tc>
          <w:tcPr>
            <w:tcW w:w="8480" w:type="dxa"/>
            <w:gridSpan w:val="8"/>
            <w:noWrap/>
            <w:vAlign w:val="center"/>
          </w:tcPr>
          <w:p w14:paraId="2F94A0E6" w14:textId="77777777" w:rsidR="00B44858" w:rsidRPr="00520D3B" w:rsidRDefault="00B44858" w:rsidP="00B44858">
            <w:r>
              <w:t>Sicherheitsauskunft und Verpflichtungserklärung – Nachunternehmer/Unterauftragnehmer</w:t>
            </w:r>
          </w:p>
        </w:tc>
      </w:tr>
      <w:tr w:rsidR="00B44858" w:rsidRPr="00520D3B" w14:paraId="09F13324" w14:textId="77777777" w:rsidTr="004E258D">
        <w:trPr>
          <w:trHeight w:val="284"/>
        </w:trPr>
        <w:tc>
          <w:tcPr>
            <w:tcW w:w="489" w:type="dxa"/>
            <w:noWrap/>
            <w:tcMar>
              <w:left w:w="28" w:type="dxa"/>
            </w:tcMar>
            <w:vAlign w:val="center"/>
          </w:tcPr>
          <w:p w14:paraId="7338CE7F" w14:textId="77777777" w:rsidR="00B44858" w:rsidRDefault="00B44858" w:rsidP="00B44858">
            <w:r>
              <w:fldChar w:fldCharType="begin">
                <w:ffData>
                  <w:name w:val="Kontrollkästchen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51" w:type="dxa"/>
            <w:gridSpan w:val="3"/>
            <w:noWrap/>
            <w:vAlign w:val="center"/>
          </w:tcPr>
          <w:p w14:paraId="6556CA68" w14:textId="77777777" w:rsidR="00B44858" w:rsidRPr="00520D3B" w:rsidRDefault="00B44858" w:rsidP="00B44858"/>
        </w:tc>
        <w:tc>
          <w:tcPr>
            <w:tcW w:w="8480" w:type="dxa"/>
            <w:gridSpan w:val="8"/>
            <w:noWrap/>
            <w:vAlign w:val="center"/>
          </w:tcPr>
          <w:p w14:paraId="4D9FE3C1" w14:textId="77777777" w:rsidR="00B44858" w:rsidRPr="00520D3B" w:rsidRDefault="00B44858" w:rsidP="00B44858"/>
        </w:tc>
      </w:tr>
      <w:tr w:rsidR="00B44858" w:rsidRPr="00520D3B" w14:paraId="61FF0890" w14:textId="77777777" w:rsidTr="004E258D">
        <w:trPr>
          <w:trHeight w:val="284"/>
        </w:trPr>
        <w:tc>
          <w:tcPr>
            <w:tcW w:w="489" w:type="dxa"/>
            <w:noWrap/>
            <w:tcMar>
              <w:left w:w="28" w:type="dxa"/>
            </w:tcMar>
            <w:vAlign w:val="center"/>
          </w:tcPr>
          <w:p w14:paraId="05439F42" w14:textId="77777777" w:rsidR="00B44858" w:rsidRDefault="00B44858" w:rsidP="00B44858">
            <w:r>
              <w:fldChar w:fldCharType="begin">
                <w:ffData>
                  <w:name w:val="Kontrollkästchen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51" w:type="dxa"/>
            <w:gridSpan w:val="3"/>
            <w:noWrap/>
            <w:vAlign w:val="center"/>
          </w:tcPr>
          <w:p w14:paraId="0E415CC7" w14:textId="77777777" w:rsidR="00B44858" w:rsidRPr="00520D3B" w:rsidRDefault="00B44858" w:rsidP="00B44858"/>
        </w:tc>
        <w:tc>
          <w:tcPr>
            <w:tcW w:w="8480" w:type="dxa"/>
            <w:gridSpan w:val="8"/>
            <w:noWrap/>
            <w:vAlign w:val="center"/>
          </w:tcPr>
          <w:p w14:paraId="7C9101CD" w14:textId="77777777" w:rsidR="00B44858" w:rsidRPr="00520D3B" w:rsidRDefault="00B44858" w:rsidP="00B44858"/>
        </w:tc>
      </w:tr>
      <w:tr w:rsidR="00B44858" w:rsidRPr="00520D3B" w14:paraId="7F7A625C" w14:textId="77777777" w:rsidTr="004E258D">
        <w:trPr>
          <w:trHeight w:val="284"/>
        </w:trPr>
        <w:tc>
          <w:tcPr>
            <w:tcW w:w="489" w:type="dxa"/>
            <w:noWrap/>
            <w:tcMar>
              <w:left w:w="28" w:type="dxa"/>
            </w:tcMar>
            <w:vAlign w:val="center"/>
          </w:tcPr>
          <w:p w14:paraId="0FF85628" w14:textId="77777777" w:rsidR="00B44858" w:rsidRDefault="00B44858" w:rsidP="00B44858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51" w:type="dxa"/>
            <w:gridSpan w:val="3"/>
            <w:noWrap/>
            <w:vAlign w:val="center"/>
          </w:tcPr>
          <w:p w14:paraId="450DE7D7" w14:textId="77777777" w:rsidR="00B44858" w:rsidRPr="00520D3B" w:rsidRDefault="00B44858" w:rsidP="00B44858"/>
        </w:tc>
        <w:tc>
          <w:tcPr>
            <w:tcW w:w="8480" w:type="dxa"/>
            <w:gridSpan w:val="8"/>
            <w:noWrap/>
            <w:vAlign w:val="center"/>
          </w:tcPr>
          <w:p w14:paraId="4183FC7F" w14:textId="77777777" w:rsidR="00B44858" w:rsidRPr="00520D3B" w:rsidRDefault="00B44858" w:rsidP="00B44858"/>
        </w:tc>
      </w:tr>
      <w:tr w:rsidR="00B44858" w:rsidRPr="00520D3B" w14:paraId="0CABB1A6" w14:textId="77777777" w:rsidTr="004E258D">
        <w:trPr>
          <w:trHeight w:val="284"/>
        </w:trPr>
        <w:tc>
          <w:tcPr>
            <w:tcW w:w="489" w:type="dxa"/>
            <w:noWrap/>
            <w:tcMar>
              <w:left w:w="28" w:type="dxa"/>
            </w:tcMar>
            <w:vAlign w:val="center"/>
          </w:tcPr>
          <w:p w14:paraId="151C558A" w14:textId="77777777" w:rsidR="00B44858" w:rsidRDefault="00B44858" w:rsidP="00B44858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51" w:type="dxa"/>
            <w:gridSpan w:val="3"/>
            <w:noWrap/>
            <w:vAlign w:val="center"/>
          </w:tcPr>
          <w:p w14:paraId="7B0A5B2F" w14:textId="77777777" w:rsidR="00B44858" w:rsidRPr="00520D3B" w:rsidRDefault="00B44858" w:rsidP="00B44858"/>
        </w:tc>
        <w:tc>
          <w:tcPr>
            <w:tcW w:w="8480" w:type="dxa"/>
            <w:gridSpan w:val="8"/>
            <w:noWrap/>
            <w:vAlign w:val="center"/>
          </w:tcPr>
          <w:p w14:paraId="575901EC" w14:textId="77777777" w:rsidR="00B44858" w:rsidRPr="00520D3B" w:rsidRDefault="00B44858" w:rsidP="00B44858"/>
        </w:tc>
      </w:tr>
      <w:tr w:rsidR="00B44858" w:rsidRPr="00520D3B" w14:paraId="50A238DE" w14:textId="77777777" w:rsidTr="004E258D">
        <w:trPr>
          <w:trHeight w:val="680"/>
        </w:trPr>
        <w:tc>
          <w:tcPr>
            <w:tcW w:w="9920" w:type="dxa"/>
            <w:gridSpan w:val="12"/>
            <w:noWrap/>
            <w:tcMar>
              <w:left w:w="28" w:type="dxa"/>
            </w:tcMar>
            <w:vAlign w:val="center"/>
          </w:tcPr>
          <w:p w14:paraId="31CAEAE6" w14:textId="77777777" w:rsidR="00B44858" w:rsidRPr="00520D3B" w:rsidRDefault="00B44858" w:rsidP="00B44858">
            <w:pPr>
              <w:pStyle w:val="berschrift1"/>
            </w:pPr>
            <w:r w:rsidRPr="004D73E7">
              <w:t>Es ist beabsicht</w:t>
            </w:r>
            <w:r>
              <w:t>igt, die in beiliegender Leistungsbeschreibung</w:t>
            </w:r>
            <w:r w:rsidRPr="004D73E7">
              <w:t xml:space="preserve"> b</w:t>
            </w:r>
            <w:r>
              <w:t>ezeichneten Leistungen</w:t>
            </w:r>
            <w:r w:rsidRPr="004D73E7">
              <w:t xml:space="preserve"> im Namen und für Rechnung</w:t>
            </w:r>
          </w:p>
        </w:tc>
      </w:tr>
      <w:tr w:rsidR="00B44858" w:rsidRPr="00520D3B" w14:paraId="2337DCDF" w14:textId="77777777" w:rsidTr="004E258D">
        <w:trPr>
          <w:trHeight w:val="284"/>
        </w:trPr>
        <w:tc>
          <w:tcPr>
            <w:tcW w:w="489" w:type="dxa"/>
            <w:noWrap/>
            <w:tcMar>
              <w:left w:w="28" w:type="dxa"/>
            </w:tcMar>
            <w:vAlign w:val="center"/>
          </w:tcPr>
          <w:p w14:paraId="7A6C8924" w14:textId="77777777" w:rsidR="00B44858" w:rsidRPr="00520D3B" w:rsidRDefault="00B44858" w:rsidP="00B44858"/>
        </w:tc>
        <w:tc>
          <w:tcPr>
            <w:tcW w:w="9431" w:type="dxa"/>
            <w:gridSpan w:val="11"/>
            <w:tcBorders>
              <w:bottom w:val="single" w:sz="4" w:space="0" w:color="808080"/>
            </w:tcBorders>
            <w:noWrap/>
            <w:vAlign w:val="center"/>
          </w:tcPr>
          <w:p w14:paraId="30D62AE2" w14:textId="5A837169" w:rsidR="00B44858" w:rsidRPr="00520D3B" w:rsidRDefault="00270670" w:rsidP="00B44858">
            <w:r>
              <w:t>Wasserverband Gardelegen</w:t>
            </w:r>
          </w:p>
        </w:tc>
      </w:tr>
      <w:tr w:rsidR="00B44858" w:rsidRPr="00520D3B" w14:paraId="0F82D6A3" w14:textId="77777777" w:rsidTr="004E258D">
        <w:trPr>
          <w:trHeight w:val="284"/>
        </w:trPr>
        <w:tc>
          <w:tcPr>
            <w:tcW w:w="489" w:type="dxa"/>
            <w:noWrap/>
            <w:tcMar>
              <w:left w:w="28" w:type="dxa"/>
            </w:tcMar>
            <w:vAlign w:val="center"/>
          </w:tcPr>
          <w:p w14:paraId="31211667" w14:textId="77777777" w:rsidR="00B44858" w:rsidRPr="00520D3B" w:rsidRDefault="00B44858" w:rsidP="00B44858"/>
        </w:tc>
        <w:tc>
          <w:tcPr>
            <w:tcW w:w="9431" w:type="dxa"/>
            <w:gridSpan w:val="11"/>
            <w:tcBorders>
              <w:top w:val="single" w:sz="4" w:space="0" w:color="808080"/>
              <w:bottom w:val="single" w:sz="4" w:space="0" w:color="808080"/>
            </w:tcBorders>
            <w:noWrap/>
            <w:vAlign w:val="center"/>
          </w:tcPr>
          <w:p w14:paraId="5D653A85" w14:textId="17623283" w:rsidR="00B44858" w:rsidRPr="00520D3B" w:rsidRDefault="00270670" w:rsidP="00B44858">
            <w:r>
              <w:t>Philipp-Müller-Str. 2</w:t>
            </w:r>
          </w:p>
        </w:tc>
      </w:tr>
      <w:tr w:rsidR="00B44858" w:rsidRPr="00520D3B" w14:paraId="722004D9" w14:textId="77777777" w:rsidTr="004E258D">
        <w:trPr>
          <w:trHeight w:val="284"/>
        </w:trPr>
        <w:tc>
          <w:tcPr>
            <w:tcW w:w="489" w:type="dxa"/>
            <w:noWrap/>
            <w:tcMar>
              <w:left w:w="28" w:type="dxa"/>
            </w:tcMar>
            <w:vAlign w:val="center"/>
          </w:tcPr>
          <w:p w14:paraId="2970E848" w14:textId="77777777" w:rsidR="00B44858" w:rsidRPr="00520D3B" w:rsidRDefault="00B44858" w:rsidP="00B44858"/>
        </w:tc>
        <w:tc>
          <w:tcPr>
            <w:tcW w:w="9431" w:type="dxa"/>
            <w:gridSpan w:val="11"/>
            <w:tcBorders>
              <w:top w:val="single" w:sz="4" w:space="0" w:color="808080"/>
              <w:bottom w:val="single" w:sz="4" w:space="0" w:color="808080"/>
            </w:tcBorders>
            <w:noWrap/>
            <w:vAlign w:val="center"/>
          </w:tcPr>
          <w:p w14:paraId="6B8BED6B" w14:textId="1CDFC90F" w:rsidR="00B44858" w:rsidRPr="00520D3B" w:rsidRDefault="00270670" w:rsidP="00B44858">
            <w:r>
              <w:t>39638 Gardelegen</w:t>
            </w:r>
          </w:p>
        </w:tc>
      </w:tr>
      <w:tr w:rsidR="00B44858" w:rsidRPr="00520D3B" w14:paraId="0D1CD8A8" w14:textId="77777777" w:rsidTr="004E258D">
        <w:trPr>
          <w:trHeight w:val="284"/>
        </w:trPr>
        <w:tc>
          <w:tcPr>
            <w:tcW w:w="489" w:type="dxa"/>
            <w:noWrap/>
            <w:tcMar>
              <w:left w:w="28" w:type="dxa"/>
            </w:tcMar>
            <w:vAlign w:val="center"/>
          </w:tcPr>
          <w:p w14:paraId="5166F716" w14:textId="77777777" w:rsidR="00B44858" w:rsidRPr="00520D3B" w:rsidRDefault="00B44858" w:rsidP="00B44858"/>
        </w:tc>
        <w:tc>
          <w:tcPr>
            <w:tcW w:w="9431" w:type="dxa"/>
            <w:gridSpan w:val="11"/>
            <w:tcBorders>
              <w:top w:val="single" w:sz="4" w:space="0" w:color="808080"/>
              <w:bottom w:val="single" w:sz="4" w:space="0" w:color="808080"/>
            </w:tcBorders>
            <w:noWrap/>
            <w:vAlign w:val="center"/>
          </w:tcPr>
          <w:p w14:paraId="7621E360" w14:textId="77777777" w:rsidR="00B44858" w:rsidRPr="00520D3B" w:rsidRDefault="00B44858" w:rsidP="00B44858"/>
        </w:tc>
      </w:tr>
      <w:tr w:rsidR="00B44858" w:rsidRPr="00520D3B" w14:paraId="11EF2A24" w14:textId="77777777" w:rsidTr="004E258D">
        <w:trPr>
          <w:trHeight w:val="284"/>
        </w:trPr>
        <w:tc>
          <w:tcPr>
            <w:tcW w:w="489" w:type="dxa"/>
            <w:noWrap/>
            <w:tcMar>
              <w:left w:w="28" w:type="dxa"/>
            </w:tcMar>
            <w:vAlign w:val="center"/>
          </w:tcPr>
          <w:p w14:paraId="26B06566" w14:textId="77777777" w:rsidR="00B44858" w:rsidRPr="00520D3B" w:rsidRDefault="00B44858" w:rsidP="00B44858"/>
        </w:tc>
        <w:tc>
          <w:tcPr>
            <w:tcW w:w="9431" w:type="dxa"/>
            <w:gridSpan w:val="11"/>
            <w:tcBorders>
              <w:top w:val="single" w:sz="4" w:space="0" w:color="808080"/>
            </w:tcBorders>
            <w:noWrap/>
            <w:vAlign w:val="center"/>
          </w:tcPr>
          <w:p w14:paraId="582EAEA7" w14:textId="77777777" w:rsidR="00B44858" w:rsidRPr="00520D3B" w:rsidRDefault="00B44858" w:rsidP="00B44858">
            <w:r>
              <w:t>zu vergeben.</w:t>
            </w:r>
          </w:p>
        </w:tc>
      </w:tr>
      <w:tr w:rsidR="00B44858" w:rsidRPr="00520D3B" w14:paraId="7EAE5143" w14:textId="77777777" w:rsidTr="004E258D">
        <w:trPr>
          <w:trHeight w:val="284"/>
        </w:trPr>
        <w:tc>
          <w:tcPr>
            <w:tcW w:w="489" w:type="dxa"/>
            <w:noWrap/>
            <w:tcMar>
              <w:left w:w="28" w:type="dxa"/>
            </w:tcMar>
            <w:vAlign w:val="center"/>
          </w:tcPr>
          <w:p w14:paraId="1F306904" w14:textId="77777777" w:rsidR="00B44858" w:rsidRPr="00520D3B" w:rsidRDefault="00B44858" w:rsidP="00B44858"/>
        </w:tc>
        <w:tc>
          <w:tcPr>
            <w:tcW w:w="9431" w:type="dxa"/>
            <w:gridSpan w:val="11"/>
            <w:noWrap/>
            <w:vAlign w:val="center"/>
          </w:tcPr>
          <w:p w14:paraId="1F39924D" w14:textId="77777777" w:rsidR="00B44858" w:rsidRDefault="00B44858" w:rsidP="00B44858"/>
        </w:tc>
      </w:tr>
      <w:tr w:rsidR="00B44858" w:rsidRPr="00520D3B" w14:paraId="733FBCEA" w14:textId="77777777" w:rsidTr="004E258D">
        <w:trPr>
          <w:trHeight w:val="397"/>
        </w:trPr>
        <w:tc>
          <w:tcPr>
            <w:tcW w:w="9920" w:type="dxa"/>
            <w:gridSpan w:val="12"/>
            <w:noWrap/>
            <w:tcMar>
              <w:left w:w="28" w:type="dxa"/>
            </w:tcMar>
            <w:vAlign w:val="center"/>
          </w:tcPr>
          <w:p w14:paraId="00706783" w14:textId="77777777" w:rsidR="00B44858" w:rsidRPr="00520D3B" w:rsidRDefault="00B44858" w:rsidP="00B44858">
            <w:pPr>
              <w:pStyle w:val="berschrift1"/>
            </w:pPr>
            <w:r>
              <w:t>Kommunikation</w:t>
            </w:r>
          </w:p>
        </w:tc>
      </w:tr>
      <w:tr w:rsidR="00B44858" w14:paraId="75B1C792" w14:textId="77777777" w:rsidTr="004E258D">
        <w:trPr>
          <w:trHeight w:val="312"/>
        </w:trPr>
        <w:tc>
          <w:tcPr>
            <w:tcW w:w="489" w:type="dxa"/>
            <w:noWrap/>
            <w:tcMar>
              <w:top w:w="0" w:type="dxa"/>
              <w:left w:w="28" w:type="dxa"/>
              <w:bottom w:w="0" w:type="dxa"/>
              <w:right w:w="108" w:type="dxa"/>
            </w:tcMar>
            <w:vAlign w:val="center"/>
          </w:tcPr>
          <w:p w14:paraId="6F3F6347" w14:textId="77777777" w:rsidR="00B44858" w:rsidRDefault="00B44858" w:rsidP="00B44858"/>
        </w:tc>
        <w:tc>
          <w:tcPr>
            <w:tcW w:w="9431" w:type="dxa"/>
            <w:gridSpan w:val="11"/>
            <w:noWrap/>
            <w:vAlign w:val="center"/>
            <w:hideMark/>
          </w:tcPr>
          <w:p w14:paraId="6DD0935A" w14:textId="77777777" w:rsidR="00B44858" w:rsidRDefault="00B44858" w:rsidP="00B44858">
            <w:r>
              <w:t>Die Kommunikation erfolgt</w:t>
            </w:r>
          </w:p>
        </w:tc>
      </w:tr>
      <w:tr w:rsidR="00B44858" w14:paraId="7115A015" w14:textId="77777777" w:rsidTr="004E258D">
        <w:trPr>
          <w:trHeight w:val="312"/>
        </w:trPr>
        <w:tc>
          <w:tcPr>
            <w:tcW w:w="489" w:type="dxa"/>
            <w:noWrap/>
            <w:tcMar>
              <w:top w:w="0" w:type="dxa"/>
              <w:left w:w="28" w:type="dxa"/>
              <w:bottom w:w="0" w:type="dxa"/>
              <w:right w:w="108" w:type="dxa"/>
            </w:tcMar>
            <w:vAlign w:val="center"/>
          </w:tcPr>
          <w:p w14:paraId="40423130" w14:textId="77777777" w:rsidR="00B44858" w:rsidRDefault="00B44858" w:rsidP="00B44858"/>
        </w:tc>
        <w:tc>
          <w:tcPr>
            <w:tcW w:w="481" w:type="dxa"/>
            <w:noWrap/>
            <w:vAlign w:val="center"/>
            <w:hideMark/>
          </w:tcPr>
          <w:p w14:paraId="4665CFBC" w14:textId="57529A5B" w:rsidR="00B44858" w:rsidRDefault="0092399D" w:rsidP="00B44858"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8950" w:type="dxa"/>
            <w:gridSpan w:val="10"/>
            <w:vAlign w:val="center"/>
            <w:hideMark/>
          </w:tcPr>
          <w:p w14:paraId="4ADF3C35" w14:textId="1493C220" w:rsidR="007D338C" w:rsidRDefault="00B44858" w:rsidP="00B44858">
            <w:r>
              <w:t>elektronisch über die Vergabeplattform</w:t>
            </w:r>
            <w:r w:rsidR="0020063D">
              <w:t xml:space="preserve"> </w:t>
            </w:r>
            <w:r w:rsidR="0020063D" w:rsidRPr="0020063D">
              <w:rPr>
                <w:b/>
                <w:bCs/>
                <w:color w:val="FF0000"/>
              </w:rPr>
              <w:t>evergabe.de</w:t>
            </w:r>
          </w:p>
        </w:tc>
      </w:tr>
      <w:tr w:rsidR="007D338C" w14:paraId="59F0A487" w14:textId="77777777" w:rsidTr="004E258D">
        <w:trPr>
          <w:trHeight w:val="312"/>
        </w:trPr>
        <w:tc>
          <w:tcPr>
            <w:tcW w:w="489" w:type="dxa"/>
            <w:noWrap/>
            <w:tcMar>
              <w:top w:w="0" w:type="dxa"/>
              <w:left w:w="28" w:type="dxa"/>
              <w:bottom w:w="0" w:type="dxa"/>
              <w:right w:w="108" w:type="dxa"/>
            </w:tcMar>
            <w:vAlign w:val="center"/>
          </w:tcPr>
          <w:p w14:paraId="11891CE9" w14:textId="77777777" w:rsidR="007D338C" w:rsidRDefault="007D338C" w:rsidP="007D338C"/>
        </w:tc>
        <w:tc>
          <w:tcPr>
            <w:tcW w:w="481" w:type="dxa"/>
            <w:noWrap/>
            <w:vAlign w:val="center"/>
          </w:tcPr>
          <w:p w14:paraId="5426CE04" w14:textId="5D3C4F5B" w:rsidR="007D338C" w:rsidRDefault="0009667D" w:rsidP="007D338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8950" w:type="dxa"/>
            <w:gridSpan w:val="10"/>
            <w:vAlign w:val="center"/>
          </w:tcPr>
          <w:p w14:paraId="6FBA5235" w14:textId="6DBD3CB5" w:rsidR="007D338C" w:rsidRDefault="007D338C" w:rsidP="007D338C">
            <w:r>
              <w:t xml:space="preserve">elektronisch per mail an </w:t>
            </w:r>
          </w:p>
        </w:tc>
      </w:tr>
      <w:tr w:rsidR="00B44858" w14:paraId="49B11981" w14:textId="77777777" w:rsidTr="004E258D">
        <w:trPr>
          <w:trHeight w:val="312"/>
        </w:trPr>
        <w:tc>
          <w:tcPr>
            <w:tcW w:w="489" w:type="dxa"/>
            <w:noWrap/>
            <w:tcMar>
              <w:top w:w="0" w:type="dxa"/>
              <w:left w:w="28" w:type="dxa"/>
              <w:bottom w:w="0" w:type="dxa"/>
              <w:right w:w="108" w:type="dxa"/>
            </w:tcMar>
            <w:vAlign w:val="center"/>
          </w:tcPr>
          <w:p w14:paraId="65AB35DF" w14:textId="77777777" w:rsidR="00B44858" w:rsidRDefault="00B44858" w:rsidP="00B44858"/>
        </w:tc>
        <w:tc>
          <w:tcPr>
            <w:tcW w:w="481" w:type="dxa"/>
            <w:noWrap/>
            <w:vAlign w:val="center"/>
            <w:hideMark/>
          </w:tcPr>
          <w:p w14:paraId="743E89BF" w14:textId="77777777" w:rsidR="00B44858" w:rsidRDefault="00B44858" w:rsidP="00B44858">
            <w:r>
              <w:rPr>
                <w:b/>
              </w:rPr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fldChar w:fldCharType="end"/>
            </w:r>
          </w:p>
        </w:tc>
        <w:tc>
          <w:tcPr>
            <w:tcW w:w="8950" w:type="dxa"/>
            <w:gridSpan w:val="10"/>
            <w:vAlign w:val="center"/>
            <w:hideMark/>
          </w:tcPr>
          <w:p w14:paraId="1E374725" w14:textId="77777777" w:rsidR="00B44858" w:rsidRDefault="00B44858" w:rsidP="00B44858">
            <w:r>
              <w:t>in Textform unter nachstehender Anschrift:</w:t>
            </w:r>
          </w:p>
        </w:tc>
      </w:tr>
      <w:tr w:rsidR="00B44858" w14:paraId="2221F032" w14:textId="77777777" w:rsidTr="004E258D">
        <w:trPr>
          <w:trHeight w:val="284"/>
        </w:trPr>
        <w:tc>
          <w:tcPr>
            <w:tcW w:w="489" w:type="dxa"/>
            <w:noWrap/>
            <w:tcMar>
              <w:top w:w="0" w:type="dxa"/>
              <w:left w:w="28" w:type="dxa"/>
              <w:bottom w:w="0" w:type="dxa"/>
              <w:right w:w="108" w:type="dxa"/>
            </w:tcMar>
            <w:vAlign w:val="center"/>
          </w:tcPr>
          <w:p w14:paraId="2A2C3325" w14:textId="77777777" w:rsidR="00B44858" w:rsidRDefault="00B44858" w:rsidP="00B44858"/>
        </w:tc>
        <w:tc>
          <w:tcPr>
            <w:tcW w:w="1137" w:type="dxa"/>
            <w:gridSpan w:val="4"/>
            <w:noWrap/>
            <w:vAlign w:val="center"/>
            <w:hideMark/>
          </w:tcPr>
          <w:p w14:paraId="7CB2DEA4" w14:textId="77777777" w:rsidR="00B44858" w:rsidRDefault="00B44858" w:rsidP="00B44858">
            <w:r>
              <w:t>Stelle</w:t>
            </w:r>
          </w:p>
        </w:tc>
        <w:tc>
          <w:tcPr>
            <w:tcW w:w="4767" w:type="dxa"/>
            <w:gridSpan w:val="4"/>
            <w:noWrap/>
            <w:vAlign w:val="center"/>
          </w:tcPr>
          <w:p w14:paraId="75142F5D" w14:textId="77777777" w:rsidR="00B44858" w:rsidRDefault="00B44858" w:rsidP="00B44858"/>
        </w:tc>
        <w:tc>
          <w:tcPr>
            <w:tcW w:w="851" w:type="dxa"/>
            <w:vAlign w:val="center"/>
            <w:hideMark/>
          </w:tcPr>
          <w:p w14:paraId="2269F14E" w14:textId="77777777" w:rsidR="00B44858" w:rsidRDefault="00B44858" w:rsidP="00B44858"/>
        </w:tc>
        <w:tc>
          <w:tcPr>
            <w:tcW w:w="2701" w:type="dxa"/>
            <w:gridSpan w:val="2"/>
            <w:vAlign w:val="center"/>
          </w:tcPr>
          <w:p w14:paraId="555B142D" w14:textId="77777777" w:rsidR="00B44858" w:rsidRDefault="00B44858" w:rsidP="00B44858"/>
        </w:tc>
      </w:tr>
      <w:tr w:rsidR="00B44858" w14:paraId="079CF22D" w14:textId="77777777" w:rsidTr="004E258D">
        <w:trPr>
          <w:trHeight w:val="284"/>
        </w:trPr>
        <w:tc>
          <w:tcPr>
            <w:tcW w:w="489" w:type="dxa"/>
            <w:noWrap/>
            <w:tcMar>
              <w:top w:w="0" w:type="dxa"/>
              <w:left w:w="28" w:type="dxa"/>
              <w:bottom w:w="0" w:type="dxa"/>
              <w:right w:w="108" w:type="dxa"/>
            </w:tcMar>
            <w:vAlign w:val="bottom"/>
          </w:tcPr>
          <w:p w14:paraId="0B086C95" w14:textId="77777777" w:rsidR="00B44858" w:rsidRDefault="00B44858" w:rsidP="00B44858">
            <w:pPr>
              <w:jc w:val="left"/>
            </w:pPr>
          </w:p>
        </w:tc>
        <w:tc>
          <w:tcPr>
            <w:tcW w:w="1137" w:type="dxa"/>
            <w:gridSpan w:val="4"/>
            <w:noWrap/>
            <w:vAlign w:val="bottom"/>
          </w:tcPr>
          <w:p w14:paraId="5D3A4F5E" w14:textId="5BD990EF" w:rsidR="00B44858" w:rsidRDefault="00B44858" w:rsidP="00B44858">
            <w:pPr>
              <w:jc w:val="left"/>
            </w:pPr>
          </w:p>
        </w:tc>
        <w:tc>
          <w:tcPr>
            <w:tcW w:w="4767" w:type="dxa"/>
            <w:gridSpan w:val="4"/>
            <w:noWrap/>
            <w:vAlign w:val="bottom"/>
          </w:tcPr>
          <w:p w14:paraId="2103AEAE" w14:textId="77777777" w:rsidR="00B44858" w:rsidRDefault="00B44858" w:rsidP="00B44858">
            <w:pPr>
              <w:jc w:val="left"/>
            </w:pPr>
          </w:p>
        </w:tc>
        <w:tc>
          <w:tcPr>
            <w:tcW w:w="851" w:type="dxa"/>
            <w:vAlign w:val="bottom"/>
            <w:hideMark/>
          </w:tcPr>
          <w:p w14:paraId="25510169" w14:textId="77777777" w:rsidR="00B44858" w:rsidRDefault="00B44858" w:rsidP="00B44858">
            <w:pPr>
              <w:jc w:val="left"/>
            </w:pPr>
            <w:r>
              <w:t>Fax</w:t>
            </w:r>
          </w:p>
        </w:tc>
        <w:tc>
          <w:tcPr>
            <w:tcW w:w="2701" w:type="dxa"/>
            <w:gridSpan w:val="2"/>
            <w:vAlign w:val="bottom"/>
          </w:tcPr>
          <w:p w14:paraId="2FAFD577" w14:textId="77777777" w:rsidR="00B44858" w:rsidRDefault="00B44858" w:rsidP="00B44858">
            <w:pPr>
              <w:jc w:val="left"/>
            </w:pPr>
          </w:p>
        </w:tc>
      </w:tr>
      <w:tr w:rsidR="00B44858" w14:paraId="633ABC73" w14:textId="77777777" w:rsidTr="004E258D">
        <w:trPr>
          <w:trHeight w:val="284"/>
        </w:trPr>
        <w:tc>
          <w:tcPr>
            <w:tcW w:w="489" w:type="dxa"/>
            <w:noWrap/>
            <w:tcMar>
              <w:top w:w="0" w:type="dxa"/>
              <w:left w:w="28" w:type="dxa"/>
              <w:bottom w:w="0" w:type="dxa"/>
              <w:right w:w="108" w:type="dxa"/>
            </w:tcMar>
            <w:vAlign w:val="bottom"/>
          </w:tcPr>
          <w:p w14:paraId="2B0367D0" w14:textId="77777777" w:rsidR="00B44858" w:rsidRDefault="00B44858" w:rsidP="00B44858">
            <w:pPr>
              <w:jc w:val="left"/>
            </w:pPr>
          </w:p>
        </w:tc>
        <w:tc>
          <w:tcPr>
            <w:tcW w:w="1137" w:type="dxa"/>
            <w:gridSpan w:val="4"/>
            <w:noWrap/>
            <w:vAlign w:val="bottom"/>
            <w:hideMark/>
          </w:tcPr>
          <w:p w14:paraId="3CB26AA2" w14:textId="77777777" w:rsidR="00B44858" w:rsidRDefault="00B44858" w:rsidP="00B44858">
            <w:pPr>
              <w:jc w:val="left"/>
            </w:pPr>
            <w:r>
              <w:t>Straße</w:t>
            </w:r>
          </w:p>
        </w:tc>
        <w:tc>
          <w:tcPr>
            <w:tcW w:w="4767" w:type="dxa"/>
            <w:gridSpan w:val="4"/>
            <w:noWrap/>
            <w:vAlign w:val="bottom"/>
          </w:tcPr>
          <w:p w14:paraId="23B19B0D" w14:textId="77777777" w:rsidR="00B44858" w:rsidRDefault="00B44858" w:rsidP="00B44858">
            <w:pPr>
              <w:jc w:val="left"/>
            </w:pPr>
          </w:p>
        </w:tc>
        <w:tc>
          <w:tcPr>
            <w:tcW w:w="851" w:type="dxa"/>
            <w:vAlign w:val="bottom"/>
            <w:hideMark/>
          </w:tcPr>
          <w:p w14:paraId="6F95FF29" w14:textId="77777777" w:rsidR="00B44858" w:rsidRDefault="00B44858" w:rsidP="00B44858">
            <w:pPr>
              <w:jc w:val="left"/>
            </w:pPr>
            <w:r>
              <w:t>E-Mail</w:t>
            </w:r>
          </w:p>
        </w:tc>
        <w:tc>
          <w:tcPr>
            <w:tcW w:w="2701" w:type="dxa"/>
            <w:gridSpan w:val="2"/>
            <w:vAlign w:val="bottom"/>
          </w:tcPr>
          <w:p w14:paraId="686AC5FF" w14:textId="77777777" w:rsidR="00B44858" w:rsidRDefault="00B44858" w:rsidP="00B44858">
            <w:pPr>
              <w:jc w:val="left"/>
            </w:pPr>
          </w:p>
        </w:tc>
      </w:tr>
      <w:tr w:rsidR="00B44858" w14:paraId="315024C4" w14:textId="77777777" w:rsidTr="004E258D">
        <w:trPr>
          <w:trHeight w:val="284"/>
        </w:trPr>
        <w:tc>
          <w:tcPr>
            <w:tcW w:w="489" w:type="dxa"/>
            <w:noWrap/>
            <w:tcMar>
              <w:top w:w="0" w:type="dxa"/>
              <w:left w:w="28" w:type="dxa"/>
              <w:bottom w:w="0" w:type="dxa"/>
              <w:right w:w="108" w:type="dxa"/>
            </w:tcMar>
            <w:vAlign w:val="bottom"/>
          </w:tcPr>
          <w:p w14:paraId="5F5C686F" w14:textId="77777777" w:rsidR="00B44858" w:rsidRDefault="00B44858" w:rsidP="00B44858">
            <w:pPr>
              <w:jc w:val="left"/>
            </w:pPr>
          </w:p>
        </w:tc>
        <w:tc>
          <w:tcPr>
            <w:tcW w:w="1137" w:type="dxa"/>
            <w:gridSpan w:val="4"/>
            <w:noWrap/>
            <w:vAlign w:val="bottom"/>
            <w:hideMark/>
          </w:tcPr>
          <w:p w14:paraId="771F504C" w14:textId="77777777" w:rsidR="00B44858" w:rsidRDefault="00B44858" w:rsidP="00B44858">
            <w:pPr>
              <w:jc w:val="left"/>
            </w:pPr>
            <w:r>
              <w:t>PLZ/Ort</w:t>
            </w:r>
          </w:p>
        </w:tc>
        <w:tc>
          <w:tcPr>
            <w:tcW w:w="4767" w:type="dxa"/>
            <w:gridSpan w:val="4"/>
            <w:noWrap/>
            <w:vAlign w:val="bottom"/>
          </w:tcPr>
          <w:p w14:paraId="07587BFC" w14:textId="77777777" w:rsidR="00B44858" w:rsidRDefault="00B44858" w:rsidP="00B44858">
            <w:pPr>
              <w:jc w:val="left"/>
            </w:pPr>
          </w:p>
        </w:tc>
        <w:tc>
          <w:tcPr>
            <w:tcW w:w="851" w:type="dxa"/>
            <w:vAlign w:val="bottom"/>
          </w:tcPr>
          <w:p w14:paraId="68991623" w14:textId="77777777" w:rsidR="00B44858" w:rsidRDefault="00B44858" w:rsidP="00B44858">
            <w:pPr>
              <w:jc w:val="left"/>
            </w:pPr>
          </w:p>
        </w:tc>
        <w:tc>
          <w:tcPr>
            <w:tcW w:w="2701" w:type="dxa"/>
            <w:gridSpan w:val="2"/>
            <w:vAlign w:val="bottom"/>
          </w:tcPr>
          <w:p w14:paraId="53F32145" w14:textId="77777777" w:rsidR="00B44858" w:rsidRDefault="00B44858" w:rsidP="00B44858">
            <w:pPr>
              <w:jc w:val="left"/>
            </w:pPr>
          </w:p>
        </w:tc>
      </w:tr>
      <w:tr w:rsidR="00B44858" w:rsidRPr="00520D3B" w14:paraId="14752866" w14:textId="77777777" w:rsidTr="004E258D">
        <w:trPr>
          <w:trHeight w:val="284"/>
        </w:trPr>
        <w:tc>
          <w:tcPr>
            <w:tcW w:w="489" w:type="dxa"/>
            <w:noWrap/>
            <w:tcMar>
              <w:left w:w="28" w:type="dxa"/>
            </w:tcMar>
            <w:vAlign w:val="center"/>
          </w:tcPr>
          <w:p w14:paraId="6A9F3EBB" w14:textId="77777777" w:rsidR="00B44858" w:rsidRPr="00520D3B" w:rsidRDefault="00B44858" w:rsidP="00B44858"/>
        </w:tc>
        <w:tc>
          <w:tcPr>
            <w:tcW w:w="9431" w:type="dxa"/>
            <w:gridSpan w:val="11"/>
            <w:noWrap/>
            <w:vAlign w:val="center"/>
          </w:tcPr>
          <w:p w14:paraId="7A36695E" w14:textId="77777777" w:rsidR="00B44858" w:rsidRPr="00520D3B" w:rsidRDefault="00B44858" w:rsidP="00B44858"/>
        </w:tc>
      </w:tr>
      <w:tr w:rsidR="00B44858" w:rsidRPr="00520D3B" w14:paraId="102544FE" w14:textId="77777777" w:rsidTr="004E258D">
        <w:trPr>
          <w:trHeight w:val="284"/>
        </w:trPr>
        <w:tc>
          <w:tcPr>
            <w:tcW w:w="489" w:type="dxa"/>
            <w:noWrap/>
            <w:tcMar>
              <w:left w:w="28" w:type="dxa"/>
            </w:tcMar>
            <w:vAlign w:val="center"/>
          </w:tcPr>
          <w:p w14:paraId="6D9B7E3C" w14:textId="77777777" w:rsidR="00B44858" w:rsidRPr="00520D3B" w:rsidRDefault="00B44858" w:rsidP="00B44858"/>
        </w:tc>
        <w:tc>
          <w:tcPr>
            <w:tcW w:w="9431" w:type="dxa"/>
            <w:gridSpan w:val="11"/>
            <w:noWrap/>
            <w:vAlign w:val="center"/>
          </w:tcPr>
          <w:p w14:paraId="0146B1F2" w14:textId="77777777" w:rsidR="00B44858" w:rsidRPr="00520D3B" w:rsidRDefault="00B44858" w:rsidP="00B44858"/>
        </w:tc>
      </w:tr>
      <w:tr w:rsidR="00B44858" w:rsidRPr="00520D3B" w14:paraId="6EDD6F53" w14:textId="77777777" w:rsidTr="004E258D">
        <w:trPr>
          <w:trHeight w:val="284"/>
        </w:trPr>
        <w:tc>
          <w:tcPr>
            <w:tcW w:w="489" w:type="dxa"/>
            <w:noWrap/>
            <w:tcMar>
              <w:left w:w="28" w:type="dxa"/>
            </w:tcMar>
            <w:vAlign w:val="center"/>
          </w:tcPr>
          <w:p w14:paraId="00D480F9" w14:textId="77777777" w:rsidR="00B44858" w:rsidRPr="00520D3B" w:rsidRDefault="00B44858" w:rsidP="00B44858"/>
        </w:tc>
        <w:tc>
          <w:tcPr>
            <w:tcW w:w="9431" w:type="dxa"/>
            <w:gridSpan w:val="11"/>
            <w:noWrap/>
            <w:vAlign w:val="center"/>
          </w:tcPr>
          <w:p w14:paraId="73646E03" w14:textId="77777777" w:rsidR="00B44858" w:rsidRPr="00520D3B" w:rsidRDefault="00B44858" w:rsidP="00B44858"/>
        </w:tc>
      </w:tr>
      <w:tr w:rsidR="00B44858" w:rsidRPr="00520D3B" w14:paraId="0D3E000E" w14:textId="77777777" w:rsidTr="004E258D">
        <w:trPr>
          <w:trHeight w:val="397"/>
        </w:trPr>
        <w:tc>
          <w:tcPr>
            <w:tcW w:w="9920" w:type="dxa"/>
            <w:gridSpan w:val="12"/>
            <w:noWrap/>
            <w:tcMar>
              <w:left w:w="28" w:type="dxa"/>
            </w:tcMar>
            <w:vAlign w:val="center"/>
          </w:tcPr>
          <w:p w14:paraId="4004A515" w14:textId="77777777" w:rsidR="00B44858" w:rsidRPr="00A82A4A" w:rsidRDefault="00B44858" w:rsidP="00B44858">
            <w:pPr>
              <w:pStyle w:val="berschrift1"/>
            </w:pPr>
            <w:r>
              <w:t>Unterlagen (Eigenerklärungen, Angaben, Bescheinigungen oder sonstige Nachweise)</w:t>
            </w:r>
          </w:p>
        </w:tc>
      </w:tr>
      <w:tr w:rsidR="00B44858" w:rsidRPr="00520D3B" w14:paraId="7D29D81E" w14:textId="77777777" w:rsidTr="004E258D">
        <w:trPr>
          <w:trHeight w:val="284"/>
        </w:trPr>
        <w:tc>
          <w:tcPr>
            <w:tcW w:w="489" w:type="dxa"/>
            <w:noWrap/>
            <w:tcMar>
              <w:left w:w="28" w:type="dxa"/>
            </w:tcMar>
            <w:vAlign w:val="center"/>
          </w:tcPr>
          <w:p w14:paraId="1E94E25E" w14:textId="77777777" w:rsidR="00B44858" w:rsidRPr="00520D3B" w:rsidRDefault="00B44858" w:rsidP="00B44858"/>
        </w:tc>
        <w:tc>
          <w:tcPr>
            <w:tcW w:w="9431" w:type="dxa"/>
            <w:gridSpan w:val="11"/>
            <w:noWrap/>
            <w:vAlign w:val="center"/>
          </w:tcPr>
          <w:p w14:paraId="50BCFC5A" w14:textId="26F2E787" w:rsidR="00B44858" w:rsidRPr="00520D3B" w:rsidRDefault="00B44858" w:rsidP="00B44858">
            <w:r w:rsidRPr="00520D3B">
              <w:t xml:space="preserve">Der Auftraggeber wird ab einer Auftragssumme von </w:t>
            </w:r>
            <w:r>
              <w:t xml:space="preserve">mehr als </w:t>
            </w:r>
            <w:r w:rsidRPr="00520D3B">
              <w:t>30.000</w:t>
            </w:r>
            <w:r>
              <w:t> Euro</w:t>
            </w:r>
            <w:r w:rsidRPr="00520D3B">
              <w:t xml:space="preserve"> für den Bieter, der den Zuschlag erhalten soll, zur Bestätigung der Erklärung (Angebotsschreiben N</w:t>
            </w:r>
            <w:r>
              <w:t>umme</w:t>
            </w:r>
            <w:r w:rsidRPr="00520D3B">
              <w:t xml:space="preserve">r </w:t>
            </w:r>
            <w:r>
              <w:t>6</w:t>
            </w:r>
            <w:r w:rsidRPr="00520D3B">
              <w:t>) einen Auszug aus dem Gewerbezentralreg</w:t>
            </w:r>
            <w:r>
              <w:t>ister</w:t>
            </w:r>
            <w:r w:rsidR="007D338C">
              <w:t>/Wettbewerbsregister</w:t>
            </w:r>
            <w:r>
              <w:t xml:space="preserve"> beim Bundesamt für Justiz</w:t>
            </w:r>
            <w:r w:rsidRPr="00520D3B">
              <w:t xml:space="preserve"> anfordern.</w:t>
            </w:r>
          </w:p>
        </w:tc>
      </w:tr>
      <w:tr w:rsidR="00B44858" w:rsidRPr="00F36274" w14:paraId="58F210B6" w14:textId="77777777" w:rsidTr="004E258D">
        <w:trPr>
          <w:cantSplit/>
          <w:trHeight w:val="397"/>
        </w:trPr>
        <w:tc>
          <w:tcPr>
            <w:tcW w:w="9920" w:type="dxa"/>
            <w:gridSpan w:val="12"/>
            <w:noWrap/>
            <w:tcMar>
              <w:left w:w="28" w:type="dxa"/>
            </w:tcMar>
            <w:vAlign w:val="center"/>
          </w:tcPr>
          <w:p w14:paraId="4954E56B" w14:textId="77777777" w:rsidR="00B44858" w:rsidRPr="006B28BB" w:rsidRDefault="00B44858" w:rsidP="00B44858">
            <w:pPr>
              <w:pStyle w:val="berschrift2"/>
              <w:numPr>
                <w:ilvl w:val="1"/>
                <w:numId w:val="16"/>
              </w:numPr>
              <w:tabs>
                <w:tab w:val="clear" w:pos="851"/>
              </w:tabs>
              <w:ind w:left="567" w:hanging="567"/>
            </w:pPr>
            <w:r w:rsidRPr="006B28BB">
              <w:t>Folgende Unterlagen</w:t>
            </w:r>
            <w:r>
              <w:t xml:space="preserve"> </w:t>
            </w:r>
            <w:r w:rsidRPr="006B28BB">
              <w:t>sind mit dem Angebot einzureichen</w:t>
            </w:r>
            <w:r>
              <w:t>:</w:t>
            </w:r>
          </w:p>
        </w:tc>
      </w:tr>
      <w:tr w:rsidR="00B44858" w:rsidRPr="00F36274" w14:paraId="7C82F985" w14:textId="77777777" w:rsidTr="004E258D">
        <w:trPr>
          <w:cantSplit/>
          <w:trHeight w:val="284"/>
        </w:trPr>
        <w:tc>
          <w:tcPr>
            <w:tcW w:w="489" w:type="dxa"/>
            <w:noWrap/>
            <w:tcMar>
              <w:left w:w="28" w:type="dxa"/>
            </w:tcMar>
            <w:vAlign w:val="center"/>
          </w:tcPr>
          <w:p w14:paraId="597803F6" w14:textId="77777777" w:rsidR="00B44858" w:rsidRPr="00F36274" w:rsidRDefault="00B44858" w:rsidP="00B44858"/>
        </w:tc>
        <w:bookmarkStart w:id="4" w:name="Vergart4_2110"/>
        <w:tc>
          <w:tcPr>
            <w:tcW w:w="434" w:type="dxa"/>
            <w:noWrap/>
            <w:vAlign w:val="center"/>
          </w:tcPr>
          <w:p w14:paraId="6C3CD925" w14:textId="77777777" w:rsidR="00B44858" w:rsidRPr="00F36274" w:rsidRDefault="00B44858" w:rsidP="00B44858">
            <w:r w:rsidRPr="008A13F3">
              <w:fldChar w:fldCharType="begin">
                <w:ffData>
                  <w:name w:val="Vergart4_2110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A13F3">
              <w:instrText xml:space="preserve"> FORMCHECKBOX </w:instrText>
            </w:r>
            <w:r w:rsidRPr="008A13F3">
              <w:fldChar w:fldCharType="separate"/>
            </w:r>
            <w:r w:rsidRPr="008A13F3">
              <w:fldChar w:fldCharType="end"/>
            </w:r>
            <w:bookmarkEnd w:id="4"/>
          </w:p>
        </w:tc>
        <w:tc>
          <w:tcPr>
            <w:tcW w:w="8997" w:type="dxa"/>
            <w:gridSpan w:val="10"/>
            <w:vAlign w:val="center"/>
          </w:tcPr>
          <w:p w14:paraId="7563460B" w14:textId="77777777" w:rsidR="00B44858" w:rsidRPr="00483C89" w:rsidRDefault="00B44858" w:rsidP="00B44858">
            <w:r w:rsidRPr="00483C89">
              <w:t xml:space="preserve">siehe </w:t>
            </w:r>
            <w:r>
              <w:t>(Auftrags)B</w:t>
            </w:r>
            <w:r w:rsidRPr="00483C89">
              <w:t xml:space="preserve">ekanntmachung </w:t>
            </w:r>
          </w:p>
        </w:tc>
      </w:tr>
      <w:tr w:rsidR="00B44858" w:rsidRPr="00F36274" w14:paraId="263F8C11" w14:textId="77777777" w:rsidTr="004E258D">
        <w:trPr>
          <w:cantSplit/>
          <w:trHeight w:val="284"/>
        </w:trPr>
        <w:tc>
          <w:tcPr>
            <w:tcW w:w="489" w:type="dxa"/>
            <w:noWrap/>
            <w:tcMar>
              <w:left w:w="28" w:type="dxa"/>
            </w:tcMar>
            <w:vAlign w:val="center"/>
          </w:tcPr>
          <w:p w14:paraId="47AB6850" w14:textId="77777777" w:rsidR="00B44858" w:rsidRPr="00F36274" w:rsidRDefault="00B44858" w:rsidP="00B44858"/>
        </w:tc>
        <w:tc>
          <w:tcPr>
            <w:tcW w:w="434" w:type="dxa"/>
            <w:noWrap/>
            <w:vAlign w:val="center"/>
          </w:tcPr>
          <w:p w14:paraId="15CDAECA" w14:textId="48ABDA92" w:rsidR="00B44858" w:rsidRPr="00F36274" w:rsidRDefault="001B2BB8" w:rsidP="00B44858">
            <w: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997" w:type="dxa"/>
            <w:gridSpan w:val="10"/>
            <w:vAlign w:val="center"/>
          </w:tcPr>
          <w:p w14:paraId="0EB73A2D" w14:textId="7C94C078" w:rsidR="00B44858" w:rsidRPr="00483C89" w:rsidRDefault="00466666" w:rsidP="00B44858">
            <w:r>
              <w:t xml:space="preserve">Anlagen unter C) </w:t>
            </w:r>
          </w:p>
        </w:tc>
      </w:tr>
      <w:tr w:rsidR="00B44858" w:rsidRPr="00F36274" w14:paraId="6D383D6B" w14:textId="77777777" w:rsidTr="004E258D">
        <w:trPr>
          <w:cantSplit/>
          <w:trHeight w:val="284"/>
        </w:trPr>
        <w:tc>
          <w:tcPr>
            <w:tcW w:w="489" w:type="dxa"/>
            <w:noWrap/>
            <w:tcMar>
              <w:left w:w="28" w:type="dxa"/>
            </w:tcMar>
            <w:vAlign w:val="center"/>
          </w:tcPr>
          <w:p w14:paraId="6EED3919" w14:textId="77777777" w:rsidR="00B44858" w:rsidRPr="00F36274" w:rsidRDefault="00B44858" w:rsidP="00B44858"/>
        </w:tc>
        <w:tc>
          <w:tcPr>
            <w:tcW w:w="434" w:type="dxa"/>
            <w:noWrap/>
            <w:vAlign w:val="center"/>
          </w:tcPr>
          <w:p w14:paraId="1DB45484" w14:textId="48710A2A" w:rsidR="00B44858" w:rsidRPr="00F36274" w:rsidRDefault="0020063D" w:rsidP="00B44858">
            <w: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997" w:type="dxa"/>
            <w:gridSpan w:val="10"/>
            <w:vAlign w:val="center"/>
          </w:tcPr>
          <w:p w14:paraId="2A1B1D1A" w14:textId="19DC240E" w:rsidR="00B44858" w:rsidRPr="00275337" w:rsidRDefault="00466666" w:rsidP="00B44858">
            <w:r w:rsidRPr="00466666">
              <w:t>Excel-Tabelle des Leistungsverzeichnisses als Datei</w:t>
            </w:r>
          </w:p>
        </w:tc>
      </w:tr>
      <w:tr w:rsidR="00B44858" w:rsidRPr="00F36274" w14:paraId="23291EAF" w14:textId="77777777" w:rsidTr="004E258D">
        <w:trPr>
          <w:cantSplit/>
          <w:trHeight w:val="284"/>
        </w:trPr>
        <w:tc>
          <w:tcPr>
            <w:tcW w:w="489" w:type="dxa"/>
            <w:noWrap/>
            <w:tcMar>
              <w:left w:w="28" w:type="dxa"/>
            </w:tcMar>
            <w:vAlign w:val="center"/>
          </w:tcPr>
          <w:p w14:paraId="21991CF2" w14:textId="77777777" w:rsidR="00B44858" w:rsidRPr="00F36274" w:rsidRDefault="00B44858" w:rsidP="00B44858"/>
        </w:tc>
        <w:tc>
          <w:tcPr>
            <w:tcW w:w="434" w:type="dxa"/>
            <w:noWrap/>
            <w:vAlign w:val="center"/>
          </w:tcPr>
          <w:p w14:paraId="09F8391F" w14:textId="2368BB86" w:rsidR="00B44858" w:rsidRPr="00F36274" w:rsidRDefault="001B2BB8" w:rsidP="00B44858">
            <w: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997" w:type="dxa"/>
            <w:gridSpan w:val="10"/>
            <w:vAlign w:val="center"/>
          </w:tcPr>
          <w:p w14:paraId="12B41F80" w14:textId="5F48B431" w:rsidR="00B44858" w:rsidRPr="00275337" w:rsidRDefault="00AF7EF3" w:rsidP="00B44858">
            <w:r>
              <w:t>Produktdatenblatt</w:t>
            </w:r>
          </w:p>
        </w:tc>
      </w:tr>
      <w:tr w:rsidR="00B44858" w:rsidRPr="00F36274" w14:paraId="424849AD" w14:textId="77777777" w:rsidTr="004E258D">
        <w:trPr>
          <w:cantSplit/>
          <w:trHeight w:val="284"/>
        </w:trPr>
        <w:tc>
          <w:tcPr>
            <w:tcW w:w="489" w:type="dxa"/>
            <w:noWrap/>
            <w:tcMar>
              <w:left w:w="28" w:type="dxa"/>
            </w:tcMar>
            <w:vAlign w:val="center"/>
          </w:tcPr>
          <w:p w14:paraId="7B8AE75A" w14:textId="77777777" w:rsidR="00B44858" w:rsidRPr="00F36274" w:rsidRDefault="00B44858" w:rsidP="00B44858"/>
        </w:tc>
        <w:tc>
          <w:tcPr>
            <w:tcW w:w="434" w:type="dxa"/>
            <w:noWrap/>
            <w:vAlign w:val="center"/>
          </w:tcPr>
          <w:p w14:paraId="1ADA685A" w14:textId="77777777" w:rsidR="00B44858" w:rsidRPr="00F36274" w:rsidRDefault="00B44858" w:rsidP="00B44858">
            <w:r w:rsidRPr="00520D3B"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8A13F3">
              <w:instrText xml:space="preserve"> FORMCHECKBOX </w:instrText>
            </w:r>
            <w:r w:rsidRPr="00520D3B">
              <w:fldChar w:fldCharType="separate"/>
            </w:r>
            <w:r w:rsidRPr="00520D3B">
              <w:fldChar w:fldCharType="end"/>
            </w:r>
          </w:p>
        </w:tc>
        <w:tc>
          <w:tcPr>
            <w:tcW w:w="8997" w:type="dxa"/>
            <w:gridSpan w:val="10"/>
            <w:vAlign w:val="center"/>
          </w:tcPr>
          <w:p w14:paraId="47E1F386" w14:textId="77777777" w:rsidR="00B44858" w:rsidRPr="00275337" w:rsidRDefault="00B44858" w:rsidP="00B44858"/>
        </w:tc>
      </w:tr>
    </w:tbl>
    <w:p w14:paraId="6A3F3E33" w14:textId="77777777" w:rsidR="00EC61B9" w:rsidRDefault="00EC61B9">
      <w:r>
        <w:rPr>
          <w:b/>
          <w:bCs/>
          <w:iCs/>
        </w:rPr>
        <w:br w:type="page"/>
      </w:r>
    </w:p>
    <w:tbl>
      <w:tblPr>
        <w:tblW w:w="9920" w:type="dxa"/>
        <w:tblLayout w:type="fixed"/>
        <w:tblLook w:val="01E0" w:firstRow="1" w:lastRow="1" w:firstColumn="1" w:lastColumn="1" w:noHBand="0" w:noVBand="0"/>
      </w:tblPr>
      <w:tblGrid>
        <w:gridCol w:w="513"/>
        <w:gridCol w:w="452"/>
        <w:gridCol w:w="384"/>
        <w:gridCol w:w="84"/>
        <w:gridCol w:w="8487"/>
      </w:tblGrid>
      <w:tr w:rsidR="00B7134D" w:rsidRPr="0002662E" w14:paraId="5B3575BE" w14:textId="77777777" w:rsidTr="00EC61B9">
        <w:trPr>
          <w:cantSplit/>
          <w:trHeight w:val="397"/>
        </w:trPr>
        <w:tc>
          <w:tcPr>
            <w:tcW w:w="9920" w:type="dxa"/>
            <w:gridSpan w:val="5"/>
            <w:noWrap/>
            <w:tcMar>
              <w:left w:w="28" w:type="dxa"/>
            </w:tcMar>
            <w:vAlign w:val="center"/>
          </w:tcPr>
          <w:p w14:paraId="174207E4" w14:textId="77777777" w:rsidR="00B7134D" w:rsidRPr="006B28BB" w:rsidRDefault="00B7134D" w:rsidP="00B05ADE">
            <w:pPr>
              <w:pStyle w:val="berschrift2"/>
              <w:numPr>
                <w:ilvl w:val="1"/>
                <w:numId w:val="16"/>
              </w:numPr>
              <w:tabs>
                <w:tab w:val="clear" w:pos="851"/>
              </w:tabs>
              <w:ind w:left="567" w:hanging="567"/>
            </w:pPr>
            <w:r w:rsidRPr="006B28BB">
              <w:lastRenderedPageBreak/>
              <w:t xml:space="preserve">Folgende Unterlagen sind auf </w:t>
            </w:r>
            <w:r>
              <w:t xml:space="preserve">gesondertes </w:t>
            </w:r>
            <w:r w:rsidRPr="006B28BB">
              <w:t>Verlangen der Vergabestelle vorzulegen</w:t>
            </w:r>
          </w:p>
        </w:tc>
      </w:tr>
      <w:tr w:rsidR="00B7134D" w:rsidRPr="00F36274" w14:paraId="015950C9" w14:textId="77777777" w:rsidTr="00EC61B9">
        <w:trPr>
          <w:cantSplit/>
          <w:trHeight w:val="284"/>
        </w:trPr>
        <w:tc>
          <w:tcPr>
            <w:tcW w:w="489" w:type="dxa"/>
            <w:noWrap/>
            <w:tcMar>
              <w:left w:w="28" w:type="dxa"/>
            </w:tcMar>
            <w:vAlign w:val="center"/>
          </w:tcPr>
          <w:p w14:paraId="2CF2D18B" w14:textId="77777777" w:rsidR="00B7134D" w:rsidRPr="00F36274" w:rsidRDefault="00B7134D" w:rsidP="008F1E82"/>
        </w:tc>
        <w:tc>
          <w:tcPr>
            <w:tcW w:w="434" w:type="dxa"/>
            <w:noWrap/>
            <w:vAlign w:val="center"/>
          </w:tcPr>
          <w:p w14:paraId="7A5D7AF6" w14:textId="77777777" w:rsidR="00B7134D" w:rsidRPr="00F36274" w:rsidRDefault="00B7134D" w:rsidP="008F1E82">
            <w:r w:rsidRPr="00520D3B"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8A13F3">
              <w:instrText xml:space="preserve"> FORMCHECKBOX </w:instrText>
            </w:r>
            <w:r w:rsidRPr="00520D3B">
              <w:fldChar w:fldCharType="separate"/>
            </w:r>
            <w:r w:rsidRPr="00520D3B">
              <w:fldChar w:fldCharType="end"/>
            </w:r>
          </w:p>
        </w:tc>
        <w:tc>
          <w:tcPr>
            <w:tcW w:w="8997" w:type="dxa"/>
            <w:gridSpan w:val="3"/>
            <w:vAlign w:val="center"/>
          </w:tcPr>
          <w:p w14:paraId="6F433BC8" w14:textId="77777777" w:rsidR="00B7134D" w:rsidRPr="00F36274" w:rsidRDefault="00B7134D" w:rsidP="00B7134D">
            <w:r>
              <w:t>siehe (Auftrags)Bekanntmachung</w:t>
            </w:r>
          </w:p>
        </w:tc>
      </w:tr>
      <w:tr w:rsidR="00B7134D" w:rsidRPr="00F36274" w14:paraId="481C9C13" w14:textId="77777777" w:rsidTr="00EC61B9">
        <w:trPr>
          <w:cantSplit/>
          <w:trHeight w:val="284"/>
        </w:trPr>
        <w:tc>
          <w:tcPr>
            <w:tcW w:w="489" w:type="dxa"/>
            <w:noWrap/>
            <w:tcMar>
              <w:left w:w="28" w:type="dxa"/>
            </w:tcMar>
            <w:vAlign w:val="center"/>
          </w:tcPr>
          <w:p w14:paraId="5A7CDC80" w14:textId="77777777" w:rsidR="00B7134D" w:rsidRPr="00F36274" w:rsidRDefault="00B7134D" w:rsidP="008F1E82"/>
        </w:tc>
        <w:tc>
          <w:tcPr>
            <w:tcW w:w="434" w:type="dxa"/>
            <w:noWrap/>
            <w:vAlign w:val="center"/>
          </w:tcPr>
          <w:p w14:paraId="0323FE29" w14:textId="52FB7BAF" w:rsidR="00B7134D" w:rsidRPr="00F36274" w:rsidRDefault="00466666" w:rsidP="008F1E82">
            <w: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997" w:type="dxa"/>
            <w:gridSpan w:val="3"/>
            <w:vAlign w:val="center"/>
          </w:tcPr>
          <w:p w14:paraId="16DA19CD" w14:textId="64751DFD" w:rsidR="00B7134D" w:rsidRPr="00F36274" w:rsidRDefault="00466666" w:rsidP="008F1E82">
            <w:r>
              <w:t>Einzelnachweise entsprechend der Erklärung Formblatt LD124</w:t>
            </w:r>
          </w:p>
        </w:tc>
      </w:tr>
      <w:tr w:rsidR="00B7134D" w:rsidRPr="00F36274" w14:paraId="2B5013E9" w14:textId="77777777" w:rsidTr="00EC61B9">
        <w:trPr>
          <w:cantSplit/>
          <w:trHeight w:val="284"/>
        </w:trPr>
        <w:tc>
          <w:tcPr>
            <w:tcW w:w="489" w:type="dxa"/>
            <w:noWrap/>
            <w:tcMar>
              <w:left w:w="28" w:type="dxa"/>
            </w:tcMar>
            <w:vAlign w:val="center"/>
          </w:tcPr>
          <w:p w14:paraId="0C9C6424" w14:textId="77777777" w:rsidR="00B7134D" w:rsidRPr="00F36274" w:rsidRDefault="00B7134D" w:rsidP="008F1E82"/>
        </w:tc>
        <w:tc>
          <w:tcPr>
            <w:tcW w:w="434" w:type="dxa"/>
            <w:noWrap/>
            <w:vAlign w:val="center"/>
          </w:tcPr>
          <w:p w14:paraId="66BA6762" w14:textId="77777777" w:rsidR="00B7134D" w:rsidRPr="00F36274" w:rsidRDefault="00B7134D" w:rsidP="008F1E82">
            <w:r w:rsidRPr="00520D3B"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8A13F3">
              <w:instrText xml:space="preserve"> FORMCHECKBOX </w:instrText>
            </w:r>
            <w:r w:rsidRPr="00520D3B">
              <w:fldChar w:fldCharType="separate"/>
            </w:r>
            <w:r w:rsidRPr="00520D3B">
              <w:fldChar w:fldCharType="end"/>
            </w:r>
          </w:p>
        </w:tc>
        <w:tc>
          <w:tcPr>
            <w:tcW w:w="8997" w:type="dxa"/>
            <w:gridSpan w:val="3"/>
            <w:vAlign w:val="center"/>
          </w:tcPr>
          <w:p w14:paraId="181CFE2F" w14:textId="77777777" w:rsidR="00B7134D" w:rsidRPr="00F36274" w:rsidRDefault="00B7134D" w:rsidP="008F1E82"/>
        </w:tc>
      </w:tr>
      <w:tr w:rsidR="00EC61B9" w:rsidRPr="00F36274" w14:paraId="0D693775" w14:textId="77777777" w:rsidTr="00EC61B9">
        <w:trPr>
          <w:cantSplit/>
          <w:trHeight w:val="284"/>
        </w:trPr>
        <w:tc>
          <w:tcPr>
            <w:tcW w:w="489" w:type="dxa"/>
            <w:noWrap/>
            <w:tcMar>
              <w:left w:w="28" w:type="dxa"/>
            </w:tcMar>
            <w:vAlign w:val="center"/>
          </w:tcPr>
          <w:p w14:paraId="3A18AC62" w14:textId="77777777" w:rsidR="00EC61B9" w:rsidRPr="00F36274" w:rsidRDefault="00EC61B9" w:rsidP="008F1E82"/>
        </w:tc>
        <w:tc>
          <w:tcPr>
            <w:tcW w:w="434" w:type="dxa"/>
            <w:noWrap/>
            <w:vAlign w:val="center"/>
          </w:tcPr>
          <w:p w14:paraId="5F9A042A" w14:textId="77777777" w:rsidR="00EC61B9" w:rsidRPr="00520D3B" w:rsidRDefault="00EC61B9" w:rsidP="008F1E82">
            <w:r w:rsidRPr="00520D3B">
              <w:rPr>
                <w:b/>
              </w:rPr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586235">
              <w:rPr>
                <w:b/>
              </w:rPr>
              <w:instrText xml:space="preserve"> FORMCHECKBOX </w:instrText>
            </w:r>
            <w:r w:rsidRPr="00520D3B">
              <w:rPr>
                <w:b/>
              </w:rPr>
            </w:r>
            <w:r w:rsidRPr="00520D3B">
              <w:rPr>
                <w:b/>
              </w:rPr>
              <w:fldChar w:fldCharType="separate"/>
            </w:r>
            <w:r w:rsidRPr="00520D3B">
              <w:fldChar w:fldCharType="end"/>
            </w:r>
          </w:p>
        </w:tc>
        <w:tc>
          <w:tcPr>
            <w:tcW w:w="8997" w:type="dxa"/>
            <w:gridSpan w:val="3"/>
            <w:vAlign w:val="center"/>
          </w:tcPr>
          <w:p w14:paraId="329EB3EC" w14:textId="77777777" w:rsidR="00EC61B9" w:rsidRPr="00F36274" w:rsidRDefault="00EC61B9" w:rsidP="008F1E82"/>
        </w:tc>
      </w:tr>
      <w:tr w:rsidR="00B7134D" w:rsidRPr="00F36274" w14:paraId="599D9DA7" w14:textId="77777777" w:rsidTr="00EC61B9">
        <w:trPr>
          <w:cantSplit/>
          <w:trHeight w:val="284"/>
        </w:trPr>
        <w:tc>
          <w:tcPr>
            <w:tcW w:w="489" w:type="dxa"/>
            <w:noWrap/>
            <w:tcMar>
              <w:left w:w="28" w:type="dxa"/>
            </w:tcMar>
            <w:vAlign w:val="center"/>
          </w:tcPr>
          <w:p w14:paraId="18814B5D" w14:textId="77777777" w:rsidR="00B7134D" w:rsidRPr="00F36274" w:rsidRDefault="00B7134D" w:rsidP="008F1E82"/>
        </w:tc>
        <w:tc>
          <w:tcPr>
            <w:tcW w:w="434" w:type="dxa"/>
            <w:noWrap/>
            <w:vAlign w:val="center"/>
          </w:tcPr>
          <w:p w14:paraId="3334E9AE" w14:textId="77777777" w:rsidR="00B7134D" w:rsidRPr="00F36274" w:rsidRDefault="00B7134D" w:rsidP="008F1E82">
            <w:r w:rsidRPr="00520D3B">
              <w:rPr>
                <w:b/>
              </w:rPr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586235">
              <w:rPr>
                <w:b/>
              </w:rPr>
              <w:instrText xml:space="preserve"> FORMCHECKBOX </w:instrText>
            </w:r>
            <w:r w:rsidRPr="00520D3B">
              <w:rPr>
                <w:b/>
              </w:rPr>
            </w:r>
            <w:r w:rsidRPr="00520D3B">
              <w:rPr>
                <w:b/>
              </w:rPr>
              <w:fldChar w:fldCharType="separate"/>
            </w:r>
            <w:r w:rsidRPr="00520D3B">
              <w:fldChar w:fldCharType="end"/>
            </w:r>
          </w:p>
        </w:tc>
        <w:tc>
          <w:tcPr>
            <w:tcW w:w="8997" w:type="dxa"/>
            <w:gridSpan w:val="3"/>
            <w:vAlign w:val="center"/>
          </w:tcPr>
          <w:p w14:paraId="0FF58936" w14:textId="77777777" w:rsidR="00B7134D" w:rsidRPr="00F36274" w:rsidRDefault="00B7134D" w:rsidP="008F1E82"/>
        </w:tc>
      </w:tr>
      <w:tr w:rsidR="00B7134D" w:rsidRPr="00520D3B" w14:paraId="779D45ED" w14:textId="77777777" w:rsidTr="00EC61B9">
        <w:trPr>
          <w:trHeight w:val="397"/>
        </w:trPr>
        <w:tc>
          <w:tcPr>
            <w:tcW w:w="9920" w:type="dxa"/>
            <w:gridSpan w:val="5"/>
            <w:noWrap/>
            <w:tcMar>
              <w:left w:w="28" w:type="dxa"/>
            </w:tcMar>
            <w:vAlign w:val="center"/>
          </w:tcPr>
          <w:p w14:paraId="0EB602FC" w14:textId="77777777" w:rsidR="00B7134D" w:rsidRPr="00520D3B" w:rsidRDefault="00B7134D" w:rsidP="008F1E82">
            <w:pPr>
              <w:pStyle w:val="berschrift2"/>
            </w:pPr>
            <w:r>
              <w:t>- frei -</w:t>
            </w:r>
          </w:p>
        </w:tc>
      </w:tr>
      <w:tr w:rsidR="00B7134D" w:rsidRPr="00520D3B" w14:paraId="2DA8E028" w14:textId="77777777" w:rsidTr="00EC61B9">
        <w:trPr>
          <w:trHeight w:val="397"/>
        </w:trPr>
        <w:tc>
          <w:tcPr>
            <w:tcW w:w="9920" w:type="dxa"/>
            <w:gridSpan w:val="5"/>
            <w:noWrap/>
            <w:tcMar>
              <w:left w:w="28" w:type="dxa"/>
            </w:tcMar>
            <w:vAlign w:val="center"/>
          </w:tcPr>
          <w:p w14:paraId="679080C4" w14:textId="77777777" w:rsidR="00B7134D" w:rsidRPr="00520D3B" w:rsidRDefault="00B7134D" w:rsidP="008F1E82">
            <w:pPr>
              <w:pStyle w:val="berschrift1"/>
            </w:pPr>
            <w:proofErr w:type="spellStart"/>
            <w:r>
              <w:t>Losweise</w:t>
            </w:r>
            <w:proofErr w:type="spellEnd"/>
            <w:r>
              <w:t xml:space="preserve"> Vergabe</w:t>
            </w:r>
          </w:p>
        </w:tc>
      </w:tr>
      <w:tr w:rsidR="00B7134D" w:rsidRPr="00520D3B" w14:paraId="7C5DF44A" w14:textId="77777777" w:rsidTr="00EC61B9">
        <w:trPr>
          <w:trHeight w:val="284"/>
        </w:trPr>
        <w:tc>
          <w:tcPr>
            <w:tcW w:w="489" w:type="dxa"/>
            <w:noWrap/>
            <w:tcMar>
              <w:left w:w="28" w:type="dxa"/>
            </w:tcMar>
            <w:vAlign w:val="center"/>
          </w:tcPr>
          <w:p w14:paraId="42AC2929" w14:textId="77777777" w:rsidR="00B7134D" w:rsidRPr="00520D3B" w:rsidRDefault="00B7134D" w:rsidP="006C20BB"/>
        </w:tc>
        <w:tc>
          <w:tcPr>
            <w:tcW w:w="407" w:type="dxa"/>
            <w:noWrap/>
            <w:vAlign w:val="center"/>
          </w:tcPr>
          <w:p w14:paraId="61B3E06F" w14:textId="1E44366D" w:rsidR="00B7134D" w:rsidRPr="00520D3B" w:rsidRDefault="007D338C" w:rsidP="006C20BB"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9024" w:type="dxa"/>
            <w:gridSpan w:val="3"/>
            <w:noWrap/>
            <w:vAlign w:val="center"/>
          </w:tcPr>
          <w:p w14:paraId="4CB5FAA9" w14:textId="77777777" w:rsidR="00B7134D" w:rsidRPr="00520D3B" w:rsidRDefault="00B7134D" w:rsidP="006C20BB">
            <w:r w:rsidRPr="00520D3B">
              <w:t>nein</w:t>
            </w:r>
          </w:p>
        </w:tc>
      </w:tr>
      <w:tr w:rsidR="00B7134D" w:rsidRPr="00520D3B" w14:paraId="5887FECF" w14:textId="77777777" w:rsidTr="00EC61B9">
        <w:trPr>
          <w:trHeight w:val="284"/>
        </w:trPr>
        <w:tc>
          <w:tcPr>
            <w:tcW w:w="489" w:type="dxa"/>
            <w:noWrap/>
            <w:tcMar>
              <w:left w:w="28" w:type="dxa"/>
            </w:tcMar>
            <w:vAlign w:val="center"/>
          </w:tcPr>
          <w:p w14:paraId="3B71C55A" w14:textId="77777777" w:rsidR="00B7134D" w:rsidRPr="00520D3B" w:rsidRDefault="00B7134D" w:rsidP="006C20BB"/>
        </w:tc>
        <w:tc>
          <w:tcPr>
            <w:tcW w:w="407" w:type="dxa"/>
            <w:noWrap/>
            <w:vAlign w:val="center"/>
          </w:tcPr>
          <w:p w14:paraId="16ACDAF3" w14:textId="77777777" w:rsidR="00B7134D" w:rsidRPr="00520D3B" w:rsidRDefault="00B7134D" w:rsidP="006C20BB">
            <w:r w:rsidRPr="00520D3B">
              <w:rPr>
                <w:b/>
              </w:rPr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A82A4A">
              <w:rPr>
                <w:b/>
              </w:rPr>
              <w:instrText xml:space="preserve"> FORMCHECKBOX </w:instrText>
            </w:r>
            <w:r w:rsidRPr="00520D3B">
              <w:rPr>
                <w:b/>
              </w:rPr>
            </w:r>
            <w:r w:rsidRPr="00520D3B">
              <w:rPr>
                <w:b/>
              </w:rPr>
              <w:fldChar w:fldCharType="separate"/>
            </w:r>
            <w:r w:rsidRPr="00520D3B">
              <w:fldChar w:fldCharType="end"/>
            </w:r>
          </w:p>
        </w:tc>
        <w:tc>
          <w:tcPr>
            <w:tcW w:w="9024" w:type="dxa"/>
            <w:gridSpan w:val="3"/>
            <w:noWrap/>
            <w:vAlign w:val="center"/>
          </w:tcPr>
          <w:p w14:paraId="00585A2C" w14:textId="77777777" w:rsidR="00B7134D" w:rsidRPr="00520D3B" w:rsidRDefault="00B7134D" w:rsidP="008F1E82">
            <w:r w:rsidRPr="00520D3B">
              <w:t xml:space="preserve">ja, Angebote </w:t>
            </w:r>
            <w:r>
              <w:t>sind möglich</w:t>
            </w:r>
          </w:p>
        </w:tc>
      </w:tr>
      <w:tr w:rsidR="00B7134D" w:rsidRPr="00520D3B" w14:paraId="6C4B8888" w14:textId="77777777" w:rsidTr="00EC61B9">
        <w:trPr>
          <w:trHeight w:val="284"/>
        </w:trPr>
        <w:tc>
          <w:tcPr>
            <w:tcW w:w="489" w:type="dxa"/>
            <w:noWrap/>
            <w:tcMar>
              <w:left w:w="28" w:type="dxa"/>
            </w:tcMar>
            <w:vAlign w:val="center"/>
          </w:tcPr>
          <w:p w14:paraId="74472736" w14:textId="77777777" w:rsidR="00B7134D" w:rsidRPr="00520D3B" w:rsidRDefault="00B7134D" w:rsidP="008F1E82"/>
        </w:tc>
        <w:tc>
          <w:tcPr>
            <w:tcW w:w="407" w:type="dxa"/>
            <w:noWrap/>
            <w:vAlign w:val="center"/>
          </w:tcPr>
          <w:p w14:paraId="68B82CF0" w14:textId="77777777" w:rsidR="00B7134D" w:rsidRPr="00520D3B" w:rsidRDefault="00B7134D" w:rsidP="008F1E82"/>
        </w:tc>
        <w:tc>
          <w:tcPr>
            <w:tcW w:w="385" w:type="dxa"/>
            <w:noWrap/>
            <w:vAlign w:val="center"/>
          </w:tcPr>
          <w:p w14:paraId="7CA0E9CC" w14:textId="77777777" w:rsidR="00B7134D" w:rsidRPr="00520D3B" w:rsidRDefault="00B7134D" w:rsidP="008F1E82">
            <w:r w:rsidRPr="00520D3B"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8A13F3">
              <w:instrText xml:space="preserve"> FORMCHECKBOX </w:instrText>
            </w:r>
            <w:r w:rsidRPr="00520D3B">
              <w:fldChar w:fldCharType="separate"/>
            </w:r>
            <w:r w:rsidRPr="00520D3B">
              <w:fldChar w:fldCharType="end"/>
            </w:r>
          </w:p>
        </w:tc>
        <w:tc>
          <w:tcPr>
            <w:tcW w:w="8639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14:paraId="4436258E" w14:textId="77777777" w:rsidR="00B7134D" w:rsidRPr="008A13F3" w:rsidRDefault="00B7134D" w:rsidP="008F1E82">
            <w:r w:rsidRPr="00520D3B">
              <w:t>nur für ein</w:t>
            </w:r>
            <w:r>
              <w:t xml:space="preserve"> Los</w:t>
            </w:r>
          </w:p>
        </w:tc>
      </w:tr>
      <w:tr w:rsidR="00B7134D" w:rsidRPr="00520D3B" w14:paraId="03CEB0AD" w14:textId="77777777" w:rsidTr="00EC61B9">
        <w:trPr>
          <w:trHeight w:val="284"/>
        </w:trPr>
        <w:tc>
          <w:tcPr>
            <w:tcW w:w="489" w:type="dxa"/>
            <w:noWrap/>
            <w:tcMar>
              <w:left w:w="28" w:type="dxa"/>
            </w:tcMar>
            <w:vAlign w:val="center"/>
          </w:tcPr>
          <w:p w14:paraId="28C1C258" w14:textId="77777777" w:rsidR="00B7134D" w:rsidRPr="00520D3B" w:rsidRDefault="00B7134D" w:rsidP="008F1E82"/>
        </w:tc>
        <w:tc>
          <w:tcPr>
            <w:tcW w:w="407" w:type="dxa"/>
            <w:noWrap/>
            <w:vAlign w:val="center"/>
          </w:tcPr>
          <w:p w14:paraId="2C49640A" w14:textId="77777777" w:rsidR="00B7134D" w:rsidRPr="00520D3B" w:rsidRDefault="00B7134D" w:rsidP="008F1E82"/>
        </w:tc>
        <w:tc>
          <w:tcPr>
            <w:tcW w:w="385" w:type="dxa"/>
            <w:noWrap/>
            <w:vAlign w:val="center"/>
          </w:tcPr>
          <w:p w14:paraId="168FA4B5" w14:textId="77777777" w:rsidR="00B7134D" w:rsidRPr="00520D3B" w:rsidRDefault="00B7134D" w:rsidP="008F1E82">
            <w:r w:rsidRPr="00520D3B"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8A13F3">
              <w:instrText xml:space="preserve"> FORMCHECKBOX </w:instrText>
            </w:r>
            <w:r w:rsidRPr="00520D3B">
              <w:fldChar w:fldCharType="separate"/>
            </w:r>
            <w:r w:rsidRPr="00520D3B">
              <w:fldChar w:fldCharType="end"/>
            </w:r>
          </w:p>
        </w:tc>
        <w:tc>
          <w:tcPr>
            <w:tcW w:w="8639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14:paraId="1FAE7BC3" w14:textId="77777777" w:rsidR="00B7134D" w:rsidRPr="008A13F3" w:rsidRDefault="00B7134D" w:rsidP="008F1E82">
            <w:r w:rsidRPr="00520D3B">
              <w:t xml:space="preserve">für </w:t>
            </w:r>
            <w:r>
              <w:t xml:space="preserve">ein Los oder mehrere </w:t>
            </w:r>
            <w:r w:rsidRPr="00520D3B">
              <w:t>Los</w:t>
            </w:r>
            <w:r>
              <w:t>e</w:t>
            </w:r>
          </w:p>
        </w:tc>
      </w:tr>
      <w:tr w:rsidR="00B7134D" w:rsidRPr="00520D3B" w14:paraId="5997B754" w14:textId="77777777" w:rsidTr="00EC61B9">
        <w:trPr>
          <w:trHeight w:val="284"/>
        </w:trPr>
        <w:tc>
          <w:tcPr>
            <w:tcW w:w="489" w:type="dxa"/>
            <w:noWrap/>
            <w:tcMar>
              <w:left w:w="28" w:type="dxa"/>
            </w:tcMar>
            <w:vAlign w:val="center"/>
          </w:tcPr>
          <w:p w14:paraId="2B5C7F3E" w14:textId="77777777" w:rsidR="00B7134D" w:rsidRPr="00520D3B" w:rsidRDefault="00B7134D" w:rsidP="008F1E82"/>
        </w:tc>
        <w:tc>
          <w:tcPr>
            <w:tcW w:w="407" w:type="dxa"/>
            <w:noWrap/>
            <w:vAlign w:val="center"/>
          </w:tcPr>
          <w:p w14:paraId="168A2F50" w14:textId="77777777" w:rsidR="00B7134D" w:rsidRPr="00520D3B" w:rsidRDefault="00B7134D" w:rsidP="008F1E82"/>
        </w:tc>
        <w:tc>
          <w:tcPr>
            <w:tcW w:w="385" w:type="dxa"/>
            <w:noWrap/>
            <w:vAlign w:val="center"/>
          </w:tcPr>
          <w:p w14:paraId="4E45D5F8" w14:textId="77777777" w:rsidR="00B7134D" w:rsidRPr="00520D3B" w:rsidRDefault="00B7134D" w:rsidP="008F1E82"/>
        </w:tc>
        <w:tc>
          <w:tcPr>
            <w:tcW w:w="8639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14:paraId="682E76FD" w14:textId="77777777" w:rsidR="00B7134D" w:rsidRPr="008A13F3" w:rsidRDefault="00B7134D" w:rsidP="008F1E82"/>
        </w:tc>
      </w:tr>
      <w:tr w:rsidR="00B7134D" w:rsidRPr="00520D3B" w14:paraId="4D10F8CF" w14:textId="77777777" w:rsidTr="00EC61B9">
        <w:trPr>
          <w:trHeight w:val="284"/>
        </w:trPr>
        <w:tc>
          <w:tcPr>
            <w:tcW w:w="489" w:type="dxa"/>
            <w:noWrap/>
            <w:tcMar>
              <w:left w:w="28" w:type="dxa"/>
            </w:tcMar>
            <w:vAlign w:val="center"/>
          </w:tcPr>
          <w:p w14:paraId="2C60EF2D" w14:textId="77777777" w:rsidR="00B7134D" w:rsidRPr="00520D3B" w:rsidRDefault="00B7134D" w:rsidP="008F1E82"/>
        </w:tc>
        <w:tc>
          <w:tcPr>
            <w:tcW w:w="407" w:type="dxa"/>
            <w:noWrap/>
            <w:vAlign w:val="center"/>
          </w:tcPr>
          <w:p w14:paraId="1DC46D23" w14:textId="77777777" w:rsidR="00B7134D" w:rsidRPr="00520D3B" w:rsidRDefault="00B7134D" w:rsidP="008F1E82"/>
        </w:tc>
        <w:tc>
          <w:tcPr>
            <w:tcW w:w="385" w:type="dxa"/>
            <w:noWrap/>
            <w:vAlign w:val="center"/>
          </w:tcPr>
          <w:p w14:paraId="139B9EC0" w14:textId="77777777" w:rsidR="00B7134D" w:rsidRPr="00520D3B" w:rsidRDefault="00B7134D" w:rsidP="008F1E82"/>
        </w:tc>
        <w:tc>
          <w:tcPr>
            <w:tcW w:w="8639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14:paraId="5425E6B8" w14:textId="77777777" w:rsidR="00B7134D" w:rsidRPr="008A13F3" w:rsidRDefault="00B7134D" w:rsidP="008F1E82"/>
        </w:tc>
      </w:tr>
      <w:tr w:rsidR="00B7134D" w:rsidRPr="00520D3B" w14:paraId="6E22045A" w14:textId="77777777" w:rsidTr="00EC61B9">
        <w:trPr>
          <w:trHeight w:val="284"/>
        </w:trPr>
        <w:tc>
          <w:tcPr>
            <w:tcW w:w="489" w:type="dxa"/>
            <w:noWrap/>
            <w:tcMar>
              <w:left w:w="28" w:type="dxa"/>
            </w:tcMar>
            <w:vAlign w:val="center"/>
          </w:tcPr>
          <w:p w14:paraId="1F26007B" w14:textId="77777777" w:rsidR="00B7134D" w:rsidRPr="00520D3B" w:rsidRDefault="00B7134D" w:rsidP="008F1E82"/>
        </w:tc>
        <w:tc>
          <w:tcPr>
            <w:tcW w:w="407" w:type="dxa"/>
            <w:noWrap/>
            <w:vAlign w:val="center"/>
          </w:tcPr>
          <w:p w14:paraId="0FED3C03" w14:textId="77777777" w:rsidR="00B7134D" w:rsidRPr="00520D3B" w:rsidRDefault="00B7134D" w:rsidP="008F1E82"/>
        </w:tc>
        <w:tc>
          <w:tcPr>
            <w:tcW w:w="385" w:type="dxa"/>
            <w:noWrap/>
            <w:vAlign w:val="center"/>
          </w:tcPr>
          <w:p w14:paraId="1B2403F4" w14:textId="77777777" w:rsidR="00B7134D" w:rsidRPr="00520D3B" w:rsidRDefault="00B7134D" w:rsidP="008F1E82"/>
        </w:tc>
        <w:tc>
          <w:tcPr>
            <w:tcW w:w="8639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14:paraId="4FB85858" w14:textId="77777777" w:rsidR="00B7134D" w:rsidRPr="008A13F3" w:rsidRDefault="00B7134D" w:rsidP="008F1E82"/>
        </w:tc>
      </w:tr>
      <w:tr w:rsidR="00B7134D" w:rsidRPr="00520D3B" w14:paraId="33784834" w14:textId="77777777" w:rsidTr="00EC61B9">
        <w:trPr>
          <w:trHeight w:val="284"/>
        </w:trPr>
        <w:tc>
          <w:tcPr>
            <w:tcW w:w="489" w:type="dxa"/>
            <w:noWrap/>
            <w:tcMar>
              <w:left w:w="28" w:type="dxa"/>
            </w:tcMar>
            <w:vAlign w:val="center"/>
          </w:tcPr>
          <w:p w14:paraId="2A0DEF7A" w14:textId="77777777" w:rsidR="00B7134D" w:rsidRPr="00520D3B" w:rsidRDefault="00B7134D" w:rsidP="008F1E82"/>
        </w:tc>
        <w:tc>
          <w:tcPr>
            <w:tcW w:w="407" w:type="dxa"/>
            <w:noWrap/>
            <w:vAlign w:val="center"/>
          </w:tcPr>
          <w:p w14:paraId="73A8DBAE" w14:textId="77777777" w:rsidR="00B7134D" w:rsidRPr="00520D3B" w:rsidRDefault="00B7134D" w:rsidP="008F1E82"/>
        </w:tc>
        <w:tc>
          <w:tcPr>
            <w:tcW w:w="385" w:type="dxa"/>
            <w:noWrap/>
            <w:vAlign w:val="center"/>
          </w:tcPr>
          <w:p w14:paraId="3000A38A" w14:textId="77777777" w:rsidR="00B7134D" w:rsidRPr="00520D3B" w:rsidRDefault="00B7134D" w:rsidP="008F1E82"/>
        </w:tc>
        <w:tc>
          <w:tcPr>
            <w:tcW w:w="8639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14:paraId="238EAC64" w14:textId="77777777" w:rsidR="00B7134D" w:rsidRPr="008A13F3" w:rsidRDefault="00B7134D" w:rsidP="008F1E82"/>
        </w:tc>
      </w:tr>
      <w:tr w:rsidR="00B7134D" w:rsidRPr="00520D3B" w14:paraId="0733B822" w14:textId="77777777" w:rsidTr="00EC61B9">
        <w:trPr>
          <w:trHeight w:val="284"/>
        </w:trPr>
        <w:tc>
          <w:tcPr>
            <w:tcW w:w="489" w:type="dxa"/>
            <w:noWrap/>
            <w:tcMar>
              <w:left w:w="28" w:type="dxa"/>
            </w:tcMar>
            <w:vAlign w:val="center"/>
          </w:tcPr>
          <w:p w14:paraId="2876BE7F" w14:textId="77777777" w:rsidR="00B7134D" w:rsidRPr="00520D3B" w:rsidRDefault="00B7134D" w:rsidP="008F1E82"/>
        </w:tc>
        <w:tc>
          <w:tcPr>
            <w:tcW w:w="407" w:type="dxa"/>
            <w:noWrap/>
            <w:vAlign w:val="center"/>
          </w:tcPr>
          <w:p w14:paraId="6E76CC2D" w14:textId="77777777" w:rsidR="00B7134D" w:rsidRPr="00520D3B" w:rsidRDefault="00B7134D" w:rsidP="008F1E82"/>
        </w:tc>
        <w:tc>
          <w:tcPr>
            <w:tcW w:w="385" w:type="dxa"/>
            <w:noWrap/>
            <w:vAlign w:val="center"/>
          </w:tcPr>
          <w:p w14:paraId="5E83C378" w14:textId="77777777" w:rsidR="00B7134D" w:rsidRPr="00520D3B" w:rsidRDefault="00B7134D" w:rsidP="008F1E82">
            <w:r w:rsidRPr="00520D3B">
              <w:fldChar w:fldCharType="begin">
                <w:ffData>
                  <w:name w:val="Vergart4_2110"/>
                  <w:enabled/>
                  <w:calcOnExit w:val="0"/>
                  <w:entryMacro w:val="MarkierungsAuswahl"/>
                  <w:checkBox>
                    <w:size w:val="18"/>
                    <w:default w:val="0"/>
                  </w:checkBox>
                </w:ffData>
              </w:fldChar>
            </w:r>
            <w:r w:rsidRPr="008A13F3">
              <w:instrText xml:space="preserve"> FORMCHECKBOX </w:instrText>
            </w:r>
            <w:r w:rsidRPr="00520D3B">
              <w:fldChar w:fldCharType="separate"/>
            </w:r>
            <w:r w:rsidRPr="00520D3B">
              <w:fldChar w:fldCharType="end"/>
            </w:r>
          </w:p>
        </w:tc>
        <w:tc>
          <w:tcPr>
            <w:tcW w:w="8639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14:paraId="7FEECCCC" w14:textId="77777777" w:rsidR="00B7134D" w:rsidRPr="008A13F3" w:rsidRDefault="00B7134D" w:rsidP="008F1E82">
            <w:r>
              <w:t>nur für alle Lose (alle Lose müssen angeboten werden)</w:t>
            </w:r>
          </w:p>
        </w:tc>
      </w:tr>
      <w:tr w:rsidR="00B7134D" w:rsidRPr="00520D3B" w14:paraId="602D008C" w14:textId="77777777" w:rsidTr="00EC61B9">
        <w:trPr>
          <w:trHeight w:val="284"/>
        </w:trPr>
        <w:tc>
          <w:tcPr>
            <w:tcW w:w="489" w:type="dxa"/>
            <w:noWrap/>
            <w:tcMar>
              <w:left w:w="28" w:type="dxa"/>
            </w:tcMar>
            <w:vAlign w:val="center"/>
          </w:tcPr>
          <w:p w14:paraId="662B93F1" w14:textId="77777777" w:rsidR="00B7134D" w:rsidRPr="00520D3B" w:rsidRDefault="00B7134D" w:rsidP="008F1E82"/>
        </w:tc>
        <w:tc>
          <w:tcPr>
            <w:tcW w:w="407" w:type="dxa"/>
            <w:noWrap/>
            <w:vAlign w:val="center"/>
          </w:tcPr>
          <w:p w14:paraId="30D7691B" w14:textId="77777777" w:rsidR="00B7134D" w:rsidRPr="00520D3B" w:rsidRDefault="00B7134D" w:rsidP="008F1E82"/>
        </w:tc>
        <w:tc>
          <w:tcPr>
            <w:tcW w:w="385" w:type="dxa"/>
            <w:noWrap/>
            <w:vAlign w:val="center"/>
          </w:tcPr>
          <w:p w14:paraId="52E80181" w14:textId="77777777" w:rsidR="00B7134D" w:rsidRPr="008A13F3" w:rsidRDefault="00B7134D" w:rsidP="008F1E82"/>
        </w:tc>
        <w:tc>
          <w:tcPr>
            <w:tcW w:w="8639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14:paraId="298EA3C2" w14:textId="77777777" w:rsidR="00B7134D" w:rsidRPr="008A13F3" w:rsidRDefault="00B7134D" w:rsidP="008F1E82"/>
        </w:tc>
      </w:tr>
      <w:tr w:rsidR="00B7134D" w:rsidRPr="00905B2B" w14:paraId="3B272734" w14:textId="77777777" w:rsidTr="00EC61B9">
        <w:trPr>
          <w:trHeight w:val="397"/>
        </w:trPr>
        <w:tc>
          <w:tcPr>
            <w:tcW w:w="9920" w:type="dxa"/>
            <w:gridSpan w:val="5"/>
            <w:noWrap/>
            <w:tcMar>
              <w:left w:w="28" w:type="dxa"/>
            </w:tcMar>
            <w:vAlign w:val="center"/>
          </w:tcPr>
          <w:p w14:paraId="397AE81B" w14:textId="77777777" w:rsidR="00B7134D" w:rsidRPr="00905B2B" w:rsidRDefault="00B7134D" w:rsidP="008F1E82">
            <w:pPr>
              <w:pStyle w:val="berschrift1"/>
              <w:numPr>
                <w:ilvl w:val="0"/>
                <w:numId w:val="16"/>
              </w:numPr>
              <w:tabs>
                <w:tab w:val="clear" w:pos="851"/>
                <w:tab w:val="num" w:pos="567"/>
              </w:tabs>
              <w:ind w:left="567" w:hanging="567"/>
            </w:pPr>
            <w:r w:rsidRPr="00905B2B">
              <w:t>Nebenangebote</w:t>
            </w:r>
          </w:p>
        </w:tc>
      </w:tr>
      <w:tr w:rsidR="00B7134D" w:rsidRPr="00520D3B" w14:paraId="65C9DE67" w14:textId="77777777" w:rsidTr="00EC61B9">
        <w:tc>
          <w:tcPr>
            <w:tcW w:w="970" w:type="dxa"/>
            <w:gridSpan w:val="2"/>
            <w:noWrap/>
            <w:tcMar>
              <w:left w:w="28" w:type="dxa"/>
            </w:tcMar>
          </w:tcPr>
          <w:p w14:paraId="6817D619" w14:textId="436AB4ED" w:rsidR="00B7134D" w:rsidRPr="00751A90" w:rsidRDefault="007D338C" w:rsidP="008F1E82">
            <w:pPr>
              <w:pStyle w:val="berschrift2"/>
              <w:numPr>
                <w:ilvl w:val="1"/>
                <w:numId w:val="16"/>
              </w:numPr>
              <w:tabs>
                <w:tab w:val="clear" w:pos="851"/>
              </w:tabs>
              <w:ind w:left="567" w:hanging="567"/>
            </w:pPr>
            <w:r>
              <w:fldChar w:fldCharType="begin">
                <w:ffData>
                  <w:name w:val="Kontrollkästchen3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Kontrollkästchen37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5"/>
          </w:p>
        </w:tc>
        <w:tc>
          <w:tcPr>
            <w:tcW w:w="8950" w:type="dxa"/>
            <w:gridSpan w:val="3"/>
            <w:noWrap/>
            <w:vAlign w:val="center"/>
          </w:tcPr>
          <w:p w14:paraId="757D5F9C" w14:textId="77777777" w:rsidR="00B7134D" w:rsidRDefault="00B7134D" w:rsidP="00A10B96">
            <w:r>
              <w:t xml:space="preserve">Nebenangebote </w:t>
            </w:r>
            <w:r w:rsidRPr="00AC3D7E">
              <w:t>sind</w:t>
            </w:r>
            <w:r>
              <w:t xml:space="preserve"> nicht </w:t>
            </w:r>
            <w:r w:rsidRPr="00520D3B">
              <w:t>zugelassen</w:t>
            </w:r>
            <w:r w:rsidR="00E74B3D">
              <w:t>, N</w:t>
            </w:r>
            <w:r w:rsidR="00A10B96">
              <w:t>umme</w:t>
            </w:r>
            <w:r w:rsidR="00E74B3D">
              <w:t>r </w:t>
            </w:r>
            <w:r>
              <w:t>4 der Bewerbungsbedingungen gilt nicht.</w:t>
            </w:r>
          </w:p>
        </w:tc>
      </w:tr>
      <w:tr w:rsidR="00B7134D" w:rsidRPr="00520D3B" w14:paraId="4A8FA3F4" w14:textId="77777777" w:rsidTr="00EC61B9">
        <w:trPr>
          <w:trHeight w:val="255"/>
        </w:trPr>
        <w:tc>
          <w:tcPr>
            <w:tcW w:w="970" w:type="dxa"/>
            <w:gridSpan w:val="2"/>
            <w:noWrap/>
            <w:tcMar>
              <w:left w:w="28" w:type="dxa"/>
            </w:tcMar>
          </w:tcPr>
          <w:p w14:paraId="0C6603A4" w14:textId="77777777" w:rsidR="00B7134D" w:rsidRPr="00520D3B" w:rsidRDefault="00B7134D" w:rsidP="008F1E82">
            <w:pPr>
              <w:pStyle w:val="berschrift2"/>
              <w:numPr>
                <w:ilvl w:val="1"/>
                <w:numId w:val="16"/>
              </w:numPr>
              <w:tabs>
                <w:tab w:val="clear" w:pos="851"/>
              </w:tabs>
              <w:ind w:left="567" w:hanging="567"/>
            </w:pPr>
            <w:r w:rsidRPr="00751A90"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1A90">
              <w:instrText xml:space="preserve"> FORMCHECKBOX </w:instrText>
            </w:r>
            <w:r w:rsidRPr="00751A90">
              <w:fldChar w:fldCharType="separate"/>
            </w:r>
            <w:r w:rsidRPr="00751A90">
              <w:fldChar w:fldCharType="end"/>
            </w:r>
          </w:p>
        </w:tc>
        <w:tc>
          <w:tcPr>
            <w:tcW w:w="8950" w:type="dxa"/>
            <w:gridSpan w:val="3"/>
            <w:noWrap/>
            <w:vAlign w:val="center"/>
          </w:tcPr>
          <w:p w14:paraId="40A66579" w14:textId="77777777" w:rsidR="00B7134D" w:rsidRPr="00520D3B" w:rsidRDefault="00B7134D" w:rsidP="00A10B96">
            <w:r>
              <w:t xml:space="preserve">Nebenangebote </w:t>
            </w:r>
            <w:r w:rsidR="00E74B3D">
              <w:t>sind zugelassen (siehe auch N</w:t>
            </w:r>
            <w:r w:rsidR="00A10B96">
              <w:t>umme</w:t>
            </w:r>
            <w:r w:rsidR="00E74B3D">
              <w:t>r </w:t>
            </w:r>
            <w:r>
              <w:t>4 der Bewerbungsbedingungen)</w:t>
            </w:r>
            <w:r w:rsidRPr="00520D3B">
              <w:t xml:space="preserve"> </w:t>
            </w:r>
            <w:r>
              <w:t>- ausgenommen Nebenangebote, die ausschließlich Preisnachlässe mit Bedingungen beinhalten -</w:t>
            </w:r>
          </w:p>
        </w:tc>
      </w:tr>
      <w:tr w:rsidR="00B7134D" w:rsidRPr="00520D3B" w14:paraId="46C9E6E8" w14:textId="77777777" w:rsidTr="00EC61B9">
        <w:trPr>
          <w:trHeight w:hRule="exact" w:val="255"/>
        </w:trPr>
        <w:tc>
          <w:tcPr>
            <w:tcW w:w="516" w:type="dxa"/>
            <w:noWrap/>
            <w:tcMar>
              <w:left w:w="28" w:type="dxa"/>
            </w:tcMar>
            <w:vAlign w:val="center"/>
          </w:tcPr>
          <w:p w14:paraId="0391AF0C" w14:textId="77777777" w:rsidR="00B7134D" w:rsidRDefault="00B7134D" w:rsidP="008F1E82"/>
        </w:tc>
        <w:tc>
          <w:tcPr>
            <w:tcW w:w="454" w:type="dxa"/>
            <w:noWrap/>
            <w:vAlign w:val="center"/>
          </w:tcPr>
          <w:p w14:paraId="06F505F4" w14:textId="77777777" w:rsidR="00B7134D" w:rsidRPr="00751A90" w:rsidRDefault="00B7134D" w:rsidP="008F1E82"/>
        </w:tc>
        <w:tc>
          <w:tcPr>
            <w:tcW w:w="470" w:type="dxa"/>
            <w:gridSpan w:val="2"/>
            <w:noWrap/>
            <w:vAlign w:val="center"/>
          </w:tcPr>
          <w:p w14:paraId="00F203AA" w14:textId="77777777" w:rsidR="00B7134D" w:rsidRDefault="00B7134D" w:rsidP="008F1E82">
            <w:r w:rsidRPr="00751A90"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1A90">
              <w:instrText xml:space="preserve"> FORMCHECKBOX </w:instrText>
            </w:r>
            <w:r w:rsidRPr="00751A90">
              <w:fldChar w:fldCharType="separate"/>
            </w:r>
            <w:r w:rsidRPr="00751A90">
              <w:fldChar w:fldCharType="end"/>
            </w:r>
          </w:p>
        </w:tc>
        <w:tc>
          <w:tcPr>
            <w:tcW w:w="8480" w:type="dxa"/>
            <w:vAlign w:val="center"/>
          </w:tcPr>
          <w:p w14:paraId="5F832FB4" w14:textId="77777777" w:rsidR="00B7134D" w:rsidRDefault="00B7134D" w:rsidP="008F1E82">
            <w:r w:rsidRPr="00751A90">
              <w:t xml:space="preserve">für </w:t>
            </w:r>
            <w:r>
              <w:t>die gesamte Leistung</w:t>
            </w:r>
          </w:p>
        </w:tc>
      </w:tr>
      <w:tr w:rsidR="00B7134D" w:rsidRPr="00520D3B" w14:paraId="242C7F3E" w14:textId="77777777" w:rsidTr="00EC61B9">
        <w:trPr>
          <w:trHeight w:hRule="exact" w:val="255"/>
        </w:trPr>
        <w:tc>
          <w:tcPr>
            <w:tcW w:w="516" w:type="dxa"/>
            <w:noWrap/>
            <w:tcMar>
              <w:left w:w="28" w:type="dxa"/>
            </w:tcMar>
            <w:vAlign w:val="center"/>
          </w:tcPr>
          <w:p w14:paraId="4AAC2168" w14:textId="77777777" w:rsidR="00B7134D" w:rsidRDefault="00B7134D" w:rsidP="008F1E82"/>
        </w:tc>
        <w:tc>
          <w:tcPr>
            <w:tcW w:w="454" w:type="dxa"/>
            <w:noWrap/>
            <w:vAlign w:val="center"/>
          </w:tcPr>
          <w:p w14:paraId="488A656D" w14:textId="77777777" w:rsidR="00B7134D" w:rsidRPr="00751A90" w:rsidRDefault="00B7134D" w:rsidP="008F1E82"/>
        </w:tc>
        <w:tc>
          <w:tcPr>
            <w:tcW w:w="470" w:type="dxa"/>
            <w:gridSpan w:val="2"/>
            <w:noWrap/>
            <w:vAlign w:val="center"/>
          </w:tcPr>
          <w:p w14:paraId="0061EDDA" w14:textId="77777777" w:rsidR="00B7134D" w:rsidRDefault="00B7134D" w:rsidP="008F1E82">
            <w:r w:rsidRPr="00751A90"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1A90">
              <w:instrText xml:space="preserve"> FORMCHECKBOX </w:instrText>
            </w:r>
            <w:r w:rsidRPr="00751A90">
              <w:fldChar w:fldCharType="separate"/>
            </w:r>
            <w:r w:rsidRPr="00751A90">
              <w:fldChar w:fldCharType="end"/>
            </w:r>
          </w:p>
        </w:tc>
        <w:tc>
          <w:tcPr>
            <w:tcW w:w="8480" w:type="dxa"/>
            <w:vAlign w:val="center"/>
          </w:tcPr>
          <w:p w14:paraId="47EE8336" w14:textId="77777777" w:rsidR="00B7134D" w:rsidRDefault="00B7134D" w:rsidP="008F1E82">
            <w:r>
              <w:t>nur für nachfolgend genannte Bereiche:</w:t>
            </w:r>
          </w:p>
        </w:tc>
      </w:tr>
      <w:tr w:rsidR="00B7134D" w:rsidRPr="00520D3B" w14:paraId="32D196AD" w14:textId="77777777" w:rsidTr="00EC61B9">
        <w:trPr>
          <w:trHeight w:hRule="exact" w:val="255"/>
        </w:trPr>
        <w:tc>
          <w:tcPr>
            <w:tcW w:w="516" w:type="dxa"/>
            <w:noWrap/>
            <w:tcMar>
              <w:left w:w="28" w:type="dxa"/>
            </w:tcMar>
            <w:vAlign w:val="center"/>
          </w:tcPr>
          <w:p w14:paraId="5A1A4078" w14:textId="77777777" w:rsidR="00B7134D" w:rsidRDefault="00B7134D" w:rsidP="008F1E82"/>
        </w:tc>
        <w:tc>
          <w:tcPr>
            <w:tcW w:w="454" w:type="dxa"/>
            <w:noWrap/>
            <w:vAlign w:val="center"/>
          </w:tcPr>
          <w:p w14:paraId="3C28185B" w14:textId="77777777" w:rsidR="00B7134D" w:rsidRPr="00751A90" w:rsidRDefault="00B7134D" w:rsidP="008F1E82"/>
        </w:tc>
        <w:tc>
          <w:tcPr>
            <w:tcW w:w="470" w:type="dxa"/>
            <w:gridSpan w:val="2"/>
            <w:noWrap/>
            <w:vAlign w:val="center"/>
          </w:tcPr>
          <w:p w14:paraId="693B2FF3" w14:textId="77777777" w:rsidR="00B7134D" w:rsidRDefault="00B7134D" w:rsidP="008F1E82"/>
        </w:tc>
        <w:tc>
          <w:tcPr>
            <w:tcW w:w="8480" w:type="dxa"/>
            <w:vAlign w:val="center"/>
          </w:tcPr>
          <w:p w14:paraId="1EAB75C4" w14:textId="77777777" w:rsidR="00B7134D" w:rsidRDefault="00B7134D" w:rsidP="008F1E82"/>
        </w:tc>
      </w:tr>
      <w:tr w:rsidR="00B7134D" w:rsidRPr="00520D3B" w14:paraId="3013E96D" w14:textId="77777777" w:rsidTr="00EC61B9">
        <w:trPr>
          <w:trHeight w:hRule="exact" w:val="255"/>
        </w:trPr>
        <w:tc>
          <w:tcPr>
            <w:tcW w:w="516" w:type="dxa"/>
            <w:noWrap/>
            <w:tcMar>
              <w:left w:w="28" w:type="dxa"/>
            </w:tcMar>
            <w:vAlign w:val="center"/>
          </w:tcPr>
          <w:p w14:paraId="2D8E46B6" w14:textId="77777777" w:rsidR="00B7134D" w:rsidRDefault="00B7134D" w:rsidP="008F1E82"/>
        </w:tc>
        <w:tc>
          <w:tcPr>
            <w:tcW w:w="454" w:type="dxa"/>
            <w:noWrap/>
            <w:vAlign w:val="center"/>
          </w:tcPr>
          <w:p w14:paraId="463B821E" w14:textId="77777777" w:rsidR="00B7134D" w:rsidRPr="00751A90" w:rsidRDefault="00B7134D" w:rsidP="008F1E82"/>
        </w:tc>
        <w:tc>
          <w:tcPr>
            <w:tcW w:w="470" w:type="dxa"/>
            <w:gridSpan w:val="2"/>
            <w:noWrap/>
            <w:vAlign w:val="center"/>
          </w:tcPr>
          <w:p w14:paraId="73FB961B" w14:textId="77777777" w:rsidR="00B7134D" w:rsidRDefault="00B7134D" w:rsidP="008F1E82"/>
        </w:tc>
        <w:tc>
          <w:tcPr>
            <w:tcW w:w="8480" w:type="dxa"/>
            <w:vAlign w:val="center"/>
          </w:tcPr>
          <w:p w14:paraId="15BA8884" w14:textId="77777777" w:rsidR="00B7134D" w:rsidRDefault="00B7134D" w:rsidP="008F1E82"/>
        </w:tc>
      </w:tr>
      <w:tr w:rsidR="00B7134D" w:rsidRPr="00520D3B" w14:paraId="1D83326F" w14:textId="77777777" w:rsidTr="00EC61B9">
        <w:trPr>
          <w:trHeight w:hRule="exact" w:val="255"/>
        </w:trPr>
        <w:tc>
          <w:tcPr>
            <w:tcW w:w="516" w:type="dxa"/>
            <w:noWrap/>
            <w:tcMar>
              <w:left w:w="28" w:type="dxa"/>
            </w:tcMar>
            <w:vAlign w:val="center"/>
          </w:tcPr>
          <w:p w14:paraId="06EEBA4A" w14:textId="77777777" w:rsidR="00B7134D" w:rsidRDefault="00B7134D" w:rsidP="008F1E82"/>
        </w:tc>
        <w:tc>
          <w:tcPr>
            <w:tcW w:w="454" w:type="dxa"/>
            <w:noWrap/>
            <w:vAlign w:val="center"/>
          </w:tcPr>
          <w:p w14:paraId="0F6D6B7F" w14:textId="77777777" w:rsidR="00B7134D" w:rsidRPr="00751A90" w:rsidRDefault="00B7134D" w:rsidP="008F1E82"/>
        </w:tc>
        <w:tc>
          <w:tcPr>
            <w:tcW w:w="470" w:type="dxa"/>
            <w:gridSpan w:val="2"/>
            <w:noWrap/>
            <w:vAlign w:val="center"/>
          </w:tcPr>
          <w:p w14:paraId="73C1ACF8" w14:textId="77777777" w:rsidR="00B7134D" w:rsidRDefault="00B7134D" w:rsidP="008F1E82"/>
        </w:tc>
        <w:tc>
          <w:tcPr>
            <w:tcW w:w="8480" w:type="dxa"/>
            <w:vAlign w:val="center"/>
          </w:tcPr>
          <w:p w14:paraId="68158B05" w14:textId="77777777" w:rsidR="00B7134D" w:rsidRDefault="00B7134D" w:rsidP="008F1E82"/>
        </w:tc>
      </w:tr>
      <w:tr w:rsidR="00B7134D" w:rsidRPr="00520D3B" w14:paraId="296F106E" w14:textId="77777777" w:rsidTr="00EC61B9">
        <w:trPr>
          <w:trHeight w:hRule="exact" w:val="255"/>
        </w:trPr>
        <w:tc>
          <w:tcPr>
            <w:tcW w:w="516" w:type="dxa"/>
            <w:noWrap/>
            <w:tcMar>
              <w:left w:w="28" w:type="dxa"/>
            </w:tcMar>
            <w:vAlign w:val="center"/>
          </w:tcPr>
          <w:p w14:paraId="4D328A37" w14:textId="77777777" w:rsidR="00B7134D" w:rsidRDefault="00B7134D" w:rsidP="008F1E82"/>
        </w:tc>
        <w:tc>
          <w:tcPr>
            <w:tcW w:w="454" w:type="dxa"/>
            <w:noWrap/>
            <w:vAlign w:val="center"/>
          </w:tcPr>
          <w:p w14:paraId="26ED3B2C" w14:textId="77777777" w:rsidR="00B7134D" w:rsidRPr="00751A90" w:rsidRDefault="00B7134D" w:rsidP="008F1E82"/>
        </w:tc>
        <w:tc>
          <w:tcPr>
            <w:tcW w:w="470" w:type="dxa"/>
            <w:gridSpan w:val="2"/>
            <w:noWrap/>
            <w:vAlign w:val="center"/>
          </w:tcPr>
          <w:p w14:paraId="7603BCA1" w14:textId="77777777" w:rsidR="00B7134D" w:rsidRDefault="00B7134D" w:rsidP="008F1E82">
            <w:r w:rsidRPr="00751A90"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1A90">
              <w:instrText xml:space="preserve"> FORMCHECKBOX </w:instrText>
            </w:r>
            <w:r w:rsidRPr="00751A90">
              <w:fldChar w:fldCharType="separate"/>
            </w:r>
            <w:r w:rsidRPr="00751A90">
              <w:fldChar w:fldCharType="end"/>
            </w:r>
          </w:p>
        </w:tc>
        <w:tc>
          <w:tcPr>
            <w:tcW w:w="8480" w:type="dxa"/>
            <w:vAlign w:val="center"/>
          </w:tcPr>
          <w:p w14:paraId="08686ECB" w14:textId="77777777" w:rsidR="00B7134D" w:rsidRDefault="00B7134D" w:rsidP="008F1E82">
            <w:r>
              <w:t>mit Ausnahme nachfolgend genannter Bereiche:</w:t>
            </w:r>
          </w:p>
        </w:tc>
      </w:tr>
      <w:tr w:rsidR="00B7134D" w:rsidRPr="00520D3B" w14:paraId="18F5BCC4" w14:textId="77777777" w:rsidTr="00EC61B9">
        <w:trPr>
          <w:trHeight w:hRule="exact" w:val="255"/>
        </w:trPr>
        <w:tc>
          <w:tcPr>
            <w:tcW w:w="516" w:type="dxa"/>
            <w:noWrap/>
            <w:tcMar>
              <w:left w:w="28" w:type="dxa"/>
            </w:tcMar>
            <w:vAlign w:val="center"/>
          </w:tcPr>
          <w:p w14:paraId="24D605A8" w14:textId="77777777" w:rsidR="00B7134D" w:rsidRDefault="00B7134D" w:rsidP="008F1E82"/>
        </w:tc>
        <w:tc>
          <w:tcPr>
            <w:tcW w:w="454" w:type="dxa"/>
            <w:noWrap/>
            <w:vAlign w:val="center"/>
          </w:tcPr>
          <w:p w14:paraId="41A3D2A0" w14:textId="77777777" w:rsidR="00B7134D" w:rsidRPr="00751A90" w:rsidRDefault="00B7134D" w:rsidP="008F1E82"/>
        </w:tc>
        <w:tc>
          <w:tcPr>
            <w:tcW w:w="470" w:type="dxa"/>
            <w:gridSpan w:val="2"/>
            <w:noWrap/>
            <w:vAlign w:val="center"/>
          </w:tcPr>
          <w:p w14:paraId="44D420BD" w14:textId="77777777" w:rsidR="00B7134D" w:rsidRDefault="00B7134D" w:rsidP="008F1E82"/>
        </w:tc>
        <w:tc>
          <w:tcPr>
            <w:tcW w:w="8480" w:type="dxa"/>
            <w:vAlign w:val="center"/>
          </w:tcPr>
          <w:p w14:paraId="18F8B99F" w14:textId="77777777" w:rsidR="00B7134D" w:rsidRDefault="00B7134D" w:rsidP="008F1E82"/>
        </w:tc>
      </w:tr>
      <w:tr w:rsidR="00B7134D" w:rsidRPr="00520D3B" w14:paraId="5859E549" w14:textId="77777777" w:rsidTr="00EC61B9">
        <w:trPr>
          <w:trHeight w:hRule="exact" w:val="255"/>
        </w:trPr>
        <w:tc>
          <w:tcPr>
            <w:tcW w:w="516" w:type="dxa"/>
            <w:noWrap/>
            <w:tcMar>
              <w:left w:w="28" w:type="dxa"/>
            </w:tcMar>
            <w:vAlign w:val="center"/>
          </w:tcPr>
          <w:p w14:paraId="265760EE" w14:textId="77777777" w:rsidR="00B7134D" w:rsidRDefault="00B7134D" w:rsidP="008F1E82"/>
        </w:tc>
        <w:tc>
          <w:tcPr>
            <w:tcW w:w="454" w:type="dxa"/>
            <w:noWrap/>
            <w:vAlign w:val="center"/>
          </w:tcPr>
          <w:p w14:paraId="012E4702" w14:textId="77777777" w:rsidR="00B7134D" w:rsidRPr="00751A90" w:rsidRDefault="00B7134D" w:rsidP="008F1E82"/>
        </w:tc>
        <w:tc>
          <w:tcPr>
            <w:tcW w:w="470" w:type="dxa"/>
            <w:gridSpan w:val="2"/>
            <w:noWrap/>
            <w:vAlign w:val="center"/>
          </w:tcPr>
          <w:p w14:paraId="6766C235" w14:textId="77777777" w:rsidR="00B7134D" w:rsidRDefault="00B7134D" w:rsidP="008F1E82"/>
        </w:tc>
        <w:tc>
          <w:tcPr>
            <w:tcW w:w="8480" w:type="dxa"/>
            <w:vAlign w:val="center"/>
          </w:tcPr>
          <w:p w14:paraId="6C356B15" w14:textId="77777777" w:rsidR="00B7134D" w:rsidRDefault="00B7134D" w:rsidP="008F1E82"/>
        </w:tc>
      </w:tr>
      <w:tr w:rsidR="00B7134D" w:rsidRPr="00520D3B" w14:paraId="1F1A8153" w14:textId="77777777" w:rsidTr="00EC61B9">
        <w:trPr>
          <w:trHeight w:hRule="exact" w:val="255"/>
        </w:trPr>
        <w:tc>
          <w:tcPr>
            <w:tcW w:w="516" w:type="dxa"/>
            <w:noWrap/>
            <w:tcMar>
              <w:left w:w="28" w:type="dxa"/>
            </w:tcMar>
            <w:vAlign w:val="center"/>
          </w:tcPr>
          <w:p w14:paraId="0BBE07A6" w14:textId="77777777" w:rsidR="00B7134D" w:rsidRDefault="00B7134D" w:rsidP="008F1E82"/>
        </w:tc>
        <w:tc>
          <w:tcPr>
            <w:tcW w:w="454" w:type="dxa"/>
            <w:noWrap/>
            <w:vAlign w:val="center"/>
          </w:tcPr>
          <w:p w14:paraId="143834E3" w14:textId="77777777" w:rsidR="00B7134D" w:rsidRPr="00751A90" w:rsidRDefault="00B7134D" w:rsidP="008F1E82"/>
        </w:tc>
        <w:tc>
          <w:tcPr>
            <w:tcW w:w="470" w:type="dxa"/>
            <w:gridSpan w:val="2"/>
            <w:noWrap/>
            <w:vAlign w:val="center"/>
          </w:tcPr>
          <w:p w14:paraId="4B51AA2D" w14:textId="77777777" w:rsidR="00B7134D" w:rsidRDefault="00B7134D" w:rsidP="008F1E82"/>
        </w:tc>
        <w:tc>
          <w:tcPr>
            <w:tcW w:w="8480" w:type="dxa"/>
            <w:vAlign w:val="center"/>
          </w:tcPr>
          <w:p w14:paraId="16FA65A7" w14:textId="77777777" w:rsidR="00B7134D" w:rsidRDefault="00B7134D" w:rsidP="008F1E82"/>
        </w:tc>
      </w:tr>
      <w:tr w:rsidR="00B7134D" w:rsidRPr="00520D3B" w14:paraId="7DE3AEA3" w14:textId="77777777" w:rsidTr="00EC61B9">
        <w:trPr>
          <w:trHeight w:hRule="exact" w:val="255"/>
        </w:trPr>
        <w:tc>
          <w:tcPr>
            <w:tcW w:w="516" w:type="dxa"/>
            <w:noWrap/>
            <w:tcMar>
              <w:left w:w="28" w:type="dxa"/>
            </w:tcMar>
            <w:vAlign w:val="center"/>
          </w:tcPr>
          <w:p w14:paraId="56E015D5" w14:textId="77777777" w:rsidR="00B7134D" w:rsidRDefault="00B7134D" w:rsidP="008F1E82"/>
        </w:tc>
        <w:tc>
          <w:tcPr>
            <w:tcW w:w="454" w:type="dxa"/>
            <w:noWrap/>
            <w:vAlign w:val="center"/>
          </w:tcPr>
          <w:p w14:paraId="6DB26D8F" w14:textId="77777777" w:rsidR="00B7134D" w:rsidRPr="00751A90" w:rsidRDefault="00B7134D" w:rsidP="008F1E82"/>
        </w:tc>
        <w:tc>
          <w:tcPr>
            <w:tcW w:w="470" w:type="dxa"/>
            <w:gridSpan w:val="2"/>
            <w:noWrap/>
            <w:vAlign w:val="center"/>
          </w:tcPr>
          <w:p w14:paraId="7121F757" w14:textId="77777777" w:rsidR="00B7134D" w:rsidRDefault="00B7134D" w:rsidP="008F1E82"/>
        </w:tc>
        <w:tc>
          <w:tcPr>
            <w:tcW w:w="8480" w:type="dxa"/>
            <w:vAlign w:val="center"/>
          </w:tcPr>
          <w:p w14:paraId="3F1AB021" w14:textId="77777777" w:rsidR="00B7134D" w:rsidRDefault="00B7134D" w:rsidP="008F1E82"/>
        </w:tc>
      </w:tr>
      <w:tr w:rsidR="00B7134D" w:rsidRPr="00520D3B" w14:paraId="65832924" w14:textId="77777777" w:rsidTr="00EC61B9">
        <w:trPr>
          <w:trHeight w:hRule="exact" w:val="255"/>
        </w:trPr>
        <w:tc>
          <w:tcPr>
            <w:tcW w:w="516" w:type="dxa"/>
            <w:noWrap/>
            <w:tcMar>
              <w:left w:w="28" w:type="dxa"/>
            </w:tcMar>
            <w:vAlign w:val="center"/>
          </w:tcPr>
          <w:p w14:paraId="22AF9C73" w14:textId="77777777" w:rsidR="00B7134D" w:rsidRDefault="00B7134D" w:rsidP="008F1E82"/>
        </w:tc>
        <w:tc>
          <w:tcPr>
            <w:tcW w:w="454" w:type="dxa"/>
            <w:noWrap/>
            <w:vAlign w:val="center"/>
          </w:tcPr>
          <w:p w14:paraId="4611BDB8" w14:textId="77777777" w:rsidR="00B7134D" w:rsidRPr="00751A90" w:rsidRDefault="00B7134D" w:rsidP="008F1E82"/>
        </w:tc>
        <w:tc>
          <w:tcPr>
            <w:tcW w:w="470" w:type="dxa"/>
            <w:gridSpan w:val="2"/>
            <w:noWrap/>
            <w:vAlign w:val="center"/>
          </w:tcPr>
          <w:p w14:paraId="31A822CC" w14:textId="77777777" w:rsidR="00B7134D" w:rsidRDefault="00B7134D" w:rsidP="008F1E82"/>
        </w:tc>
        <w:tc>
          <w:tcPr>
            <w:tcW w:w="8480" w:type="dxa"/>
            <w:vAlign w:val="center"/>
          </w:tcPr>
          <w:p w14:paraId="1A4BB59E" w14:textId="77777777" w:rsidR="00B7134D" w:rsidRDefault="00B7134D" w:rsidP="008F1E82"/>
        </w:tc>
      </w:tr>
      <w:tr w:rsidR="00B7134D" w:rsidRPr="00520D3B" w14:paraId="71FB711B" w14:textId="77777777" w:rsidTr="00EC61B9">
        <w:trPr>
          <w:trHeight w:hRule="exact" w:val="255"/>
        </w:trPr>
        <w:tc>
          <w:tcPr>
            <w:tcW w:w="516" w:type="dxa"/>
            <w:noWrap/>
            <w:tcMar>
              <w:left w:w="28" w:type="dxa"/>
            </w:tcMar>
            <w:vAlign w:val="center"/>
          </w:tcPr>
          <w:p w14:paraId="73CE3380" w14:textId="77777777" w:rsidR="00B7134D" w:rsidRDefault="00B7134D" w:rsidP="008F1E82"/>
        </w:tc>
        <w:tc>
          <w:tcPr>
            <w:tcW w:w="454" w:type="dxa"/>
            <w:noWrap/>
            <w:vAlign w:val="center"/>
          </w:tcPr>
          <w:p w14:paraId="489AA525" w14:textId="77777777" w:rsidR="00B7134D" w:rsidRPr="00751A90" w:rsidRDefault="00B7134D" w:rsidP="008F1E82"/>
        </w:tc>
        <w:tc>
          <w:tcPr>
            <w:tcW w:w="8950" w:type="dxa"/>
            <w:gridSpan w:val="3"/>
            <w:noWrap/>
            <w:vAlign w:val="center"/>
          </w:tcPr>
          <w:p w14:paraId="6FBE48CA" w14:textId="77777777" w:rsidR="00B7134D" w:rsidRDefault="00B7134D" w:rsidP="008F1E82">
            <w:r>
              <w:t>unter folgenden weiteren Bedingungen:</w:t>
            </w:r>
          </w:p>
        </w:tc>
      </w:tr>
      <w:tr w:rsidR="00B7134D" w:rsidRPr="00520D3B" w14:paraId="74E2D86A" w14:textId="77777777" w:rsidTr="00EC61B9">
        <w:trPr>
          <w:trHeight w:hRule="exact" w:val="255"/>
        </w:trPr>
        <w:tc>
          <w:tcPr>
            <w:tcW w:w="516" w:type="dxa"/>
            <w:noWrap/>
            <w:tcMar>
              <w:left w:w="28" w:type="dxa"/>
            </w:tcMar>
            <w:vAlign w:val="center"/>
          </w:tcPr>
          <w:p w14:paraId="562EFF3C" w14:textId="77777777" w:rsidR="00B7134D" w:rsidRDefault="00B7134D" w:rsidP="008F1E82"/>
        </w:tc>
        <w:tc>
          <w:tcPr>
            <w:tcW w:w="454" w:type="dxa"/>
            <w:noWrap/>
            <w:vAlign w:val="center"/>
          </w:tcPr>
          <w:p w14:paraId="64028653" w14:textId="77777777" w:rsidR="00B7134D" w:rsidRPr="00751A90" w:rsidRDefault="00B7134D" w:rsidP="008F1E82"/>
        </w:tc>
        <w:tc>
          <w:tcPr>
            <w:tcW w:w="470" w:type="dxa"/>
            <w:gridSpan w:val="2"/>
            <w:noWrap/>
            <w:vAlign w:val="center"/>
          </w:tcPr>
          <w:p w14:paraId="4FE7FCB6" w14:textId="77777777" w:rsidR="00B7134D" w:rsidRDefault="00B7134D" w:rsidP="008F1E82">
            <w:r w:rsidRPr="00751A90"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1A90">
              <w:instrText xml:space="preserve"> FORMCHECKBOX </w:instrText>
            </w:r>
            <w:r w:rsidRPr="00751A90">
              <w:fldChar w:fldCharType="separate"/>
            </w:r>
            <w:r w:rsidRPr="00751A90">
              <w:fldChar w:fldCharType="end"/>
            </w:r>
          </w:p>
        </w:tc>
        <w:tc>
          <w:tcPr>
            <w:tcW w:w="8480" w:type="dxa"/>
            <w:vAlign w:val="center"/>
          </w:tcPr>
          <w:p w14:paraId="11D6B4CD" w14:textId="77777777" w:rsidR="00B7134D" w:rsidRDefault="00B7134D" w:rsidP="008F1E82"/>
        </w:tc>
      </w:tr>
      <w:tr w:rsidR="00B7134D" w:rsidRPr="00520D3B" w14:paraId="26A6C59A" w14:textId="77777777" w:rsidTr="00EC61B9">
        <w:trPr>
          <w:trHeight w:hRule="exact" w:val="255"/>
        </w:trPr>
        <w:tc>
          <w:tcPr>
            <w:tcW w:w="516" w:type="dxa"/>
            <w:noWrap/>
            <w:tcMar>
              <w:left w:w="28" w:type="dxa"/>
            </w:tcMar>
            <w:vAlign w:val="center"/>
          </w:tcPr>
          <w:p w14:paraId="3D954056" w14:textId="77777777" w:rsidR="00B7134D" w:rsidRDefault="00B7134D" w:rsidP="008F1E82"/>
        </w:tc>
        <w:tc>
          <w:tcPr>
            <w:tcW w:w="454" w:type="dxa"/>
            <w:noWrap/>
            <w:vAlign w:val="center"/>
          </w:tcPr>
          <w:p w14:paraId="21D1F764" w14:textId="77777777" w:rsidR="00B7134D" w:rsidRPr="00751A90" w:rsidRDefault="00B7134D" w:rsidP="008F1E82"/>
        </w:tc>
        <w:tc>
          <w:tcPr>
            <w:tcW w:w="470" w:type="dxa"/>
            <w:gridSpan w:val="2"/>
            <w:noWrap/>
            <w:vAlign w:val="center"/>
          </w:tcPr>
          <w:p w14:paraId="0F0C6A22" w14:textId="77777777" w:rsidR="00B7134D" w:rsidRDefault="00B7134D" w:rsidP="008F1E82">
            <w:r w:rsidRPr="00751A90"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1A90">
              <w:instrText xml:space="preserve"> FORMCHECKBOX </w:instrText>
            </w:r>
            <w:r w:rsidRPr="00751A90">
              <w:fldChar w:fldCharType="separate"/>
            </w:r>
            <w:r w:rsidRPr="00751A90">
              <w:fldChar w:fldCharType="end"/>
            </w:r>
          </w:p>
        </w:tc>
        <w:tc>
          <w:tcPr>
            <w:tcW w:w="8480" w:type="dxa"/>
            <w:vAlign w:val="center"/>
          </w:tcPr>
          <w:p w14:paraId="6A5053AB" w14:textId="77777777" w:rsidR="00B7134D" w:rsidRDefault="00B7134D" w:rsidP="008F1E82"/>
        </w:tc>
      </w:tr>
      <w:tr w:rsidR="00B7134D" w:rsidRPr="00520D3B" w14:paraId="2C5D6DFF" w14:textId="77777777" w:rsidTr="00EC61B9">
        <w:trPr>
          <w:trHeight w:hRule="exact" w:val="255"/>
        </w:trPr>
        <w:tc>
          <w:tcPr>
            <w:tcW w:w="516" w:type="dxa"/>
            <w:noWrap/>
            <w:tcMar>
              <w:left w:w="28" w:type="dxa"/>
            </w:tcMar>
            <w:vAlign w:val="center"/>
          </w:tcPr>
          <w:p w14:paraId="66F76FCC" w14:textId="77777777" w:rsidR="00B7134D" w:rsidRDefault="00B7134D" w:rsidP="008F1E82"/>
        </w:tc>
        <w:tc>
          <w:tcPr>
            <w:tcW w:w="454" w:type="dxa"/>
            <w:noWrap/>
            <w:vAlign w:val="center"/>
          </w:tcPr>
          <w:p w14:paraId="3D88D08F" w14:textId="77777777" w:rsidR="00B7134D" w:rsidRPr="00751A90" w:rsidRDefault="00B7134D" w:rsidP="008F1E82"/>
        </w:tc>
        <w:tc>
          <w:tcPr>
            <w:tcW w:w="470" w:type="dxa"/>
            <w:gridSpan w:val="2"/>
            <w:noWrap/>
            <w:vAlign w:val="center"/>
          </w:tcPr>
          <w:p w14:paraId="44B5C38F" w14:textId="77777777" w:rsidR="00B7134D" w:rsidRDefault="00B7134D" w:rsidP="008F1E82"/>
        </w:tc>
        <w:tc>
          <w:tcPr>
            <w:tcW w:w="8480" w:type="dxa"/>
            <w:vAlign w:val="center"/>
          </w:tcPr>
          <w:p w14:paraId="0C1C14FA" w14:textId="77777777" w:rsidR="00B7134D" w:rsidRDefault="00B7134D" w:rsidP="008F1E82"/>
        </w:tc>
      </w:tr>
      <w:tr w:rsidR="00B7134D" w:rsidRPr="00520D3B" w14:paraId="2EE9D5BD" w14:textId="77777777" w:rsidTr="00EC61B9">
        <w:trPr>
          <w:trHeight w:hRule="exact" w:val="255"/>
        </w:trPr>
        <w:tc>
          <w:tcPr>
            <w:tcW w:w="516" w:type="dxa"/>
            <w:noWrap/>
            <w:tcMar>
              <w:left w:w="28" w:type="dxa"/>
            </w:tcMar>
            <w:vAlign w:val="center"/>
          </w:tcPr>
          <w:p w14:paraId="1751ABCD" w14:textId="77777777" w:rsidR="00B7134D" w:rsidRDefault="00B7134D" w:rsidP="008F1E82"/>
        </w:tc>
        <w:tc>
          <w:tcPr>
            <w:tcW w:w="454" w:type="dxa"/>
            <w:noWrap/>
            <w:vAlign w:val="center"/>
          </w:tcPr>
          <w:p w14:paraId="33389AFC" w14:textId="77777777" w:rsidR="00B7134D" w:rsidRPr="00751A90" w:rsidRDefault="00B7134D" w:rsidP="008F1E82"/>
        </w:tc>
        <w:tc>
          <w:tcPr>
            <w:tcW w:w="470" w:type="dxa"/>
            <w:gridSpan w:val="2"/>
            <w:noWrap/>
            <w:vAlign w:val="center"/>
          </w:tcPr>
          <w:p w14:paraId="1D9E8247" w14:textId="77777777" w:rsidR="00B7134D" w:rsidRDefault="00B7134D" w:rsidP="008F1E82"/>
        </w:tc>
        <w:tc>
          <w:tcPr>
            <w:tcW w:w="8480" w:type="dxa"/>
            <w:vAlign w:val="center"/>
          </w:tcPr>
          <w:p w14:paraId="64F89144" w14:textId="77777777" w:rsidR="00B7134D" w:rsidRDefault="00B7134D" w:rsidP="008F1E82"/>
        </w:tc>
      </w:tr>
      <w:tr w:rsidR="00B7134D" w:rsidRPr="00905B2B" w14:paraId="7864F9F2" w14:textId="77777777" w:rsidTr="00EC61B9">
        <w:trPr>
          <w:trHeight w:val="397"/>
        </w:trPr>
        <w:tc>
          <w:tcPr>
            <w:tcW w:w="9920" w:type="dxa"/>
            <w:gridSpan w:val="5"/>
            <w:noWrap/>
            <w:tcMar>
              <w:left w:w="28" w:type="dxa"/>
            </w:tcMar>
            <w:vAlign w:val="center"/>
          </w:tcPr>
          <w:p w14:paraId="5BB98D0C" w14:textId="77777777" w:rsidR="00B7134D" w:rsidRPr="00905B2B" w:rsidRDefault="00B7134D" w:rsidP="00C26246">
            <w:pPr>
              <w:pStyle w:val="berschrift1"/>
            </w:pPr>
            <w:r>
              <w:t>Angebotswertung</w:t>
            </w:r>
          </w:p>
        </w:tc>
      </w:tr>
      <w:tr w:rsidR="00B7134D" w:rsidRPr="00520D3B" w14:paraId="72FD27DA" w14:textId="77777777" w:rsidTr="00EC61B9">
        <w:trPr>
          <w:trHeight w:hRule="exact" w:val="284"/>
        </w:trPr>
        <w:tc>
          <w:tcPr>
            <w:tcW w:w="516" w:type="dxa"/>
            <w:noWrap/>
            <w:tcMar>
              <w:left w:w="28" w:type="dxa"/>
            </w:tcMar>
            <w:vAlign w:val="center"/>
          </w:tcPr>
          <w:p w14:paraId="54D5AB07" w14:textId="77777777" w:rsidR="00B7134D" w:rsidRPr="00520D3B" w:rsidRDefault="00B7134D" w:rsidP="00C26246"/>
        </w:tc>
        <w:tc>
          <w:tcPr>
            <w:tcW w:w="9404" w:type="dxa"/>
            <w:gridSpan w:val="4"/>
            <w:noWrap/>
            <w:vAlign w:val="center"/>
          </w:tcPr>
          <w:p w14:paraId="240F1DF6" w14:textId="77777777" w:rsidR="00B7134D" w:rsidRPr="00520D3B" w:rsidRDefault="00B7134D" w:rsidP="00C26246">
            <w:r w:rsidRPr="00FB131E">
              <w:t>Kriterien für die Wertung der Haupt- und ggf. Nebenangebote</w:t>
            </w:r>
          </w:p>
        </w:tc>
      </w:tr>
      <w:tr w:rsidR="00B7134D" w:rsidRPr="00520D3B" w14:paraId="0322EBCF" w14:textId="77777777" w:rsidTr="00EC61B9">
        <w:trPr>
          <w:trHeight w:hRule="exact" w:val="284"/>
        </w:trPr>
        <w:tc>
          <w:tcPr>
            <w:tcW w:w="516" w:type="dxa"/>
            <w:noWrap/>
            <w:tcMar>
              <w:left w:w="28" w:type="dxa"/>
            </w:tcMar>
            <w:vAlign w:val="center"/>
          </w:tcPr>
          <w:p w14:paraId="74EECCF4" w14:textId="77777777" w:rsidR="00B7134D" w:rsidRPr="00520D3B" w:rsidRDefault="00B7134D" w:rsidP="00C26246"/>
        </w:tc>
        <w:tc>
          <w:tcPr>
            <w:tcW w:w="454" w:type="dxa"/>
            <w:noWrap/>
            <w:vAlign w:val="center"/>
          </w:tcPr>
          <w:p w14:paraId="0839A91A" w14:textId="2A03F9D1" w:rsidR="00B7134D" w:rsidRPr="00520D3B" w:rsidRDefault="007F4A35" w:rsidP="00C26246">
            <w: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Kontrollkästchen38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6"/>
          </w:p>
        </w:tc>
        <w:tc>
          <w:tcPr>
            <w:tcW w:w="8950" w:type="dxa"/>
            <w:gridSpan w:val="3"/>
            <w:noWrap/>
            <w:vAlign w:val="center"/>
          </w:tcPr>
          <w:p w14:paraId="2718F2AF" w14:textId="77777777" w:rsidR="00B7134D" w:rsidRPr="00520D3B" w:rsidRDefault="00B7134D" w:rsidP="00DB70D9">
            <w:r>
              <w:t xml:space="preserve">Zuschlagskriterium </w:t>
            </w:r>
            <w:r w:rsidRPr="00FB131E">
              <w:t>Preis</w:t>
            </w:r>
            <w:r>
              <w:t xml:space="preserve"> </w:t>
            </w:r>
          </w:p>
        </w:tc>
      </w:tr>
      <w:tr w:rsidR="00B7134D" w:rsidRPr="00520D3B" w14:paraId="55BE6372" w14:textId="77777777" w:rsidTr="00EC61B9">
        <w:trPr>
          <w:trHeight w:val="284"/>
        </w:trPr>
        <w:tc>
          <w:tcPr>
            <w:tcW w:w="516" w:type="dxa"/>
            <w:noWrap/>
            <w:tcMar>
              <w:left w:w="28" w:type="dxa"/>
            </w:tcMar>
            <w:vAlign w:val="center"/>
          </w:tcPr>
          <w:p w14:paraId="6DBD1B92" w14:textId="77777777" w:rsidR="00B7134D" w:rsidRPr="00520D3B" w:rsidRDefault="00B7134D" w:rsidP="00C26246"/>
        </w:tc>
        <w:tc>
          <w:tcPr>
            <w:tcW w:w="454" w:type="dxa"/>
            <w:noWrap/>
            <w:vAlign w:val="center"/>
          </w:tcPr>
          <w:p w14:paraId="0AD792CD" w14:textId="77777777" w:rsidR="00B7134D" w:rsidRPr="00520D3B" w:rsidRDefault="00B7134D" w:rsidP="00C26246"/>
        </w:tc>
        <w:tc>
          <w:tcPr>
            <w:tcW w:w="8950" w:type="dxa"/>
            <w:gridSpan w:val="3"/>
            <w:noWrap/>
            <w:vAlign w:val="center"/>
          </w:tcPr>
          <w:p w14:paraId="0B27761A" w14:textId="77777777" w:rsidR="00B7134D" w:rsidRDefault="00B7134D" w:rsidP="00C26246">
            <w:r>
              <w:t>Der Preis wird aus der Wertungssumme des Angebotes ermittelt.</w:t>
            </w:r>
          </w:p>
          <w:p w14:paraId="03EA7CB2" w14:textId="77777777" w:rsidR="00B7134D" w:rsidRPr="00520D3B" w:rsidRDefault="00B7134D" w:rsidP="00BE32DE">
            <w:r>
              <w:t>Die Wertungssummen werden ermittelt aus den nachgerechneten Angebotssummen, insbesondere unter Berücksichtigung von Nachlässen.</w:t>
            </w:r>
          </w:p>
        </w:tc>
      </w:tr>
      <w:tr w:rsidR="00B7134D" w:rsidRPr="00520D3B" w14:paraId="33EB7D49" w14:textId="77777777" w:rsidTr="00EC61B9">
        <w:trPr>
          <w:trHeight w:hRule="exact" w:val="284"/>
        </w:trPr>
        <w:tc>
          <w:tcPr>
            <w:tcW w:w="516" w:type="dxa"/>
            <w:noWrap/>
            <w:tcMar>
              <w:left w:w="28" w:type="dxa"/>
            </w:tcMar>
            <w:vAlign w:val="center"/>
          </w:tcPr>
          <w:p w14:paraId="03FA01C1" w14:textId="77777777" w:rsidR="00B7134D" w:rsidRPr="00520D3B" w:rsidRDefault="00B7134D" w:rsidP="00C26246"/>
        </w:tc>
        <w:tc>
          <w:tcPr>
            <w:tcW w:w="454" w:type="dxa"/>
            <w:noWrap/>
            <w:vAlign w:val="center"/>
          </w:tcPr>
          <w:p w14:paraId="29220DD3" w14:textId="77777777" w:rsidR="00B7134D" w:rsidRPr="00520D3B" w:rsidRDefault="00B7134D" w:rsidP="00C26246">
            <w: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950" w:type="dxa"/>
            <w:gridSpan w:val="3"/>
            <w:noWrap/>
            <w:vAlign w:val="center"/>
          </w:tcPr>
          <w:p w14:paraId="1A7920C9" w14:textId="77777777" w:rsidR="00B7134D" w:rsidRPr="00520D3B" w:rsidRDefault="00B7134D" w:rsidP="00B7134D">
            <w:r>
              <w:t>Mehrere Zuschlagskriterien gemäß Formblatt Zuschlagskriterien</w:t>
            </w:r>
          </w:p>
        </w:tc>
      </w:tr>
      <w:tr w:rsidR="00B7134D" w:rsidRPr="00520D3B" w14:paraId="0F884500" w14:textId="77777777" w:rsidTr="00EC61B9">
        <w:trPr>
          <w:trHeight w:val="397"/>
        </w:trPr>
        <w:tc>
          <w:tcPr>
            <w:tcW w:w="516" w:type="dxa"/>
            <w:noWrap/>
            <w:tcMar>
              <w:left w:w="28" w:type="dxa"/>
            </w:tcMar>
            <w:vAlign w:val="center"/>
          </w:tcPr>
          <w:p w14:paraId="6C32312F" w14:textId="77777777" w:rsidR="00B7134D" w:rsidRDefault="00B7134D" w:rsidP="00C26246">
            <w:pPr>
              <w:rPr>
                <w:b/>
              </w:rPr>
            </w:pPr>
          </w:p>
        </w:tc>
        <w:tc>
          <w:tcPr>
            <w:tcW w:w="9404" w:type="dxa"/>
            <w:gridSpan w:val="4"/>
            <w:noWrap/>
            <w:vAlign w:val="center"/>
          </w:tcPr>
          <w:p w14:paraId="5C95C5D8" w14:textId="77777777" w:rsidR="00B7134D" w:rsidRDefault="00B7134D" w:rsidP="00C26246">
            <w:r w:rsidRPr="00A67A43">
              <w:t>Werkstätten für Behinderte wird bei der Berechnung der</w:t>
            </w:r>
            <w:r w:rsidR="00E74B3D">
              <w:t xml:space="preserve"> Wertungssumme ein Bonus von 15 </w:t>
            </w:r>
            <w:r w:rsidR="00B13FAE">
              <w:t>Prozent</w:t>
            </w:r>
            <w:r w:rsidRPr="00A67A43">
              <w:t xml:space="preserve"> eingeräumt.</w:t>
            </w:r>
          </w:p>
          <w:p w14:paraId="78D3CD5A" w14:textId="77777777" w:rsidR="00B7134D" w:rsidRDefault="00B7134D" w:rsidP="00C26246">
            <w:r w:rsidRPr="00A67A43">
              <w:t>Ist ein Angebot, das von einer Werkstatt für Behinderte abgegeben wurde, ebenso wirtschaftlich wie ein anderes Angebot, so wird der Zuschlag auf das Angebot der Werkstatt für Behinderte erteilt.</w:t>
            </w:r>
            <w:r>
              <w:t xml:space="preserve"> </w:t>
            </w:r>
          </w:p>
          <w:p w14:paraId="7079E663" w14:textId="77777777" w:rsidR="00B7134D" w:rsidRDefault="00B7134D" w:rsidP="00C26246">
            <w:pPr>
              <w:rPr>
                <w:b/>
              </w:rPr>
            </w:pPr>
            <w:r>
              <w:t>Der Nachweis der Eigenschaft als Werkstätte für Behinderte ist mit dem Angebot zu führen.</w:t>
            </w:r>
          </w:p>
        </w:tc>
      </w:tr>
    </w:tbl>
    <w:p w14:paraId="79CBCD2A" w14:textId="77777777" w:rsidR="00EC61B9" w:rsidRDefault="00EC61B9">
      <w:r>
        <w:rPr>
          <w:b/>
          <w:bCs/>
        </w:rPr>
        <w:br w:type="page"/>
      </w:r>
    </w:p>
    <w:tbl>
      <w:tblPr>
        <w:tblW w:w="9928" w:type="dxa"/>
        <w:tblLayout w:type="fixed"/>
        <w:tblLook w:val="01E0" w:firstRow="1" w:lastRow="1" w:firstColumn="1" w:lastColumn="1" w:noHBand="0" w:noVBand="0"/>
      </w:tblPr>
      <w:tblGrid>
        <w:gridCol w:w="521"/>
        <w:gridCol w:w="498"/>
        <w:gridCol w:w="988"/>
        <w:gridCol w:w="856"/>
        <w:gridCol w:w="2341"/>
        <w:gridCol w:w="4724"/>
      </w:tblGrid>
      <w:tr w:rsidR="00C26246" w:rsidRPr="00520D3B" w14:paraId="57CDDE21" w14:textId="77777777" w:rsidTr="00EC61B9">
        <w:trPr>
          <w:trHeight w:val="567"/>
        </w:trPr>
        <w:tc>
          <w:tcPr>
            <w:tcW w:w="9928" w:type="dxa"/>
            <w:gridSpan w:val="6"/>
            <w:noWrap/>
            <w:tcMar>
              <w:left w:w="28" w:type="dxa"/>
            </w:tcMar>
            <w:vAlign w:val="center"/>
          </w:tcPr>
          <w:p w14:paraId="1A8ABEFE" w14:textId="77777777" w:rsidR="00C26246" w:rsidRPr="001F3D3F" w:rsidRDefault="00B13FAE" w:rsidP="00C26246">
            <w:pPr>
              <w:pStyle w:val="berschrift1"/>
            </w:pPr>
            <w:r>
              <w:lastRenderedPageBreak/>
              <w:t xml:space="preserve">Zugelassene </w:t>
            </w:r>
            <w:r w:rsidR="00C26246">
              <w:t>Angebotsabgabe</w:t>
            </w:r>
          </w:p>
        </w:tc>
      </w:tr>
      <w:tr w:rsidR="00B13FAE" w:rsidRPr="00520D3B" w14:paraId="3E6718D1" w14:textId="77777777" w:rsidTr="0021140C">
        <w:trPr>
          <w:trHeight w:val="284"/>
        </w:trPr>
        <w:tc>
          <w:tcPr>
            <w:tcW w:w="521" w:type="dxa"/>
            <w:noWrap/>
            <w:tcMar>
              <w:left w:w="28" w:type="dxa"/>
            </w:tcMar>
            <w:vAlign w:val="center"/>
          </w:tcPr>
          <w:p w14:paraId="0FCF7940" w14:textId="77777777" w:rsidR="00B13FAE" w:rsidRPr="00520D3B" w:rsidRDefault="00B13FAE" w:rsidP="00B05ADE"/>
        </w:tc>
        <w:tc>
          <w:tcPr>
            <w:tcW w:w="498" w:type="dxa"/>
            <w:noWrap/>
            <w:vAlign w:val="center"/>
          </w:tcPr>
          <w:p w14:paraId="256B36E3" w14:textId="73D54FC3" w:rsidR="00B13FAE" w:rsidRPr="00520D3B" w:rsidRDefault="007F4A35" w:rsidP="00B05ADE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909" w:type="dxa"/>
            <w:gridSpan w:val="4"/>
            <w:noWrap/>
            <w:vAlign w:val="center"/>
          </w:tcPr>
          <w:p w14:paraId="1D256381" w14:textId="77777777" w:rsidR="00B13FAE" w:rsidRDefault="00B13FAE" w:rsidP="00B05ADE">
            <w:r>
              <w:t>Elektronisch</w:t>
            </w:r>
          </w:p>
        </w:tc>
      </w:tr>
      <w:tr w:rsidR="00B13FAE" w:rsidRPr="00520D3B" w14:paraId="0F24CF30" w14:textId="77777777" w:rsidTr="0021140C">
        <w:trPr>
          <w:trHeight w:val="284"/>
        </w:trPr>
        <w:tc>
          <w:tcPr>
            <w:tcW w:w="521" w:type="dxa"/>
            <w:noWrap/>
            <w:tcMar>
              <w:left w:w="28" w:type="dxa"/>
            </w:tcMar>
            <w:vAlign w:val="center"/>
          </w:tcPr>
          <w:p w14:paraId="142FD24F" w14:textId="77777777" w:rsidR="00B13FAE" w:rsidRPr="00520D3B" w:rsidRDefault="00B13FAE" w:rsidP="00B05ADE"/>
        </w:tc>
        <w:tc>
          <w:tcPr>
            <w:tcW w:w="498" w:type="dxa"/>
            <w:noWrap/>
            <w:vAlign w:val="center"/>
          </w:tcPr>
          <w:p w14:paraId="09A3E603" w14:textId="77777777" w:rsidR="00B13FAE" w:rsidRDefault="00B13FAE" w:rsidP="00B05ADE"/>
        </w:tc>
        <w:tc>
          <w:tcPr>
            <w:tcW w:w="8909" w:type="dxa"/>
            <w:gridSpan w:val="4"/>
            <w:noWrap/>
            <w:vAlign w:val="center"/>
          </w:tcPr>
          <w:p w14:paraId="120E0A63" w14:textId="1253AD8C" w:rsidR="007F4A35" w:rsidRPr="0020063D" w:rsidRDefault="007F4A35" w:rsidP="00B13FAE">
            <w:pPr>
              <w:tabs>
                <w:tab w:val="left" w:pos="1502"/>
                <w:tab w:val="left" w:pos="5329"/>
              </w:tabs>
              <w:rPr>
                <w:lang w:val="en-US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0063D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B13FAE" w:rsidRPr="0020063D">
              <w:rPr>
                <w:lang w:val="en-US"/>
              </w:rPr>
              <w:t xml:space="preserve"> in </w:t>
            </w:r>
            <w:proofErr w:type="spellStart"/>
            <w:r w:rsidR="00B13FAE" w:rsidRPr="0020063D">
              <w:rPr>
                <w:lang w:val="en-US"/>
              </w:rPr>
              <w:t>Textform</w:t>
            </w:r>
            <w:proofErr w:type="spellEnd"/>
            <w:r w:rsidRPr="0020063D">
              <w:rPr>
                <w:lang w:val="en-US"/>
              </w:rPr>
              <w:t xml:space="preserve"> per mail </w:t>
            </w:r>
            <w:r w:rsidRPr="0020063D">
              <w:rPr>
                <w:b/>
                <w:bCs/>
                <w:lang w:val="en-US"/>
              </w:rPr>
              <w:t>(Scan</w:t>
            </w:r>
            <w:r w:rsidR="0020063D" w:rsidRPr="0020063D">
              <w:rPr>
                <w:b/>
                <w:bCs/>
                <w:lang w:val="en-US"/>
              </w:rPr>
              <w:t>)</w:t>
            </w:r>
          </w:p>
          <w:p w14:paraId="6FBBB53D" w14:textId="3FB12526" w:rsidR="00B13FAE" w:rsidRDefault="00B13FAE" w:rsidP="00B13FAE">
            <w:pPr>
              <w:tabs>
                <w:tab w:val="left" w:pos="1502"/>
                <w:tab w:val="left" w:pos="5329"/>
              </w:tabs>
            </w:pPr>
            <w: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mit fortgeschrittener/m Signatur/Siegel</w:t>
            </w:r>
            <w:r>
              <w:tab/>
            </w:r>
            <w: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mit </w:t>
            </w:r>
            <w:r w:rsidRPr="00520D3B">
              <w:t>qualifizierter</w:t>
            </w:r>
            <w:r>
              <w:t>/m</w:t>
            </w:r>
            <w:r w:rsidRPr="00520D3B">
              <w:t xml:space="preserve"> Signatur</w:t>
            </w:r>
            <w:r>
              <w:t>/Siegel</w:t>
            </w:r>
          </w:p>
        </w:tc>
      </w:tr>
      <w:tr w:rsidR="00B7134D" w:rsidRPr="00520D3B" w14:paraId="7AC70C49" w14:textId="77777777" w:rsidTr="0021140C">
        <w:trPr>
          <w:trHeight w:val="284"/>
        </w:trPr>
        <w:tc>
          <w:tcPr>
            <w:tcW w:w="521" w:type="dxa"/>
            <w:noWrap/>
            <w:tcMar>
              <w:left w:w="28" w:type="dxa"/>
            </w:tcMar>
          </w:tcPr>
          <w:p w14:paraId="122D18D1" w14:textId="77777777" w:rsidR="00B7134D" w:rsidRPr="00586235" w:rsidRDefault="00B7134D" w:rsidP="00C26246">
            <w:pPr>
              <w:jc w:val="left"/>
              <w:rPr>
                <w:b/>
              </w:rPr>
            </w:pPr>
          </w:p>
        </w:tc>
        <w:tc>
          <w:tcPr>
            <w:tcW w:w="9407" w:type="dxa"/>
            <w:gridSpan w:val="5"/>
            <w:noWrap/>
            <w:vAlign w:val="center"/>
          </w:tcPr>
          <w:p w14:paraId="671DBC20" w14:textId="77777777" w:rsidR="00B7134D" w:rsidRDefault="004E258D" w:rsidP="00B13FAE">
            <w:r>
              <w:t xml:space="preserve">Bei elektronischer Angebotsübermittlung in Textform </w:t>
            </w:r>
            <w:r w:rsidR="00B13FAE">
              <w:t xml:space="preserve">muss </w:t>
            </w:r>
            <w:r>
              <w:t xml:space="preserve">der Bieter zu </w:t>
            </w:r>
            <w:r w:rsidR="00B13FAE">
              <w:t>erkennen sein</w:t>
            </w:r>
            <w:r>
              <w:t>; falls vorgegeben, ist das Angebot mit der geforderten Signatur</w:t>
            </w:r>
            <w:r w:rsidR="000F482E">
              <w:t>/dem geforderten Siegel</w:t>
            </w:r>
            <w:r>
              <w:t xml:space="preserve"> zu versehen. </w:t>
            </w:r>
          </w:p>
        </w:tc>
      </w:tr>
      <w:tr w:rsidR="00B13FAE" w:rsidRPr="00520D3B" w14:paraId="5E821383" w14:textId="77777777" w:rsidTr="0021140C">
        <w:trPr>
          <w:trHeight w:val="284"/>
        </w:trPr>
        <w:tc>
          <w:tcPr>
            <w:tcW w:w="521" w:type="dxa"/>
            <w:noWrap/>
            <w:tcMar>
              <w:left w:w="28" w:type="dxa"/>
            </w:tcMar>
          </w:tcPr>
          <w:p w14:paraId="412F459B" w14:textId="77777777" w:rsidR="00B13FAE" w:rsidRPr="00586235" w:rsidRDefault="00B13FAE" w:rsidP="00C26246">
            <w:pPr>
              <w:jc w:val="left"/>
              <w:rPr>
                <w:b/>
              </w:rPr>
            </w:pPr>
          </w:p>
        </w:tc>
        <w:tc>
          <w:tcPr>
            <w:tcW w:w="9407" w:type="dxa"/>
            <w:gridSpan w:val="5"/>
            <w:noWrap/>
            <w:vAlign w:val="center"/>
          </w:tcPr>
          <w:p w14:paraId="4D8E132A" w14:textId="6F2AF1C2" w:rsidR="00B13FAE" w:rsidRPr="0021140C" w:rsidRDefault="00B13FAE" w:rsidP="00B13FAE">
            <w:r w:rsidRPr="0021140C">
              <w:t>Das Angebot ist zusammen mit den Anlagen bis zum Ablauf der Angebotsfrist über die Vergabeplattform der Vergabestelle</w:t>
            </w:r>
            <w:r w:rsidR="0020063D" w:rsidRPr="0021140C">
              <w:t xml:space="preserve"> </w:t>
            </w:r>
            <w:r w:rsidR="0020063D" w:rsidRPr="0021140C">
              <w:rPr>
                <w:b/>
                <w:bCs/>
                <w:sz w:val="22"/>
                <w:szCs w:val="22"/>
              </w:rPr>
              <w:t>(evergabe.de)</w:t>
            </w:r>
            <w:r w:rsidR="0020063D" w:rsidRPr="0021140C">
              <w:t xml:space="preserve"> oder über</w:t>
            </w:r>
            <w:r w:rsidR="00136849" w:rsidRPr="0021140C">
              <w:rPr>
                <w:b/>
                <w:bCs/>
                <w:sz w:val="24"/>
                <w:szCs w:val="24"/>
              </w:rPr>
              <w:t xml:space="preserve"> </w:t>
            </w:r>
            <w:hyperlink r:id="rId7" w:history="1">
              <w:r w:rsidR="00136849" w:rsidRPr="0021140C">
                <w:rPr>
                  <w:rStyle w:val="Hyperlink"/>
                  <w:b/>
                  <w:bCs/>
                  <w:color w:val="auto"/>
                  <w:sz w:val="24"/>
                  <w:szCs w:val="24"/>
                </w:rPr>
                <w:t>vergabe@wv-gardelegen.de</w:t>
              </w:r>
            </w:hyperlink>
            <w:r w:rsidR="00136849" w:rsidRPr="0021140C">
              <w:rPr>
                <w:b/>
                <w:bCs/>
                <w:sz w:val="24"/>
                <w:szCs w:val="24"/>
              </w:rPr>
              <w:t xml:space="preserve"> </w:t>
            </w:r>
            <w:r w:rsidR="00136849" w:rsidRPr="0021140C">
              <w:t>zu übermitteln.</w:t>
            </w:r>
          </w:p>
        </w:tc>
      </w:tr>
      <w:tr w:rsidR="00B13FAE" w:rsidRPr="00520D3B" w14:paraId="3349042A" w14:textId="77777777" w:rsidTr="0021140C">
        <w:trPr>
          <w:trHeight w:val="284"/>
        </w:trPr>
        <w:tc>
          <w:tcPr>
            <w:tcW w:w="521" w:type="dxa"/>
            <w:noWrap/>
            <w:tcMar>
              <w:left w:w="28" w:type="dxa"/>
            </w:tcMar>
          </w:tcPr>
          <w:p w14:paraId="3F337FF3" w14:textId="77777777" w:rsidR="00B13FAE" w:rsidRPr="00586235" w:rsidRDefault="00B13FAE" w:rsidP="00C26246">
            <w:pPr>
              <w:jc w:val="left"/>
              <w:rPr>
                <w:b/>
              </w:rPr>
            </w:pPr>
          </w:p>
        </w:tc>
        <w:tc>
          <w:tcPr>
            <w:tcW w:w="9407" w:type="dxa"/>
            <w:gridSpan w:val="5"/>
            <w:noWrap/>
            <w:vAlign w:val="center"/>
          </w:tcPr>
          <w:p w14:paraId="35C074AE" w14:textId="63CE9BEB" w:rsidR="00B13FAE" w:rsidRPr="0021140C" w:rsidRDefault="0021140C" w:rsidP="00B13FAE">
            <w:r w:rsidRPr="0021140C">
              <w:fldChar w:fldCharType="begin">
                <w:ffData>
                  <w:name w:val="Kontrollkästchen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31"/>
            <w:r w:rsidRPr="0021140C">
              <w:instrText xml:space="preserve"> FORMCHECKBOX </w:instrText>
            </w:r>
            <w:r w:rsidRPr="0021140C">
              <w:fldChar w:fldCharType="separate"/>
            </w:r>
            <w:r w:rsidRPr="0021140C">
              <w:fldChar w:fldCharType="end"/>
            </w:r>
            <w:bookmarkEnd w:id="7"/>
            <w:r w:rsidR="00B13FAE" w:rsidRPr="0021140C">
              <w:t xml:space="preserve"> Schriftlich</w:t>
            </w:r>
            <w:r w:rsidR="00466666" w:rsidRPr="0021140C">
              <w:t xml:space="preserve"> </w:t>
            </w:r>
            <w:r w:rsidR="00466666" w:rsidRPr="0021140C">
              <w:rPr>
                <w:b/>
                <w:bCs/>
              </w:rPr>
              <w:t>(zusätzlich die Excel-Tabelle des Leistungsverzeichnisses als Datei)</w:t>
            </w:r>
          </w:p>
        </w:tc>
      </w:tr>
      <w:tr w:rsidR="00B7134D" w:rsidRPr="00520D3B" w14:paraId="5E5DD5FA" w14:textId="77777777" w:rsidTr="0021140C">
        <w:trPr>
          <w:trHeight w:val="680"/>
        </w:trPr>
        <w:tc>
          <w:tcPr>
            <w:tcW w:w="521" w:type="dxa"/>
            <w:noWrap/>
            <w:tcMar>
              <w:left w:w="28" w:type="dxa"/>
            </w:tcMar>
          </w:tcPr>
          <w:p w14:paraId="133187A4" w14:textId="77777777" w:rsidR="00B7134D" w:rsidRPr="00586235" w:rsidRDefault="00B7134D" w:rsidP="00C26246">
            <w:pPr>
              <w:jc w:val="left"/>
              <w:rPr>
                <w:b/>
              </w:rPr>
            </w:pPr>
          </w:p>
        </w:tc>
        <w:tc>
          <w:tcPr>
            <w:tcW w:w="9407" w:type="dxa"/>
            <w:gridSpan w:val="5"/>
            <w:noWrap/>
            <w:vAlign w:val="center"/>
          </w:tcPr>
          <w:p w14:paraId="6E2D63E2" w14:textId="77777777" w:rsidR="00B7134D" w:rsidRDefault="00B13FAE" w:rsidP="00B7134D">
            <w:r>
              <w:t>D</w:t>
            </w:r>
            <w:r w:rsidR="00B7134D" w:rsidRPr="00520D3B">
              <w:t xml:space="preserve">as </w:t>
            </w:r>
            <w:r w:rsidR="00B7134D">
              <w:t>beigefügte</w:t>
            </w:r>
            <w:r w:rsidR="00B7134D" w:rsidRPr="00520D3B">
              <w:t xml:space="preserve"> Angebotsschreiben </w:t>
            </w:r>
            <w:r>
              <w:t xml:space="preserve">ist </w:t>
            </w:r>
            <w:r w:rsidR="00B7134D" w:rsidRPr="00520D3B">
              <w:t>zu unterzeichnen und zusammen mit den Anlagen in verschlossenem Umschlag bis zum</w:t>
            </w:r>
            <w:r w:rsidR="00B7134D">
              <w:t xml:space="preserve"> Ablauf der Angebotsfrist</w:t>
            </w:r>
            <w:r w:rsidR="00B7134D" w:rsidRPr="00520D3B">
              <w:t xml:space="preserve"> an </w:t>
            </w:r>
            <w:r w:rsidR="00B7134D">
              <w:t>folgende Anschrift zu senden oder dort abzugeben:</w:t>
            </w:r>
          </w:p>
        </w:tc>
      </w:tr>
      <w:tr w:rsidR="00C26246" w:rsidRPr="00520D3B" w14:paraId="482967B3" w14:textId="77777777" w:rsidTr="0021140C">
        <w:trPr>
          <w:trHeight w:val="284"/>
        </w:trPr>
        <w:tc>
          <w:tcPr>
            <w:tcW w:w="521" w:type="dxa"/>
            <w:noWrap/>
            <w:tcMar>
              <w:left w:w="28" w:type="dxa"/>
            </w:tcMar>
          </w:tcPr>
          <w:p w14:paraId="50E6C1D8" w14:textId="77777777" w:rsidR="00C26246" w:rsidRPr="00EB3AE5" w:rsidRDefault="00C26246" w:rsidP="00C26246"/>
        </w:tc>
        <w:tc>
          <w:tcPr>
            <w:tcW w:w="498" w:type="dxa"/>
            <w:noWrap/>
            <w:vAlign w:val="center"/>
          </w:tcPr>
          <w:p w14:paraId="3FA75622" w14:textId="6BC830D7" w:rsidR="00C26246" w:rsidRPr="00520D3B" w:rsidRDefault="00466666" w:rsidP="00C26246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909" w:type="dxa"/>
            <w:gridSpan w:val="4"/>
            <w:vAlign w:val="center"/>
          </w:tcPr>
          <w:p w14:paraId="11A027F4" w14:textId="77777777" w:rsidR="00C26246" w:rsidRPr="00520D3B" w:rsidRDefault="00C26246" w:rsidP="00C26246">
            <w:r>
              <w:t>siehe Briefkopf</w:t>
            </w:r>
          </w:p>
        </w:tc>
      </w:tr>
      <w:tr w:rsidR="00C26246" w:rsidRPr="00520D3B" w14:paraId="1AB9AFB2" w14:textId="77777777" w:rsidTr="0021140C">
        <w:trPr>
          <w:trHeight w:val="284"/>
        </w:trPr>
        <w:tc>
          <w:tcPr>
            <w:tcW w:w="521" w:type="dxa"/>
            <w:noWrap/>
            <w:tcMar>
              <w:left w:w="28" w:type="dxa"/>
            </w:tcMar>
          </w:tcPr>
          <w:p w14:paraId="777C105F" w14:textId="77777777" w:rsidR="00C26246" w:rsidRPr="00EB3AE5" w:rsidRDefault="00C26246" w:rsidP="00C26246"/>
        </w:tc>
        <w:tc>
          <w:tcPr>
            <w:tcW w:w="498" w:type="dxa"/>
            <w:noWrap/>
            <w:vAlign w:val="center"/>
          </w:tcPr>
          <w:p w14:paraId="6D8CFE40" w14:textId="77777777" w:rsidR="00C26246" w:rsidRPr="00520D3B" w:rsidRDefault="00C26246" w:rsidP="00C26246">
            <w: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88" w:type="dxa"/>
            <w:vAlign w:val="center"/>
          </w:tcPr>
          <w:p w14:paraId="5502D343" w14:textId="77777777" w:rsidR="00C26246" w:rsidRPr="00520D3B" w:rsidRDefault="00C26246" w:rsidP="00C26246">
            <w:r>
              <w:t>Stelle:</w:t>
            </w:r>
          </w:p>
        </w:tc>
        <w:tc>
          <w:tcPr>
            <w:tcW w:w="7921" w:type="dxa"/>
            <w:gridSpan w:val="3"/>
            <w:vMerge w:val="restart"/>
            <w:vAlign w:val="center"/>
          </w:tcPr>
          <w:p w14:paraId="686F8E79" w14:textId="77777777" w:rsidR="00C26246" w:rsidRPr="00520D3B" w:rsidRDefault="00C26246" w:rsidP="00C26246"/>
        </w:tc>
      </w:tr>
      <w:tr w:rsidR="00C26246" w:rsidRPr="00520D3B" w14:paraId="1E46E668" w14:textId="77777777" w:rsidTr="0021140C">
        <w:trPr>
          <w:trHeight w:val="284"/>
        </w:trPr>
        <w:tc>
          <w:tcPr>
            <w:tcW w:w="521" w:type="dxa"/>
            <w:noWrap/>
            <w:tcMar>
              <w:left w:w="28" w:type="dxa"/>
            </w:tcMar>
          </w:tcPr>
          <w:p w14:paraId="6095FD2E" w14:textId="77777777" w:rsidR="00C26246" w:rsidRPr="00EB3AE5" w:rsidRDefault="00C26246" w:rsidP="00C26246"/>
        </w:tc>
        <w:tc>
          <w:tcPr>
            <w:tcW w:w="498" w:type="dxa"/>
            <w:noWrap/>
            <w:vAlign w:val="center"/>
          </w:tcPr>
          <w:p w14:paraId="751EAC6B" w14:textId="77777777" w:rsidR="00C26246" w:rsidRPr="00520D3B" w:rsidRDefault="00C26246" w:rsidP="00C26246"/>
        </w:tc>
        <w:tc>
          <w:tcPr>
            <w:tcW w:w="988" w:type="dxa"/>
            <w:vAlign w:val="center"/>
          </w:tcPr>
          <w:p w14:paraId="34C9757D" w14:textId="77777777" w:rsidR="00C26246" w:rsidRPr="00520D3B" w:rsidRDefault="00C26246" w:rsidP="00C26246"/>
        </w:tc>
        <w:tc>
          <w:tcPr>
            <w:tcW w:w="7921" w:type="dxa"/>
            <w:gridSpan w:val="3"/>
            <w:vMerge/>
            <w:vAlign w:val="center"/>
          </w:tcPr>
          <w:p w14:paraId="2FAD168D" w14:textId="77777777" w:rsidR="00C26246" w:rsidRPr="00520D3B" w:rsidRDefault="00C26246" w:rsidP="00C26246"/>
        </w:tc>
      </w:tr>
      <w:tr w:rsidR="00C26246" w:rsidRPr="00520D3B" w14:paraId="7161351C" w14:textId="77777777" w:rsidTr="0021140C">
        <w:trPr>
          <w:trHeight w:val="284"/>
        </w:trPr>
        <w:tc>
          <w:tcPr>
            <w:tcW w:w="521" w:type="dxa"/>
            <w:noWrap/>
            <w:tcMar>
              <w:left w:w="28" w:type="dxa"/>
            </w:tcMar>
          </w:tcPr>
          <w:p w14:paraId="2101ECB0" w14:textId="77777777" w:rsidR="00C26246" w:rsidRPr="00EB3AE5" w:rsidRDefault="00C26246" w:rsidP="00C26246"/>
        </w:tc>
        <w:tc>
          <w:tcPr>
            <w:tcW w:w="498" w:type="dxa"/>
            <w:noWrap/>
            <w:vAlign w:val="center"/>
          </w:tcPr>
          <w:p w14:paraId="61E1EBA9" w14:textId="77777777" w:rsidR="00C26246" w:rsidRPr="00520D3B" w:rsidRDefault="00C26246" w:rsidP="00C26246"/>
        </w:tc>
        <w:tc>
          <w:tcPr>
            <w:tcW w:w="988" w:type="dxa"/>
            <w:vAlign w:val="center"/>
          </w:tcPr>
          <w:p w14:paraId="331A966D" w14:textId="77777777" w:rsidR="00C26246" w:rsidRPr="00520D3B" w:rsidRDefault="00C26246" w:rsidP="00C26246"/>
        </w:tc>
        <w:tc>
          <w:tcPr>
            <w:tcW w:w="7921" w:type="dxa"/>
            <w:gridSpan w:val="3"/>
            <w:vMerge/>
            <w:vAlign w:val="center"/>
          </w:tcPr>
          <w:p w14:paraId="1E0999E2" w14:textId="77777777" w:rsidR="00C26246" w:rsidRPr="00520D3B" w:rsidRDefault="00C26246" w:rsidP="00C26246"/>
        </w:tc>
      </w:tr>
      <w:tr w:rsidR="00C26246" w:rsidRPr="00520D3B" w14:paraId="2F0763D4" w14:textId="77777777" w:rsidTr="0021140C">
        <w:trPr>
          <w:trHeight w:val="284"/>
        </w:trPr>
        <w:tc>
          <w:tcPr>
            <w:tcW w:w="521" w:type="dxa"/>
            <w:noWrap/>
            <w:tcMar>
              <w:left w:w="28" w:type="dxa"/>
            </w:tcMar>
            <w:vAlign w:val="center"/>
          </w:tcPr>
          <w:p w14:paraId="393F7459" w14:textId="77777777" w:rsidR="00C26246" w:rsidRPr="00586235" w:rsidRDefault="00C26246" w:rsidP="00C26246">
            <w:pPr>
              <w:rPr>
                <w:b/>
              </w:rPr>
            </w:pPr>
          </w:p>
        </w:tc>
        <w:tc>
          <w:tcPr>
            <w:tcW w:w="9407" w:type="dxa"/>
            <w:gridSpan w:val="5"/>
            <w:noWrap/>
            <w:vAlign w:val="center"/>
          </w:tcPr>
          <w:p w14:paraId="525F59DD" w14:textId="77777777" w:rsidR="00C26246" w:rsidRPr="00520D3B" w:rsidRDefault="00C26246" w:rsidP="00C26246">
            <w:r w:rsidRPr="00520D3B">
              <w:t xml:space="preserve">Der Umschlag ist </w:t>
            </w:r>
            <w:r>
              <w:t xml:space="preserve">außen </w:t>
            </w:r>
            <w:r w:rsidRPr="00520D3B">
              <w:t>mit Namen (Firma)</w:t>
            </w:r>
            <w:r>
              <w:t xml:space="preserve"> und</w:t>
            </w:r>
            <w:r w:rsidRPr="00520D3B">
              <w:t xml:space="preserve"> Anschrift </w:t>
            </w:r>
            <w:r>
              <w:t xml:space="preserve">des Bieters </w:t>
            </w:r>
            <w:r w:rsidRPr="00520D3B">
              <w:t>und der Angabe</w:t>
            </w:r>
          </w:p>
        </w:tc>
      </w:tr>
      <w:tr w:rsidR="00C26246" w:rsidRPr="005B733A" w14:paraId="01B10EA2" w14:textId="77777777" w:rsidTr="0021140C">
        <w:trPr>
          <w:trHeight w:val="397"/>
        </w:trPr>
        <w:tc>
          <w:tcPr>
            <w:tcW w:w="521" w:type="dxa"/>
            <w:noWrap/>
            <w:tcMar>
              <w:left w:w="28" w:type="dxa"/>
            </w:tcMar>
            <w:vAlign w:val="center"/>
          </w:tcPr>
          <w:p w14:paraId="498D8F1C" w14:textId="77777777" w:rsidR="00C26246" w:rsidRPr="005B733A" w:rsidRDefault="00C26246" w:rsidP="00C26246"/>
        </w:tc>
        <w:tc>
          <w:tcPr>
            <w:tcW w:w="4683" w:type="dxa"/>
            <w:gridSpan w:val="4"/>
            <w:tcBorders>
              <w:bottom w:val="single" w:sz="4" w:space="0" w:color="808080"/>
            </w:tcBorders>
            <w:noWrap/>
            <w:vAlign w:val="center"/>
          </w:tcPr>
          <w:p w14:paraId="56B80FDE" w14:textId="77777777" w:rsidR="00C26246" w:rsidRPr="005B733A" w:rsidRDefault="00C26246" w:rsidP="00C26246">
            <w:r w:rsidRPr="005B733A">
              <w:t>„Angebot für</w:t>
            </w:r>
          </w:p>
        </w:tc>
        <w:tc>
          <w:tcPr>
            <w:tcW w:w="4724" w:type="dxa"/>
            <w:tcBorders>
              <w:bottom w:val="single" w:sz="4" w:space="0" w:color="808080"/>
            </w:tcBorders>
            <w:vAlign w:val="center"/>
          </w:tcPr>
          <w:p w14:paraId="6E45AAA9" w14:textId="77777777" w:rsidR="00C26246" w:rsidRPr="005B733A" w:rsidRDefault="00C26246" w:rsidP="00C26246"/>
        </w:tc>
      </w:tr>
      <w:tr w:rsidR="00C26246" w:rsidRPr="005B733A" w14:paraId="3AD42199" w14:textId="77777777" w:rsidTr="0021140C">
        <w:trPr>
          <w:trHeight w:val="284"/>
        </w:trPr>
        <w:tc>
          <w:tcPr>
            <w:tcW w:w="521" w:type="dxa"/>
            <w:tcBorders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008B0C6F" w14:textId="77777777" w:rsidR="00C26246" w:rsidRPr="005B733A" w:rsidRDefault="00C26246" w:rsidP="00C26246">
            <w:pPr>
              <w:rPr>
                <w:sz w:val="16"/>
                <w:szCs w:val="16"/>
              </w:rPr>
            </w:pPr>
          </w:p>
        </w:tc>
        <w:tc>
          <w:tcPr>
            <w:tcW w:w="2342" w:type="dxa"/>
            <w:gridSpan w:val="3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noWrap/>
            <w:vAlign w:val="center"/>
          </w:tcPr>
          <w:p w14:paraId="7168BEE9" w14:textId="77777777" w:rsidR="00C26246" w:rsidRPr="005B733A" w:rsidRDefault="00C26246" w:rsidP="00C262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Maßnahmennummer:</w:t>
            </w:r>
          </w:p>
        </w:tc>
        <w:tc>
          <w:tcPr>
            <w:tcW w:w="7065" w:type="dxa"/>
            <w:gridSpan w:val="2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vAlign w:val="center"/>
          </w:tcPr>
          <w:p w14:paraId="5A70F782" w14:textId="77777777" w:rsidR="00C26246" w:rsidRPr="005B733A" w:rsidRDefault="00EC61B9" w:rsidP="00C262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  <w:r w:rsidRPr="005B733A">
              <w:rPr>
                <w:sz w:val="16"/>
                <w:szCs w:val="16"/>
              </w:rPr>
              <w:t>aßnahme</w:t>
            </w:r>
            <w:r w:rsidR="00C26246" w:rsidRPr="005B733A">
              <w:rPr>
                <w:sz w:val="16"/>
                <w:szCs w:val="16"/>
              </w:rPr>
              <w:t>:</w:t>
            </w:r>
          </w:p>
        </w:tc>
      </w:tr>
      <w:tr w:rsidR="00C26246" w:rsidRPr="00520D3B" w14:paraId="2B93FFCB" w14:textId="77777777" w:rsidTr="0021140C">
        <w:trPr>
          <w:trHeight w:val="284"/>
        </w:trPr>
        <w:tc>
          <w:tcPr>
            <w:tcW w:w="521" w:type="dxa"/>
            <w:tcBorders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7719CF95" w14:textId="77777777" w:rsidR="00C26246" w:rsidRPr="00586235" w:rsidRDefault="00C26246" w:rsidP="00C26246">
            <w:pPr>
              <w:rPr>
                <w:b/>
              </w:rPr>
            </w:pPr>
          </w:p>
        </w:tc>
        <w:tc>
          <w:tcPr>
            <w:tcW w:w="2342" w:type="dxa"/>
            <w:gridSpan w:val="3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43D81A3" w14:textId="0889AEBD" w:rsidR="00C26246" w:rsidRPr="00520D3B" w:rsidRDefault="00C26246" w:rsidP="00C26246"/>
        </w:tc>
        <w:tc>
          <w:tcPr>
            <w:tcW w:w="7065" w:type="dxa"/>
            <w:gridSpan w:val="2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6A32375" w14:textId="43CED154" w:rsidR="00C26246" w:rsidRPr="00520D3B" w:rsidRDefault="00C26246" w:rsidP="00C26246"/>
        </w:tc>
      </w:tr>
      <w:tr w:rsidR="00C26246" w:rsidRPr="005B733A" w14:paraId="0D3086B8" w14:textId="77777777" w:rsidTr="0021140C">
        <w:trPr>
          <w:trHeight w:val="284"/>
        </w:trPr>
        <w:tc>
          <w:tcPr>
            <w:tcW w:w="521" w:type="dxa"/>
            <w:tcBorders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67C8E2BD" w14:textId="77777777" w:rsidR="00C26246" w:rsidRPr="005B733A" w:rsidRDefault="00C26246" w:rsidP="00C26246">
            <w:pPr>
              <w:rPr>
                <w:sz w:val="16"/>
                <w:szCs w:val="16"/>
              </w:rPr>
            </w:pPr>
          </w:p>
        </w:tc>
        <w:tc>
          <w:tcPr>
            <w:tcW w:w="2342" w:type="dxa"/>
            <w:gridSpan w:val="3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noWrap/>
            <w:vAlign w:val="center"/>
          </w:tcPr>
          <w:p w14:paraId="20AF5E41" w14:textId="77777777" w:rsidR="00C26246" w:rsidRPr="005B733A" w:rsidRDefault="00C26246" w:rsidP="00C26246">
            <w:pPr>
              <w:rPr>
                <w:sz w:val="16"/>
                <w:szCs w:val="16"/>
              </w:rPr>
            </w:pPr>
            <w:r w:rsidRPr="005B733A">
              <w:rPr>
                <w:sz w:val="16"/>
                <w:szCs w:val="16"/>
              </w:rPr>
              <w:t>Vergabenummer:</w:t>
            </w:r>
          </w:p>
        </w:tc>
        <w:tc>
          <w:tcPr>
            <w:tcW w:w="7065" w:type="dxa"/>
            <w:gridSpan w:val="2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vAlign w:val="center"/>
          </w:tcPr>
          <w:p w14:paraId="02BFA52E" w14:textId="77777777" w:rsidR="00C26246" w:rsidRPr="005B733A" w:rsidRDefault="00C26246" w:rsidP="00C26246">
            <w:pPr>
              <w:rPr>
                <w:sz w:val="16"/>
                <w:szCs w:val="16"/>
              </w:rPr>
            </w:pPr>
            <w:r w:rsidRPr="005B733A">
              <w:rPr>
                <w:sz w:val="16"/>
                <w:szCs w:val="16"/>
              </w:rPr>
              <w:t>Leistung:</w:t>
            </w:r>
          </w:p>
        </w:tc>
      </w:tr>
      <w:tr w:rsidR="00C908AF" w:rsidRPr="00520D3B" w14:paraId="001366E5" w14:textId="77777777" w:rsidTr="0021140C">
        <w:trPr>
          <w:trHeight w:val="284"/>
        </w:trPr>
        <w:tc>
          <w:tcPr>
            <w:tcW w:w="521" w:type="dxa"/>
            <w:tcBorders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19ACEC62" w14:textId="77777777" w:rsidR="00C908AF" w:rsidRPr="00586235" w:rsidRDefault="00C908AF" w:rsidP="00C908AF">
            <w:pPr>
              <w:rPr>
                <w:b/>
              </w:rPr>
            </w:pPr>
          </w:p>
        </w:tc>
        <w:tc>
          <w:tcPr>
            <w:tcW w:w="2342" w:type="dxa"/>
            <w:gridSpan w:val="3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9F5242A" w14:textId="3F1FD19C" w:rsidR="00C908AF" w:rsidRPr="00520D3B" w:rsidRDefault="00C908AF" w:rsidP="00C908AF"/>
        </w:tc>
        <w:tc>
          <w:tcPr>
            <w:tcW w:w="7065" w:type="dxa"/>
            <w:gridSpan w:val="2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C792F2B" w14:textId="0ECBE513" w:rsidR="00C908AF" w:rsidRPr="00C908AF" w:rsidRDefault="00C908AF" w:rsidP="00C908AF"/>
        </w:tc>
      </w:tr>
      <w:tr w:rsidR="00C26246" w:rsidRPr="00520D3B" w14:paraId="424694B5" w14:textId="77777777" w:rsidTr="0021140C">
        <w:trPr>
          <w:trHeight w:val="284"/>
        </w:trPr>
        <w:tc>
          <w:tcPr>
            <w:tcW w:w="521" w:type="dxa"/>
            <w:noWrap/>
            <w:tcMar>
              <w:left w:w="28" w:type="dxa"/>
            </w:tcMar>
            <w:vAlign w:val="center"/>
          </w:tcPr>
          <w:p w14:paraId="035F0808" w14:textId="77777777" w:rsidR="00C26246" w:rsidRPr="00586235" w:rsidRDefault="00C26246" w:rsidP="00C26246">
            <w:pPr>
              <w:rPr>
                <w:b/>
              </w:rPr>
            </w:pPr>
          </w:p>
        </w:tc>
        <w:tc>
          <w:tcPr>
            <w:tcW w:w="4683" w:type="dxa"/>
            <w:gridSpan w:val="4"/>
            <w:tcBorders>
              <w:top w:val="single" w:sz="4" w:space="0" w:color="808080"/>
            </w:tcBorders>
            <w:noWrap/>
            <w:vAlign w:val="center"/>
          </w:tcPr>
          <w:p w14:paraId="6FC3CE28" w14:textId="77777777" w:rsidR="00C26246" w:rsidRPr="00520D3B" w:rsidRDefault="00C26246" w:rsidP="00C26246">
            <w:r>
              <w:t>„</w:t>
            </w:r>
          </w:p>
        </w:tc>
        <w:tc>
          <w:tcPr>
            <w:tcW w:w="4724" w:type="dxa"/>
            <w:tcBorders>
              <w:top w:val="single" w:sz="4" w:space="0" w:color="808080"/>
            </w:tcBorders>
            <w:vAlign w:val="center"/>
          </w:tcPr>
          <w:p w14:paraId="45C8C551" w14:textId="77777777" w:rsidR="00C26246" w:rsidRPr="00520D3B" w:rsidRDefault="00C26246" w:rsidP="00C26246"/>
        </w:tc>
      </w:tr>
      <w:tr w:rsidR="00C26246" w:rsidRPr="00520D3B" w14:paraId="4E62145E" w14:textId="77777777" w:rsidTr="0021140C">
        <w:trPr>
          <w:trHeight w:val="284"/>
        </w:trPr>
        <w:tc>
          <w:tcPr>
            <w:tcW w:w="521" w:type="dxa"/>
            <w:noWrap/>
            <w:tcMar>
              <w:left w:w="28" w:type="dxa"/>
            </w:tcMar>
            <w:vAlign w:val="center"/>
          </w:tcPr>
          <w:p w14:paraId="28C3CD41" w14:textId="77777777" w:rsidR="00C26246" w:rsidRPr="00586235" w:rsidRDefault="00C26246" w:rsidP="00C26246">
            <w:pPr>
              <w:rPr>
                <w:b/>
              </w:rPr>
            </w:pPr>
          </w:p>
        </w:tc>
        <w:tc>
          <w:tcPr>
            <w:tcW w:w="9407" w:type="dxa"/>
            <w:gridSpan w:val="5"/>
            <w:noWrap/>
            <w:vAlign w:val="center"/>
          </w:tcPr>
          <w:p w14:paraId="7AA606DC" w14:textId="77777777" w:rsidR="00C26246" w:rsidRPr="00520D3B" w:rsidRDefault="00C26246" w:rsidP="00C26246">
            <w:r>
              <w:t>zu versehen, ggf. unter Verwendung eines bereit gestellten Kennzettels.</w:t>
            </w:r>
          </w:p>
        </w:tc>
      </w:tr>
      <w:tr w:rsidR="0074693E" w:rsidRPr="005F32A5" w14:paraId="51BFD3A7" w14:textId="77777777" w:rsidTr="00EC61B9">
        <w:trPr>
          <w:trHeight w:val="397"/>
        </w:trPr>
        <w:tc>
          <w:tcPr>
            <w:tcW w:w="9928" w:type="dxa"/>
            <w:gridSpan w:val="6"/>
            <w:noWrap/>
            <w:tcMar>
              <w:left w:w="28" w:type="dxa"/>
            </w:tcMar>
            <w:vAlign w:val="center"/>
          </w:tcPr>
          <w:p w14:paraId="23B42A19" w14:textId="77777777" w:rsidR="0074693E" w:rsidRPr="005F32A5" w:rsidRDefault="0074693E" w:rsidP="0074693E">
            <w:pPr>
              <w:pStyle w:val="berschrift1"/>
            </w:pPr>
            <w:r w:rsidRPr="005F32A5">
              <w:t>Nachprüfungsstelle</w:t>
            </w:r>
          </w:p>
        </w:tc>
      </w:tr>
      <w:tr w:rsidR="001C5E97" w:rsidRPr="00520D3B" w14:paraId="128E7E8B" w14:textId="77777777" w:rsidTr="0021140C">
        <w:trPr>
          <w:trHeight w:val="284"/>
        </w:trPr>
        <w:sdt>
          <w:sdtPr>
            <w:id w:val="13360945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1" w:type="dxa"/>
                <w:noWrap/>
                <w:tcMar>
                  <w:left w:w="28" w:type="dxa"/>
                </w:tcMar>
                <w:vAlign w:val="center"/>
              </w:tcPr>
              <w:p w14:paraId="47278DF3" w14:textId="10B9AC9F" w:rsidR="001C5E97" w:rsidRPr="00520D3B" w:rsidRDefault="001B2BB8" w:rsidP="006C20BB">
                <w:r>
                  <w:rPr>
                    <w:rFonts w:ascii="MS Gothic" w:eastAsia="MS Gothic" w:hAnsi="MS Gothic" w:hint="eastAsia"/>
                  </w:rPr>
                  <w:t>☒</w:t>
                </w:r>
              </w:p>
            </w:tc>
          </w:sdtContent>
        </w:sdt>
        <w:tc>
          <w:tcPr>
            <w:tcW w:w="9407" w:type="dxa"/>
            <w:gridSpan w:val="5"/>
            <w:noWrap/>
            <w:vAlign w:val="center"/>
          </w:tcPr>
          <w:p w14:paraId="537D8CC7" w14:textId="11A21716" w:rsidR="001C5E97" w:rsidRPr="00520D3B" w:rsidRDefault="00F3780D" w:rsidP="006C20BB">
            <w:r>
              <w:t>Landesverwaltungsamt Sachsen-Anhalt</w:t>
            </w:r>
          </w:p>
        </w:tc>
      </w:tr>
      <w:tr w:rsidR="00A8773B" w:rsidRPr="00520D3B" w14:paraId="332E5A63" w14:textId="77777777" w:rsidTr="0021140C">
        <w:trPr>
          <w:trHeight w:val="284"/>
        </w:trPr>
        <w:tc>
          <w:tcPr>
            <w:tcW w:w="521" w:type="dxa"/>
            <w:noWrap/>
            <w:tcMar>
              <w:left w:w="28" w:type="dxa"/>
            </w:tcMar>
            <w:vAlign w:val="center"/>
          </w:tcPr>
          <w:p w14:paraId="7F996293" w14:textId="77777777" w:rsidR="00A8773B" w:rsidRPr="00520D3B" w:rsidRDefault="00A8773B" w:rsidP="006C20BB"/>
        </w:tc>
        <w:tc>
          <w:tcPr>
            <w:tcW w:w="9407" w:type="dxa"/>
            <w:gridSpan w:val="5"/>
            <w:noWrap/>
            <w:vAlign w:val="center"/>
          </w:tcPr>
          <w:p w14:paraId="3A679791" w14:textId="69CF3EBC" w:rsidR="00A8773B" w:rsidRPr="00520D3B" w:rsidRDefault="00F3780D" w:rsidP="006C20BB">
            <w:r>
              <w:t>3. Vergabekammer</w:t>
            </w:r>
          </w:p>
        </w:tc>
      </w:tr>
      <w:tr w:rsidR="00A8773B" w:rsidRPr="00520D3B" w14:paraId="14F03000" w14:textId="77777777" w:rsidTr="0021140C">
        <w:trPr>
          <w:trHeight w:val="284"/>
        </w:trPr>
        <w:tc>
          <w:tcPr>
            <w:tcW w:w="521" w:type="dxa"/>
            <w:noWrap/>
            <w:tcMar>
              <w:left w:w="28" w:type="dxa"/>
            </w:tcMar>
            <w:vAlign w:val="center"/>
          </w:tcPr>
          <w:p w14:paraId="144E5119" w14:textId="77777777" w:rsidR="00A8773B" w:rsidRPr="00520D3B" w:rsidRDefault="00A8773B" w:rsidP="006C20BB"/>
        </w:tc>
        <w:tc>
          <w:tcPr>
            <w:tcW w:w="9407" w:type="dxa"/>
            <w:gridSpan w:val="5"/>
            <w:noWrap/>
            <w:vAlign w:val="center"/>
          </w:tcPr>
          <w:p w14:paraId="1B89EA5A" w14:textId="2B6AF699" w:rsidR="00A8773B" w:rsidRPr="00520D3B" w:rsidRDefault="00F3780D" w:rsidP="006C20BB">
            <w:r>
              <w:t>Ernst-Kamieth-Str. 2</w:t>
            </w:r>
          </w:p>
        </w:tc>
      </w:tr>
      <w:tr w:rsidR="00F3780D" w:rsidRPr="00520D3B" w14:paraId="7BCE9742" w14:textId="77777777" w:rsidTr="0021140C">
        <w:trPr>
          <w:trHeight w:val="284"/>
        </w:trPr>
        <w:tc>
          <w:tcPr>
            <w:tcW w:w="521" w:type="dxa"/>
            <w:noWrap/>
            <w:tcMar>
              <w:left w:w="28" w:type="dxa"/>
            </w:tcMar>
            <w:vAlign w:val="center"/>
          </w:tcPr>
          <w:p w14:paraId="4D6C83F5" w14:textId="77777777" w:rsidR="00F3780D" w:rsidRPr="00520D3B" w:rsidRDefault="00F3780D" w:rsidP="006C20BB"/>
        </w:tc>
        <w:tc>
          <w:tcPr>
            <w:tcW w:w="9407" w:type="dxa"/>
            <w:gridSpan w:val="5"/>
            <w:noWrap/>
            <w:vAlign w:val="center"/>
          </w:tcPr>
          <w:p w14:paraId="570F2A17" w14:textId="3CE59087" w:rsidR="00F3780D" w:rsidRDefault="00F3780D" w:rsidP="006C20BB">
            <w:r>
              <w:t>06112 Halle (Saale)</w:t>
            </w:r>
          </w:p>
        </w:tc>
      </w:tr>
      <w:tr w:rsidR="0021140C" w:rsidRPr="00520D3B" w14:paraId="618A307C" w14:textId="77777777" w:rsidTr="0021140C">
        <w:trPr>
          <w:trHeight w:val="284"/>
        </w:trPr>
        <w:tc>
          <w:tcPr>
            <w:tcW w:w="521" w:type="dxa"/>
            <w:noWrap/>
            <w:tcMar>
              <w:left w:w="28" w:type="dxa"/>
            </w:tcMar>
            <w:vAlign w:val="center"/>
          </w:tcPr>
          <w:p w14:paraId="1E3D9F1F" w14:textId="77777777" w:rsidR="0021140C" w:rsidRPr="00520D3B" w:rsidRDefault="0021140C" w:rsidP="006C20BB"/>
        </w:tc>
        <w:tc>
          <w:tcPr>
            <w:tcW w:w="9407" w:type="dxa"/>
            <w:gridSpan w:val="5"/>
            <w:noWrap/>
            <w:vAlign w:val="center"/>
          </w:tcPr>
          <w:p w14:paraId="3D0E1D63" w14:textId="77777777" w:rsidR="0021140C" w:rsidRDefault="0021140C" w:rsidP="006C20BB"/>
        </w:tc>
      </w:tr>
      <w:tr w:rsidR="0021140C" w:rsidRPr="00520D3B" w14:paraId="453D9989" w14:textId="77777777" w:rsidTr="0021140C">
        <w:trPr>
          <w:trHeight w:val="284"/>
        </w:trPr>
        <w:sdt>
          <w:sdtPr>
            <w:id w:val="-1976672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1" w:type="dxa"/>
                <w:noWrap/>
                <w:tcMar>
                  <w:left w:w="28" w:type="dxa"/>
                </w:tcMar>
                <w:vAlign w:val="center"/>
              </w:tcPr>
              <w:p w14:paraId="6B609DFB" w14:textId="77CD0D03" w:rsidR="0021140C" w:rsidRPr="00520D3B" w:rsidRDefault="001B2BB8" w:rsidP="006C20BB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407" w:type="dxa"/>
            <w:gridSpan w:val="5"/>
            <w:noWrap/>
            <w:vAlign w:val="center"/>
          </w:tcPr>
          <w:p w14:paraId="7499A436" w14:textId="3E7F5930" w:rsidR="0021140C" w:rsidRDefault="0021140C" w:rsidP="006C20BB"/>
        </w:tc>
      </w:tr>
      <w:tr w:rsidR="0021140C" w:rsidRPr="00520D3B" w14:paraId="3B413D18" w14:textId="77777777" w:rsidTr="0021140C">
        <w:trPr>
          <w:trHeight w:val="284"/>
        </w:trPr>
        <w:tc>
          <w:tcPr>
            <w:tcW w:w="521" w:type="dxa"/>
            <w:noWrap/>
            <w:tcMar>
              <w:left w:w="28" w:type="dxa"/>
            </w:tcMar>
            <w:vAlign w:val="center"/>
          </w:tcPr>
          <w:p w14:paraId="5EBC2F59" w14:textId="77777777" w:rsidR="0021140C" w:rsidRPr="00520D3B" w:rsidRDefault="0021140C" w:rsidP="006C20BB"/>
        </w:tc>
        <w:tc>
          <w:tcPr>
            <w:tcW w:w="9407" w:type="dxa"/>
            <w:gridSpan w:val="5"/>
            <w:noWrap/>
            <w:vAlign w:val="center"/>
          </w:tcPr>
          <w:p w14:paraId="747157C6" w14:textId="368D5C9B" w:rsidR="0021140C" w:rsidRDefault="0021140C" w:rsidP="006C20BB"/>
        </w:tc>
      </w:tr>
      <w:tr w:rsidR="0021140C" w:rsidRPr="00520D3B" w14:paraId="1643E56B" w14:textId="77777777" w:rsidTr="0021140C">
        <w:trPr>
          <w:trHeight w:val="284"/>
        </w:trPr>
        <w:tc>
          <w:tcPr>
            <w:tcW w:w="521" w:type="dxa"/>
            <w:noWrap/>
            <w:tcMar>
              <w:left w:w="28" w:type="dxa"/>
            </w:tcMar>
            <w:vAlign w:val="center"/>
          </w:tcPr>
          <w:p w14:paraId="3B98B013" w14:textId="77777777" w:rsidR="0021140C" w:rsidRPr="00520D3B" w:rsidRDefault="0021140C" w:rsidP="006C20BB"/>
        </w:tc>
        <w:tc>
          <w:tcPr>
            <w:tcW w:w="9407" w:type="dxa"/>
            <w:gridSpan w:val="5"/>
            <w:noWrap/>
            <w:vAlign w:val="center"/>
          </w:tcPr>
          <w:p w14:paraId="6BA78FC8" w14:textId="68267BCD" w:rsidR="0021140C" w:rsidRDefault="0021140C" w:rsidP="006C20BB"/>
        </w:tc>
      </w:tr>
      <w:tr w:rsidR="0021140C" w:rsidRPr="00520D3B" w14:paraId="117B8F6A" w14:textId="77777777" w:rsidTr="0021140C">
        <w:trPr>
          <w:trHeight w:val="284"/>
        </w:trPr>
        <w:tc>
          <w:tcPr>
            <w:tcW w:w="521" w:type="dxa"/>
            <w:noWrap/>
            <w:tcMar>
              <w:left w:w="28" w:type="dxa"/>
            </w:tcMar>
            <w:vAlign w:val="center"/>
          </w:tcPr>
          <w:p w14:paraId="0E05BAFF" w14:textId="77777777" w:rsidR="0021140C" w:rsidRPr="00520D3B" w:rsidRDefault="0021140C" w:rsidP="006C20BB"/>
        </w:tc>
        <w:tc>
          <w:tcPr>
            <w:tcW w:w="9407" w:type="dxa"/>
            <w:gridSpan w:val="5"/>
            <w:noWrap/>
            <w:vAlign w:val="center"/>
          </w:tcPr>
          <w:p w14:paraId="0CE39298" w14:textId="27684AFB" w:rsidR="0021140C" w:rsidRDefault="0021140C" w:rsidP="006C20BB"/>
        </w:tc>
      </w:tr>
      <w:tr w:rsidR="0021140C" w:rsidRPr="00520D3B" w14:paraId="524B21C5" w14:textId="77777777" w:rsidTr="0021140C">
        <w:trPr>
          <w:trHeight w:val="284"/>
        </w:trPr>
        <w:tc>
          <w:tcPr>
            <w:tcW w:w="521" w:type="dxa"/>
            <w:noWrap/>
            <w:tcMar>
              <w:left w:w="28" w:type="dxa"/>
            </w:tcMar>
            <w:vAlign w:val="center"/>
          </w:tcPr>
          <w:p w14:paraId="2F83242D" w14:textId="77777777" w:rsidR="0021140C" w:rsidRPr="00520D3B" w:rsidRDefault="0021140C" w:rsidP="006C20BB"/>
        </w:tc>
        <w:tc>
          <w:tcPr>
            <w:tcW w:w="9407" w:type="dxa"/>
            <w:gridSpan w:val="5"/>
            <w:noWrap/>
            <w:vAlign w:val="center"/>
          </w:tcPr>
          <w:p w14:paraId="550F981B" w14:textId="77777777" w:rsidR="0021140C" w:rsidRDefault="0021140C" w:rsidP="006C20BB"/>
        </w:tc>
      </w:tr>
      <w:tr w:rsidR="0074693E" w:rsidRPr="00520D3B" w14:paraId="68506E97" w14:textId="77777777" w:rsidTr="00EC61B9">
        <w:trPr>
          <w:trHeight w:val="397"/>
        </w:trPr>
        <w:tc>
          <w:tcPr>
            <w:tcW w:w="9928" w:type="dxa"/>
            <w:gridSpan w:val="6"/>
            <w:noWrap/>
            <w:tcMar>
              <w:left w:w="28" w:type="dxa"/>
            </w:tcMar>
            <w:vAlign w:val="center"/>
          </w:tcPr>
          <w:p w14:paraId="5D6E3768" w14:textId="7AA1BBCB" w:rsidR="0074693E" w:rsidRPr="00C10623" w:rsidRDefault="0074693E" w:rsidP="0074693E">
            <w:pPr>
              <w:pStyle w:val="berschrift1"/>
            </w:pPr>
          </w:p>
        </w:tc>
      </w:tr>
      <w:tr w:rsidR="001C5E97" w:rsidRPr="00520D3B" w14:paraId="36E5239A" w14:textId="77777777" w:rsidTr="0021140C">
        <w:trPr>
          <w:trHeight w:val="284"/>
        </w:trPr>
        <w:tc>
          <w:tcPr>
            <w:tcW w:w="521" w:type="dxa"/>
            <w:noWrap/>
            <w:tcMar>
              <w:left w:w="28" w:type="dxa"/>
            </w:tcMar>
            <w:vAlign w:val="center"/>
          </w:tcPr>
          <w:p w14:paraId="70AF8094" w14:textId="77777777" w:rsidR="001C5E97" w:rsidRPr="00A82A4A" w:rsidRDefault="001C5E97" w:rsidP="006C20BB">
            <w:pPr>
              <w:rPr>
                <w:b/>
              </w:rPr>
            </w:pPr>
          </w:p>
        </w:tc>
        <w:tc>
          <w:tcPr>
            <w:tcW w:w="9407" w:type="dxa"/>
            <w:gridSpan w:val="5"/>
            <w:noWrap/>
            <w:vAlign w:val="center"/>
          </w:tcPr>
          <w:p w14:paraId="17E492EC" w14:textId="77777777" w:rsidR="001C5E97" w:rsidRPr="00520D3B" w:rsidRDefault="001C5E97" w:rsidP="006C20BB"/>
        </w:tc>
      </w:tr>
      <w:tr w:rsidR="001C5E97" w:rsidRPr="00520D3B" w14:paraId="4CCE0A5D" w14:textId="77777777" w:rsidTr="0021140C">
        <w:trPr>
          <w:trHeight w:val="284"/>
        </w:trPr>
        <w:tc>
          <w:tcPr>
            <w:tcW w:w="521" w:type="dxa"/>
            <w:noWrap/>
            <w:tcMar>
              <w:left w:w="28" w:type="dxa"/>
            </w:tcMar>
            <w:vAlign w:val="center"/>
          </w:tcPr>
          <w:p w14:paraId="0F93A9CF" w14:textId="77777777" w:rsidR="001C5E97" w:rsidRPr="00A82A4A" w:rsidRDefault="001C5E97" w:rsidP="006C20BB">
            <w:pPr>
              <w:rPr>
                <w:b/>
              </w:rPr>
            </w:pPr>
          </w:p>
        </w:tc>
        <w:tc>
          <w:tcPr>
            <w:tcW w:w="9407" w:type="dxa"/>
            <w:gridSpan w:val="5"/>
            <w:noWrap/>
            <w:vAlign w:val="center"/>
          </w:tcPr>
          <w:p w14:paraId="2EE61C07" w14:textId="77777777" w:rsidR="001C5E97" w:rsidRPr="00520D3B" w:rsidRDefault="001C5E97" w:rsidP="006C20BB"/>
        </w:tc>
      </w:tr>
      <w:tr w:rsidR="001C5E97" w:rsidRPr="00520D3B" w14:paraId="3270A1D2" w14:textId="77777777" w:rsidTr="0021140C">
        <w:trPr>
          <w:trHeight w:val="284"/>
        </w:trPr>
        <w:tc>
          <w:tcPr>
            <w:tcW w:w="521" w:type="dxa"/>
            <w:noWrap/>
            <w:tcMar>
              <w:left w:w="28" w:type="dxa"/>
            </w:tcMar>
            <w:vAlign w:val="center"/>
          </w:tcPr>
          <w:p w14:paraId="1770791D" w14:textId="77777777" w:rsidR="001C5E97" w:rsidRPr="00A82A4A" w:rsidRDefault="001C5E97" w:rsidP="006C20BB">
            <w:pPr>
              <w:rPr>
                <w:b/>
              </w:rPr>
            </w:pPr>
          </w:p>
        </w:tc>
        <w:tc>
          <w:tcPr>
            <w:tcW w:w="9407" w:type="dxa"/>
            <w:gridSpan w:val="5"/>
            <w:noWrap/>
            <w:vAlign w:val="center"/>
          </w:tcPr>
          <w:p w14:paraId="50E31384" w14:textId="77777777" w:rsidR="001C5E97" w:rsidRPr="00520D3B" w:rsidRDefault="001C5E97" w:rsidP="006C20BB"/>
        </w:tc>
      </w:tr>
      <w:tr w:rsidR="00C26246" w:rsidRPr="00520D3B" w14:paraId="66576C48" w14:textId="77777777" w:rsidTr="0021140C">
        <w:trPr>
          <w:trHeight w:val="284"/>
        </w:trPr>
        <w:tc>
          <w:tcPr>
            <w:tcW w:w="521" w:type="dxa"/>
            <w:noWrap/>
            <w:tcMar>
              <w:left w:w="28" w:type="dxa"/>
            </w:tcMar>
            <w:vAlign w:val="center"/>
          </w:tcPr>
          <w:p w14:paraId="59897C4D" w14:textId="77777777" w:rsidR="00C26246" w:rsidRPr="00A82A4A" w:rsidRDefault="00C26246" w:rsidP="006C20BB">
            <w:pPr>
              <w:rPr>
                <w:b/>
              </w:rPr>
            </w:pPr>
          </w:p>
        </w:tc>
        <w:tc>
          <w:tcPr>
            <w:tcW w:w="9407" w:type="dxa"/>
            <w:gridSpan w:val="5"/>
            <w:noWrap/>
            <w:vAlign w:val="center"/>
          </w:tcPr>
          <w:p w14:paraId="0A7284A5" w14:textId="77777777" w:rsidR="00C26246" w:rsidRPr="00520D3B" w:rsidRDefault="00C26246" w:rsidP="006C20BB"/>
        </w:tc>
      </w:tr>
      <w:tr w:rsidR="00C26246" w:rsidRPr="00520D3B" w14:paraId="47682817" w14:textId="77777777" w:rsidTr="0021140C">
        <w:trPr>
          <w:trHeight w:val="284"/>
        </w:trPr>
        <w:tc>
          <w:tcPr>
            <w:tcW w:w="521" w:type="dxa"/>
            <w:noWrap/>
            <w:tcMar>
              <w:left w:w="28" w:type="dxa"/>
            </w:tcMar>
            <w:vAlign w:val="center"/>
          </w:tcPr>
          <w:p w14:paraId="42E1E4CA" w14:textId="77777777" w:rsidR="00C26246" w:rsidRPr="00A82A4A" w:rsidRDefault="00C26246" w:rsidP="006C20BB">
            <w:pPr>
              <w:rPr>
                <w:b/>
              </w:rPr>
            </w:pPr>
          </w:p>
        </w:tc>
        <w:tc>
          <w:tcPr>
            <w:tcW w:w="9407" w:type="dxa"/>
            <w:gridSpan w:val="5"/>
            <w:noWrap/>
            <w:vAlign w:val="center"/>
          </w:tcPr>
          <w:p w14:paraId="6F130307" w14:textId="77777777" w:rsidR="00C26246" w:rsidRPr="00520D3B" w:rsidRDefault="00C26246" w:rsidP="006C20BB"/>
        </w:tc>
      </w:tr>
      <w:tr w:rsidR="00C26246" w:rsidRPr="00520D3B" w14:paraId="2F20BBFC" w14:textId="77777777" w:rsidTr="0021140C">
        <w:trPr>
          <w:trHeight w:val="284"/>
        </w:trPr>
        <w:tc>
          <w:tcPr>
            <w:tcW w:w="521" w:type="dxa"/>
            <w:noWrap/>
            <w:tcMar>
              <w:left w:w="28" w:type="dxa"/>
            </w:tcMar>
            <w:vAlign w:val="center"/>
          </w:tcPr>
          <w:p w14:paraId="01D6E0A3" w14:textId="77777777" w:rsidR="00C26246" w:rsidRPr="00A82A4A" w:rsidRDefault="00C26246" w:rsidP="006C20BB">
            <w:pPr>
              <w:rPr>
                <w:b/>
              </w:rPr>
            </w:pPr>
          </w:p>
        </w:tc>
        <w:tc>
          <w:tcPr>
            <w:tcW w:w="9407" w:type="dxa"/>
            <w:gridSpan w:val="5"/>
            <w:noWrap/>
            <w:vAlign w:val="center"/>
          </w:tcPr>
          <w:p w14:paraId="2B747E5F" w14:textId="77777777" w:rsidR="00C26246" w:rsidRPr="00520D3B" w:rsidRDefault="00C26246" w:rsidP="006C20BB"/>
        </w:tc>
      </w:tr>
      <w:tr w:rsidR="00C26246" w:rsidRPr="00520D3B" w14:paraId="71CF7E32" w14:textId="77777777" w:rsidTr="0021140C">
        <w:trPr>
          <w:trHeight w:val="284"/>
        </w:trPr>
        <w:tc>
          <w:tcPr>
            <w:tcW w:w="521" w:type="dxa"/>
            <w:noWrap/>
            <w:tcMar>
              <w:left w:w="28" w:type="dxa"/>
            </w:tcMar>
            <w:vAlign w:val="center"/>
          </w:tcPr>
          <w:p w14:paraId="15D8893E" w14:textId="77777777" w:rsidR="00C26246" w:rsidRPr="00A82A4A" w:rsidRDefault="00C26246" w:rsidP="006C20BB">
            <w:pPr>
              <w:rPr>
                <w:b/>
              </w:rPr>
            </w:pPr>
          </w:p>
        </w:tc>
        <w:tc>
          <w:tcPr>
            <w:tcW w:w="9407" w:type="dxa"/>
            <w:gridSpan w:val="5"/>
            <w:noWrap/>
            <w:vAlign w:val="center"/>
          </w:tcPr>
          <w:p w14:paraId="2F15C912" w14:textId="77777777" w:rsidR="00C26246" w:rsidRPr="00520D3B" w:rsidRDefault="00C26246" w:rsidP="006C20BB"/>
        </w:tc>
      </w:tr>
      <w:tr w:rsidR="00C26246" w:rsidRPr="00520D3B" w14:paraId="4B776654" w14:textId="77777777" w:rsidTr="0021140C">
        <w:trPr>
          <w:trHeight w:val="284"/>
        </w:trPr>
        <w:tc>
          <w:tcPr>
            <w:tcW w:w="521" w:type="dxa"/>
            <w:noWrap/>
            <w:tcMar>
              <w:left w:w="28" w:type="dxa"/>
            </w:tcMar>
            <w:vAlign w:val="center"/>
          </w:tcPr>
          <w:p w14:paraId="40292905" w14:textId="77777777" w:rsidR="00C26246" w:rsidRPr="00A82A4A" w:rsidRDefault="00C26246" w:rsidP="006C20BB">
            <w:pPr>
              <w:rPr>
                <w:b/>
              </w:rPr>
            </w:pPr>
          </w:p>
        </w:tc>
        <w:tc>
          <w:tcPr>
            <w:tcW w:w="9407" w:type="dxa"/>
            <w:gridSpan w:val="5"/>
            <w:noWrap/>
            <w:vAlign w:val="center"/>
          </w:tcPr>
          <w:p w14:paraId="06176B2E" w14:textId="77777777" w:rsidR="00C26246" w:rsidRPr="00520D3B" w:rsidRDefault="00C26246" w:rsidP="006C20BB"/>
        </w:tc>
      </w:tr>
      <w:tr w:rsidR="00C26246" w:rsidRPr="00520D3B" w14:paraId="3B1D91EA" w14:textId="77777777" w:rsidTr="0021140C">
        <w:trPr>
          <w:trHeight w:val="284"/>
        </w:trPr>
        <w:tc>
          <w:tcPr>
            <w:tcW w:w="521" w:type="dxa"/>
            <w:noWrap/>
            <w:tcMar>
              <w:left w:w="28" w:type="dxa"/>
            </w:tcMar>
            <w:vAlign w:val="center"/>
          </w:tcPr>
          <w:p w14:paraId="3E9D7B35" w14:textId="77777777" w:rsidR="00C26246" w:rsidRPr="00A82A4A" w:rsidRDefault="00C26246" w:rsidP="006C20BB">
            <w:pPr>
              <w:rPr>
                <w:b/>
              </w:rPr>
            </w:pPr>
          </w:p>
        </w:tc>
        <w:tc>
          <w:tcPr>
            <w:tcW w:w="9407" w:type="dxa"/>
            <w:gridSpan w:val="5"/>
            <w:noWrap/>
            <w:vAlign w:val="center"/>
          </w:tcPr>
          <w:p w14:paraId="3A8C802A" w14:textId="77777777" w:rsidR="00C26246" w:rsidRPr="00520D3B" w:rsidRDefault="00C26246" w:rsidP="006C20BB"/>
        </w:tc>
      </w:tr>
      <w:tr w:rsidR="001C5E97" w:rsidRPr="00520D3B" w14:paraId="1A07C942" w14:textId="77777777" w:rsidTr="0021140C">
        <w:trPr>
          <w:trHeight w:val="284"/>
        </w:trPr>
        <w:tc>
          <w:tcPr>
            <w:tcW w:w="521" w:type="dxa"/>
            <w:noWrap/>
            <w:tcMar>
              <w:left w:w="28" w:type="dxa"/>
            </w:tcMar>
            <w:vAlign w:val="center"/>
          </w:tcPr>
          <w:p w14:paraId="7873A2DC" w14:textId="77777777" w:rsidR="001C5E97" w:rsidRPr="00A82A4A" w:rsidRDefault="001C5E97" w:rsidP="006C20BB">
            <w:pPr>
              <w:rPr>
                <w:b/>
              </w:rPr>
            </w:pPr>
          </w:p>
        </w:tc>
        <w:tc>
          <w:tcPr>
            <w:tcW w:w="9407" w:type="dxa"/>
            <w:gridSpan w:val="5"/>
            <w:noWrap/>
            <w:vAlign w:val="center"/>
          </w:tcPr>
          <w:p w14:paraId="073BBE7F" w14:textId="77777777" w:rsidR="001C5E97" w:rsidRPr="00520D3B" w:rsidRDefault="001C5E97" w:rsidP="006C20BB"/>
        </w:tc>
      </w:tr>
      <w:tr w:rsidR="001C5E97" w:rsidRPr="00520D3B" w14:paraId="2865A05A" w14:textId="77777777" w:rsidTr="0021140C">
        <w:trPr>
          <w:trHeight w:val="284"/>
        </w:trPr>
        <w:tc>
          <w:tcPr>
            <w:tcW w:w="521" w:type="dxa"/>
            <w:noWrap/>
            <w:tcMar>
              <w:left w:w="28" w:type="dxa"/>
            </w:tcMar>
            <w:vAlign w:val="center"/>
          </w:tcPr>
          <w:p w14:paraId="37C0A884" w14:textId="77777777" w:rsidR="001C5E97" w:rsidRPr="00A82A4A" w:rsidRDefault="001C5E97" w:rsidP="006C20BB">
            <w:pPr>
              <w:rPr>
                <w:b/>
              </w:rPr>
            </w:pPr>
          </w:p>
        </w:tc>
        <w:tc>
          <w:tcPr>
            <w:tcW w:w="9407" w:type="dxa"/>
            <w:gridSpan w:val="5"/>
            <w:noWrap/>
            <w:vAlign w:val="center"/>
          </w:tcPr>
          <w:p w14:paraId="750DAAFD" w14:textId="77777777" w:rsidR="001C5E97" w:rsidRPr="00520D3B" w:rsidRDefault="001C5E97" w:rsidP="006C20BB"/>
        </w:tc>
      </w:tr>
    </w:tbl>
    <w:p w14:paraId="5DC55AA9" w14:textId="77777777" w:rsidR="001C5E97" w:rsidRDefault="001C5E97"/>
    <w:sectPr w:rsidR="001C5E97" w:rsidSect="00500C2B">
      <w:headerReference w:type="even" r:id="rId8"/>
      <w:headerReference w:type="default" r:id="rId9"/>
      <w:footerReference w:type="default" r:id="rId10"/>
      <w:pgSz w:w="11906" w:h="16838" w:code="9"/>
      <w:pgMar w:top="851" w:right="851" w:bottom="567" w:left="130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59136" w14:textId="77777777" w:rsidR="00B62449" w:rsidRDefault="00B62449">
      <w:r>
        <w:separator/>
      </w:r>
    </w:p>
    <w:p w14:paraId="0B008CA0" w14:textId="77777777" w:rsidR="00B62449" w:rsidRDefault="00B62449"/>
    <w:p w14:paraId="2F1F9EF5" w14:textId="77777777" w:rsidR="00B62449" w:rsidRDefault="00B62449"/>
  </w:endnote>
  <w:endnote w:type="continuationSeparator" w:id="0">
    <w:p w14:paraId="0E782BA1" w14:textId="77777777" w:rsidR="00B62449" w:rsidRDefault="00B62449">
      <w:r>
        <w:continuationSeparator/>
      </w:r>
    </w:p>
    <w:p w14:paraId="332E858C" w14:textId="77777777" w:rsidR="00B62449" w:rsidRDefault="00B62449"/>
    <w:p w14:paraId="1AC61F55" w14:textId="77777777" w:rsidR="00B62449" w:rsidRDefault="00B624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2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7"/>
      <w:gridCol w:w="621"/>
      <w:gridCol w:w="7512"/>
      <w:gridCol w:w="1440"/>
    </w:tblGrid>
    <w:tr w:rsidR="00B05ADE" w:rsidRPr="00D6072E" w14:paraId="57B60084" w14:textId="77777777" w:rsidTr="002F3A7D">
      <w:trPr>
        <w:cantSplit/>
        <w:trHeight w:hRule="exact" w:val="397"/>
      </w:trPr>
      <w:tc>
        <w:tcPr>
          <w:tcW w:w="147" w:type="dxa"/>
          <w:vAlign w:val="center"/>
        </w:tcPr>
        <w:p w14:paraId="6EA8920D" w14:textId="77777777" w:rsidR="00B05ADE" w:rsidRPr="00D6072E" w:rsidRDefault="00B05ADE" w:rsidP="00D6072E">
          <w:pPr>
            <w:jc w:val="center"/>
            <w:rPr>
              <w:b/>
              <w:sz w:val="16"/>
              <w:szCs w:val="16"/>
            </w:rPr>
          </w:pPr>
          <w:r w:rsidRPr="00D6072E">
            <w:rPr>
              <w:rFonts w:cs="Arial"/>
              <w:b/>
              <w:sz w:val="16"/>
              <w:szCs w:val="16"/>
            </w:rPr>
            <w:t>©</w:t>
          </w:r>
        </w:p>
      </w:tc>
      <w:tc>
        <w:tcPr>
          <w:tcW w:w="621" w:type="dxa"/>
          <w:vAlign w:val="center"/>
        </w:tcPr>
        <w:p w14:paraId="53F7F1FC" w14:textId="77777777" w:rsidR="00B05ADE" w:rsidRPr="00D6072E" w:rsidRDefault="00B05ADE" w:rsidP="00D6072E">
          <w:pPr>
            <w:jc w:val="center"/>
            <w:rPr>
              <w:b/>
              <w:sz w:val="16"/>
              <w:szCs w:val="16"/>
            </w:rPr>
          </w:pPr>
          <w:r>
            <w:rPr>
              <w:rFonts w:cs="Arial"/>
              <w:b/>
              <w:noProof/>
              <w:sz w:val="16"/>
              <w:szCs w:val="16"/>
            </w:rPr>
            <w:drawing>
              <wp:inline distT="0" distB="0" distL="0" distR="0" wp14:anchorId="5BFC1119" wp14:editId="7028D5CE">
                <wp:extent cx="369570" cy="256540"/>
                <wp:effectExtent l="0" t="0" r="0" b="0"/>
                <wp:docPr id="3" name="Bild 1" descr="Bundesadler mit VHB-Schriftzug zur Identifizierung als Formblatt des Vergabe- und Vertragshandbuches für Baumaßnahmen des Bundes" title="VHB-Bundesadl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VHB-BUNDESADL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9570" cy="256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2" w:type="dxa"/>
          <w:vAlign w:val="center"/>
        </w:tcPr>
        <w:p w14:paraId="6A0B34B9" w14:textId="77777777" w:rsidR="00B05ADE" w:rsidRPr="00D6072E" w:rsidRDefault="00B05ADE" w:rsidP="00A10B96">
          <w:pPr>
            <w:tabs>
              <w:tab w:val="left" w:pos="84"/>
            </w:tabs>
            <w:jc w:val="left"/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z w:val="16"/>
              <w:szCs w:val="16"/>
            </w:rPr>
            <w:tab/>
            <w:t xml:space="preserve">VHB - Bund - Ausgabe </w:t>
          </w:r>
          <w:r>
            <w:rPr>
              <w:rFonts w:cs="Arial"/>
              <w:b/>
              <w:sz w:val="16"/>
              <w:szCs w:val="16"/>
            </w:rPr>
            <w:t>2017 - Stand 2019</w:t>
          </w:r>
        </w:p>
      </w:tc>
      <w:tc>
        <w:tcPr>
          <w:tcW w:w="1440" w:type="dxa"/>
          <w:vAlign w:val="center"/>
        </w:tcPr>
        <w:p w14:paraId="4AF297CA" w14:textId="77777777" w:rsidR="00B05ADE" w:rsidRPr="00D6072E" w:rsidRDefault="00B05ADE" w:rsidP="00D6072E">
          <w:pPr>
            <w:jc w:val="right"/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Seite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PAGE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AC08D6">
            <w:rPr>
              <w:rFonts w:cs="Arial"/>
              <w:b/>
              <w:noProof/>
              <w:snapToGrid w:val="0"/>
              <w:sz w:val="16"/>
              <w:szCs w:val="16"/>
            </w:rPr>
            <w:t>2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 von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NUMPAGES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AC08D6">
            <w:rPr>
              <w:rFonts w:cs="Arial"/>
              <w:b/>
              <w:noProof/>
              <w:snapToGrid w:val="0"/>
              <w:sz w:val="16"/>
              <w:szCs w:val="16"/>
            </w:rPr>
            <w:t>4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</w:p>
      </w:tc>
    </w:tr>
  </w:tbl>
  <w:p w14:paraId="7C3EA383" w14:textId="77777777" w:rsidR="00B05ADE" w:rsidRPr="00046C8E" w:rsidRDefault="00B05AD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D5C3A" w14:textId="77777777" w:rsidR="00B62449" w:rsidRDefault="00B62449">
      <w:r>
        <w:separator/>
      </w:r>
    </w:p>
    <w:p w14:paraId="1B37F065" w14:textId="77777777" w:rsidR="00B62449" w:rsidRDefault="00B62449"/>
    <w:p w14:paraId="4C0E0591" w14:textId="77777777" w:rsidR="00B62449" w:rsidRDefault="00B62449"/>
  </w:footnote>
  <w:footnote w:type="continuationSeparator" w:id="0">
    <w:p w14:paraId="6646D482" w14:textId="77777777" w:rsidR="00B62449" w:rsidRDefault="00B62449">
      <w:r>
        <w:continuationSeparator/>
      </w:r>
    </w:p>
    <w:p w14:paraId="465370D1" w14:textId="77777777" w:rsidR="00B62449" w:rsidRDefault="00B62449"/>
    <w:p w14:paraId="0A1BE9DB" w14:textId="77777777" w:rsidR="00B62449" w:rsidRDefault="00B624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35959" w14:textId="77777777" w:rsidR="00B05ADE" w:rsidRDefault="00B05ADE"/>
  <w:p w14:paraId="08C779B6" w14:textId="77777777" w:rsidR="00B05ADE" w:rsidRDefault="00B05AD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C4F26" w14:textId="77777777" w:rsidR="00B05ADE" w:rsidRDefault="00B05ADE" w:rsidP="00A8773B">
    <w:pPr>
      <w:pStyle w:val="Kopfzeile"/>
    </w:pPr>
    <w:r>
      <w:t>631</w:t>
    </w:r>
  </w:p>
  <w:p w14:paraId="3CC54670" w14:textId="77777777" w:rsidR="00B05ADE" w:rsidRPr="00254AC7" w:rsidRDefault="00B05ADE" w:rsidP="002C2112">
    <w:pPr>
      <w:pStyle w:val="UnterKopfzeile"/>
      <w:spacing w:after="0"/>
    </w:pPr>
    <w:r>
      <w:t>(</w:t>
    </w:r>
    <w:proofErr w:type="spellStart"/>
    <w:r>
      <w:t>UVgO</w:t>
    </w:r>
    <w:proofErr w:type="spellEnd"/>
    <w:r>
      <w:t>– Aufforderung zur Abgabe eines Angebots</w:t>
    </w:r>
    <w:r w:rsidRPr="00254AC7"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6664F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E3973"/>
    <w:multiLevelType w:val="multilevel"/>
    <w:tmpl w:val="ECEA4EF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9C90FB4"/>
    <w:multiLevelType w:val="multilevel"/>
    <w:tmpl w:val="034029CE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ABC1111"/>
    <w:multiLevelType w:val="multilevel"/>
    <w:tmpl w:val="BCDCDBE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0E707CF"/>
    <w:multiLevelType w:val="multilevel"/>
    <w:tmpl w:val="48C64A7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12B2BAE"/>
    <w:multiLevelType w:val="multilevel"/>
    <w:tmpl w:val="4D2059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D57C99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FF4DEC"/>
    <w:multiLevelType w:val="multilevel"/>
    <w:tmpl w:val="3190C8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3F7447"/>
    <w:multiLevelType w:val="multilevel"/>
    <w:tmpl w:val="F290426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5FD64D0"/>
    <w:multiLevelType w:val="multilevel"/>
    <w:tmpl w:val="6ACC812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BD05061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6D6013"/>
    <w:multiLevelType w:val="multilevel"/>
    <w:tmpl w:val="614E5C7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49A62862"/>
    <w:multiLevelType w:val="multilevel"/>
    <w:tmpl w:val="BC5CA72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C4B2B0A"/>
    <w:multiLevelType w:val="hybridMultilevel"/>
    <w:tmpl w:val="B5644BFA"/>
    <w:lvl w:ilvl="0" w:tplc="A432930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C54932"/>
    <w:multiLevelType w:val="multilevel"/>
    <w:tmpl w:val="034029C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/>
        <w:b/>
        <w:bCs/>
        <w:sz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76ED3208"/>
    <w:multiLevelType w:val="multilevel"/>
    <w:tmpl w:val="30F446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7942842"/>
    <w:multiLevelType w:val="multilevel"/>
    <w:tmpl w:val="3072010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0504229">
    <w:abstractNumId w:val="1"/>
  </w:num>
  <w:num w:numId="2" w16cid:durableId="912010373">
    <w:abstractNumId w:val="5"/>
  </w:num>
  <w:num w:numId="3" w16cid:durableId="2042825368">
    <w:abstractNumId w:val="7"/>
  </w:num>
  <w:num w:numId="4" w16cid:durableId="1241793253">
    <w:abstractNumId w:val="16"/>
  </w:num>
  <w:num w:numId="5" w16cid:durableId="695037787">
    <w:abstractNumId w:val="9"/>
  </w:num>
  <w:num w:numId="6" w16cid:durableId="368653871">
    <w:abstractNumId w:val="3"/>
  </w:num>
  <w:num w:numId="7" w16cid:durableId="1784614749">
    <w:abstractNumId w:val="12"/>
  </w:num>
  <w:num w:numId="8" w16cid:durableId="1151363561">
    <w:abstractNumId w:val="8"/>
  </w:num>
  <w:num w:numId="9" w16cid:durableId="949698974">
    <w:abstractNumId w:val="15"/>
  </w:num>
  <w:num w:numId="10" w16cid:durableId="284193236">
    <w:abstractNumId w:val="4"/>
  </w:num>
  <w:num w:numId="11" w16cid:durableId="191575587">
    <w:abstractNumId w:val="11"/>
  </w:num>
  <w:num w:numId="12" w16cid:durableId="1141310108">
    <w:abstractNumId w:val="11"/>
  </w:num>
  <w:num w:numId="13" w16cid:durableId="862133123">
    <w:abstractNumId w:val="11"/>
  </w:num>
  <w:num w:numId="14" w16cid:durableId="500658972">
    <w:abstractNumId w:val="11"/>
  </w:num>
  <w:num w:numId="15" w16cid:durableId="149520264">
    <w:abstractNumId w:val="11"/>
  </w:num>
  <w:num w:numId="16" w16cid:durableId="1427577508">
    <w:abstractNumId w:val="2"/>
  </w:num>
  <w:num w:numId="17" w16cid:durableId="574626004">
    <w:abstractNumId w:val="2"/>
  </w:num>
  <w:num w:numId="18" w16cid:durableId="1284654532">
    <w:abstractNumId w:val="14"/>
  </w:num>
  <w:num w:numId="19" w16cid:durableId="1624262289">
    <w:abstractNumId w:val="13"/>
  </w:num>
  <w:num w:numId="20" w16cid:durableId="434330971">
    <w:abstractNumId w:val="10"/>
  </w:num>
  <w:num w:numId="21" w16cid:durableId="173040391">
    <w:abstractNumId w:val="6"/>
  </w:num>
  <w:num w:numId="22" w16cid:durableId="568613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FETAB"/>
  </w:docVars>
  <w:rsids>
    <w:rsidRoot w:val="00254F0C"/>
    <w:rsid w:val="000021DC"/>
    <w:rsid w:val="0000737B"/>
    <w:rsid w:val="000114D3"/>
    <w:rsid w:val="00020FAD"/>
    <w:rsid w:val="00031F06"/>
    <w:rsid w:val="000414D4"/>
    <w:rsid w:val="00045BDA"/>
    <w:rsid w:val="00046C8E"/>
    <w:rsid w:val="00054C0A"/>
    <w:rsid w:val="0006675C"/>
    <w:rsid w:val="00075517"/>
    <w:rsid w:val="00080586"/>
    <w:rsid w:val="00081305"/>
    <w:rsid w:val="000848E7"/>
    <w:rsid w:val="0009667D"/>
    <w:rsid w:val="000A42AA"/>
    <w:rsid w:val="000A4571"/>
    <w:rsid w:val="000B6926"/>
    <w:rsid w:val="000F482E"/>
    <w:rsid w:val="001028D9"/>
    <w:rsid w:val="001059D7"/>
    <w:rsid w:val="00106076"/>
    <w:rsid w:val="00107AB5"/>
    <w:rsid w:val="00115619"/>
    <w:rsid w:val="00127C79"/>
    <w:rsid w:val="00136849"/>
    <w:rsid w:val="001426F7"/>
    <w:rsid w:val="001452BF"/>
    <w:rsid w:val="00145D06"/>
    <w:rsid w:val="00154613"/>
    <w:rsid w:val="00156BBF"/>
    <w:rsid w:val="00157146"/>
    <w:rsid w:val="0016020B"/>
    <w:rsid w:val="0017071D"/>
    <w:rsid w:val="001750BF"/>
    <w:rsid w:val="00176500"/>
    <w:rsid w:val="00187503"/>
    <w:rsid w:val="001A05EF"/>
    <w:rsid w:val="001A6205"/>
    <w:rsid w:val="001A7F19"/>
    <w:rsid w:val="001B2BB8"/>
    <w:rsid w:val="001B705C"/>
    <w:rsid w:val="001C3E5C"/>
    <w:rsid w:val="001C509D"/>
    <w:rsid w:val="001C5E97"/>
    <w:rsid w:val="001E0C92"/>
    <w:rsid w:val="001F47CC"/>
    <w:rsid w:val="0020063D"/>
    <w:rsid w:val="0021140C"/>
    <w:rsid w:val="00246B5C"/>
    <w:rsid w:val="002517FD"/>
    <w:rsid w:val="00254AC7"/>
    <w:rsid w:val="00254F0C"/>
    <w:rsid w:val="00263542"/>
    <w:rsid w:val="00270670"/>
    <w:rsid w:val="002748DF"/>
    <w:rsid w:val="002B132A"/>
    <w:rsid w:val="002C0F7B"/>
    <w:rsid w:val="002C2112"/>
    <w:rsid w:val="002C30C7"/>
    <w:rsid w:val="002C3F7F"/>
    <w:rsid w:val="002C403D"/>
    <w:rsid w:val="002E4302"/>
    <w:rsid w:val="002F00B3"/>
    <w:rsid w:val="002F3A7D"/>
    <w:rsid w:val="002F4952"/>
    <w:rsid w:val="002F4B95"/>
    <w:rsid w:val="002F77DA"/>
    <w:rsid w:val="00310381"/>
    <w:rsid w:val="00311CCB"/>
    <w:rsid w:val="00325168"/>
    <w:rsid w:val="00327698"/>
    <w:rsid w:val="003552CC"/>
    <w:rsid w:val="00355C7F"/>
    <w:rsid w:val="003609CE"/>
    <w:rsid w:val="003A36E9"/>
    <w:rsid w:val="003B0A48"/>
    <w:rsid w:val="003D3E99"/>
    <w:rsid w:val="003D6B8D"/>
    <w:rsid w:val="003E2CD4"/>
    <w:rsid w:val="00402A1B"/>
    <w:rsid w:val="0041785F"/>
    <w:rsid w:val="00424038"/>
    <w:rsid w:val="0045228F"/>
    <w:rsid w:val="00454471"/>
    <w:rsid w:val="0045726B"/>
    <w:rsid w:val="00462B88"/>
    <w:rsid w:val="00466666"/>
    <w:rsid w:val="0047055A"/>
    <w:rsid w:val="00480ABD"/>
    <w:rsid w:val="004818FE"/>
    <w:rsid w:val="00492429"/>
    <w:rsid w:val="00493254"/>
    <w:rsid w:val="004C1479"/>
    <w:rsid w:val="004C5609"/>
    <w:rsid w:val="004D21E2"/>
    <w:rsid w:val="004D66B3"/>
    <w:rsid w:val="004D73E7"/>
    <w:rsid w:val="004E07A5"/>
    <w:rsid w:val="004E258D"/>
    <w:rsid w:val="004E3711"/>
    <w:rsid w:val="00500C2B"/>
    <w:rsid w:val="00520D3B"/>
    <w:rsid w:val="005333C9"/>
    <w:rsid w:val="00540BE0"/>
    <w:rsid w:val="005575B0"/>
    <w:rsid w:val="00573601"/>
    <w:rsid w:val="00574488"/>
    <w:rsid w:val="00575EF8"/>
    <w:rsid w:val="00576B51"/>
    <w:rsid w:val="00576C66"/>
    <w:rsid w:val="00587F43"/>
    <w:rsid w:val="005A4489"/>
    <w:rsid w:val="005B4E10"/>
    <w:rsid w:val="005C301C"/>
    <w:rsid w:val="005C41DA"/>
    <w:rsid w:val="005C66DE"/>
    <w:rsid w:val="005D39EA"/>
    <w:rsid w:val="005F0540"/>
    <w:rsid w:val="005F32A5"/>
    <w:rsid w:val="005F41CD"/>
    <w:rsid w:val="00600BDE"/>
    <w:rsid w:val="00601286"/>
    <w:rsid w:val="00605DD3"/>
    <w:rsid w:val="00606550"/>
    <w:rsid w:val="006073FB"/>
    <w:rsid w:val="00607EE7"/>
    <w:rsid w:val="006130D9"/>
    <w:rsid w:val="00614636"/>
    <w:rsid w:val="00640260"/>
    <w:rsid w:val="00643351"/>
    <w:rsid w:val="0066119D"/>
    <w:rsid w:val="0066300D"/>
    <w:rsid w:val="00667DCD"/>
    <w:rsid w:val="00674B8E"/>
    <w:rsid w:val="00696402"/>
    <w:rsid w:val="006A5AED"/>
    <w:rsid w:val="006A66F3"/>
    <w:rsid w:val="006B7CF1"/>
    <w:rsid w:val="006C11D1"/>
    <w:rsid w:val="006C20BB"/>
    <w:rsid w:val="006D105A"/>
    <w:rsid w:val="006D2C94"/>
    <w:rsid w:val="006D70A3"/>
    <w:rsid w:val="006F6F3D"/>
    <w:rsid w:val="007016F7"/>
    <w:rsid w:val="007065A0"/>
    <w:rsid w:val="00724CA7"/>
    <w:rsid w:val="007260E8"/>
    <w:rsid w:val="00734EDE"/>
    <w:rsid w:val="0074693E"/>
    <w:rsid w:val="00750AA3"/>
    <w:rsid w:val="007633C2"/>
    <w:rsid w:val="00765D3D"/>
    <w:rsid w:val="0078194F"/>
    <w:rsid w:val="00782E76"/>
    <w:rsid w:val="00785E78"/>
    <w:rsid w:val="0078695C"/>
    <w:rsid w:val="00796725"/>
    <w:rsid w:val="00797C56"/>
    <w:rsid w:val="007A2DE6"/>
    <w:rsid w:val="007A42C3"/>
    <w:rsid w:val="007D338C"/>
    <w:rsid w:val="007E61DB"/>
    <w:rsid w:val="007F41E1"/>
    <w:rsid w:val="007F4A35"/>
    <w:rsid w:val="00800BF7"/>
    <w:rsid w:val="00802347"/>
    <w:rsid w:val="008038B2"/>
    <w:rsid w:val="00815975"/>
    <w:rsid w:val="0081723D"/>
    <w:rsid w:val="008236BA"/>
    <w:rsid w:val="0082718C"/>
    <w:rsid w:val="008755ED"/>
    <w:rsid w:val="0089226A"/>
    <w:rsid w:val="008978E5"/>
    <w:rsid w:val="008B1F06"/>
    <w:rsid w:val="008B7619"/>
    <w:rsid w:val="008B7F3D"/>
    <w:rsid w:val="008D06AE"/>
    <w:rsid w:val="008D764D"/>
    <w:rsid w:val="008F06BA"/>
    <w:rsid w:val="008F1E82"/>
    <w:rsid w:val="008F52AA"/>
    <w:rsid w:val="008F6547"/>
    <w:rsid w:val="00910F0B"/>
    <w:rsid w:val="00911598"/>
    <w:rsid w:val="0092399D"/>
    <w:rsid w:val="009252AD"/>
    <w:rsid w:val="0093208F"/>
    <w:rsid w:val="00933022"/>
    <w:rsid w:val="00944296"/>
    <w:rsid w:val="00962412"/>
    <w:rsid w:val="00963221"/>
    <w:rsid w:val="0097166A"/>
    <w:rsid w:val="009769C9"/>
    <w:rsid w:val="009A3215"/>
    <w:rsid w:val="009A33B4"/>
    <w:rsid w:val="009A3748"/>
    <w:rsid w:val="009B7305"/>
    <w:rsid w:val="009C14BE"/>
    <w:rsid w:val="00A00872"/>
    <w:rsid w:val="00A10B96"/>
    <w:rsid w:val="00A32D14"/>
    <w:rsid w:val="00A41059"/>
    <w:rsid w:val="00A5084B"/>
    <w:rsid w:val="00A70388"/>
    <w:rsid w:val="00A73546"/>
    <w:rsid w:val="00A75824"/>
    <w:rsid w:val="00A77174"/>
    <w:rsid w:val="00A82A4A"/>
    <w:rsid w:val="00A8773B"/>
    <w:rsid w:val="00A90C84"/>
    <w:rsid w:val="00AA0AB3"/>
    <w:rsid w:val="00AA3BBE"/>
    <w:rsid w:val="00AB4B05"/>
    <w:rsid w:val="00AB7C18"/>
    <w:rsid w:val="00AC08D6"/>
    <w:rsid w:val="00AC56D5"/>
    <w:rsid w:val="00AC7F2D"/>
    <w:rsid w:val="00AD41DB"/>
    <w:rsid w:val="00AD584D"/>
    <w:rsid w:val="00AE2F26"/>
    <w:rsid w:val="00AE4AF0"/>
    <w:rsid w:val="00AF7EF3"/>
    <w:rsid w:val="00B003C3"/>
    <w:rsid w:val="00B05ADE"/>
    <w:rsid w:val="00B05B54"/>
    <w:rsid w:val="00B13FAE"/>
    <w:rsid w:val="00B14EF0"/>
    <w:rsid w:val="00B23C01"/>
    <w:rsid w:val="00B24F14"/>
    <w:rsid w:val="00B25972"/>
    <w:rsid w:val="00B40909"/>
    <w:rsid w:val="00B4347C"/>
    <w:rsid w:val="00B434E5"/>
    <w:rsid w:val="00B44858"/>
    <w:rsid w:val="00B61D2B"/>
    <w:rsid w:val="00B62449"/>
    <w:rsid w:val="00B7134D"/>
    <w:rsid w:val="00B778E1"/>
    <w:rsid w:val="00B96ADB"/>
    <w:rsid w:val="00BA5E42"/>
    <w:rsid w:val="00BD00AE"/>
    <w:rsid w:val="00BE32DE"/>
    <w:rsid w:val="00BE4FF3"/>
    <w:rsid w:val="00BF79F0"/>
    <w:rsid w:val="00C000FD"/>
    <w:rsid w:val="00C03396"/>
    <w:rsid w:val="00C101BF"/>
    <w:rsid w:val="00C246AC"/>
    <w:rsid w:val="00C26124"/>
    <w:rsid w:val="00C26246"/>
    <w:rsid w:val="00C2678D"/>
    <w:rsid w:val="00C30192"/>
    <w:rsid w:val="00C33622"/>
    <w:rsid w:val="00C40ABE"/>
    <w:rsid w:val="00C56D1C"/>
    <w:rsid w:val="00C70E1B"/>
    <w:rsid w:val="00C71160"/>
    <w:rsid w:val="00C71E63"/>
    <w:rsid w:val="00C74479"/>
    <w:rsid w:val="00C764C5"/>
    <w:rsid w:val="00C908AF"/>
    <w:rsid w:val="00C91F5C"/>
    <w:rsid w:val="00C96E57"/>
    <w:rsid w:val="00CD54C7"/>
    <w:rsid w:val="00CE2963"/>
    <w:rsid w:val="00CE67C3"/>
    <w:rsid w:val="00CF64C4"/>
    <w:rsid w:val="00D05C74"/>
    <w:rsid w:val="00D14B9C"/>
    <w:rsid w:val="00D233CB"/>
    <w:rsid w:val="00D36E9C"/>
    <w:rsid w:val="00D6072E"/>
    <w:rsid w:val="00D70939"/>
    <w:rsid w:val="00D766EA"/>
    <w:rsid w:val="00D77A59"/>
    <w:rsid w:val="00DA09F6"/>
    <w:rsid w:val="00DA276D"/>
    <w:rsid w:val="00DB6C0D"/>
    <w:rsid w:val="00DB70D9"/>
    <w:rsid w:val="00DC2EA6"/>
    <w:rsid w:val="00DC7E08"/>
    <w:rsid w:val="00DD2AD2"/>
    <w:rsid w:val="00DD5025"/>
    <w:rsid w:val="00DD57AE"/>
    <w:rsid w:val="00DE2F64"/>
    <w:rsid w:val="00DE420C"/>
    <w:rsid w:val="00DE613F"/>
    <w:rsid w:val="00E0188F"/>
    <w:rsid w:val="00E02FAA"/>
    <w:rsid w:val="00E1197E"/>
    <w:rsid w:val="00E235B7"/>
    <w:rsid w:val="00E322E9"/>
    <w:rsid w:val="00E40EBF"/>
    <w:rsid w:val="00E578EB"/>
    <w:rsid w:val="00E6087B"/>
    <w:rsid w:val="00E74B3D"/>
    <w:rsid w:val="00E816C2"/>
    <w:rsid w:val="00E825B3"/>
    <w:rsid w:val="00E85EBB"/>
    <w:rsid w:val="00EA10EB"/>
    <w:rsid w:val="00EC32E2"/>
    <w:rsid w:val="00EC61B9"/>
    <w:rsid w:val="00EC7AED"/>
    <w:rsid w:val="00EE2EBC"/>
    <w:rsid w:val="00EE6745"/>
    <w:rsid w:val="00F03FC6"/>
    <w:rsid w:val="00F133C2"/>
    <w:rsid w:val="00F21669"/>
    <w:rsid w:val="00F276F8"/>
    <w:rsid w:val="00F32C49"/>
    <w:rsid w:val="00F3780D"/>
    <w:rsid w:val="00F92CF7"/>
    <w:rsid w:val="00FA0151"/>
    <w:rsid w:val="00FB37F2"/>
    <w:rsid w:val="00FC0982"/>
    <w:rsid w:val="00FC1057"/>
    <w:rsid w:val="00FD49AF"/>
    <w:rsid w:val="00FE3D47"/>
    <w:rsid w:val="00FE5FC4"/>
    <w:rsid w:val="00FF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5AE025"/>
  <w15:docId w15:val="{A29618E7-362C-4AEF-9B07-A47B4C935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764C5"/>
    <w:pPr>
      <w:keepNext/>
      <w:jc w:val="both"/>
    </w:pPr>
    <w:rPr>
      <w:rFonts w:ascii="Arial" w:hAnsi="Arial"/>
    </w:rPr>
  </w:style>
  <w:style w:type="paragraph" w:styleId="berschrift1">
    <w:name w:val="heading 1"/>
    <w:aliases w:val="Arial,12 fett rechts"/>
    <w:basedOn w:val="Standard"/>
    <w:next w:val="Standard"/>
    <w:qFormat/>
    <w:rsid w:val="003609CE"/>
    <w:pPr>
      <w:numPr>
        <w:numId w:val="17"/>
      </w:numPr>
      <w:tabs>
        <w:tab w:val="clear" w:pos="851"/>
        <w:tab w:val="left" w:pos="567"/>
      </w:tabs>
      <w:spacing w:before="120" w:after="120"/>
      <w:ind w:left="567" w:hanging="567"/>
      <w:outlineLvl w:val="0"/>
    </w:pPr>
    <w:rPr>
      <w:rFonts w:cs="Arial"/>
      <w:b/>
      <w:bCs/>
      <w:kern w:val="32"/>
    </w:rPr>
  </w:style>
  <w:style w:type="paragraph" w:styleId="berschrift2">
    <w:name w:val="heading 2"/>
    <w:aliases w:val="Arial 10 fett"/>
    <w:basedOn w:val="Standard"/>
    <w:next w:val="Standard"/>
    <w:qFormat/>
    <w:rsid w:val="008F1E82"/>
    <w:pPr>
      <w:numPr>
        <w:ilvl w:val="1"/>
        <w:numId w:val="17"/>
      </w:numPr>
      <w:tabs>
        <w:tab w:val="clear" w:pos="851"/>
        <w:tab w:val="left" w:pos="567"/>
      </w:tabs>
      <w:spacing w:before="60" w:after="120"/>
      <w:ind w:left="567" w:hanging="567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rsid w:val="00254F0C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strich">
    <w:name w:val="Anstrich"/>
    <w:basedOn w:val="Standard"/>
    <w:next w:val="Standard"/>
    <w:rsid w:val="00C764C5"/>
    <w:pPr>
      <w:tabs>
        <w:tab w:val="left" w:pos="1021"/>
      </w:tabs>
      <w:spacing w:after="60"/>
      <w:ind w:left="1021" w:hanging="170"/>
      <w:contextualSpacing/>
    </w:pPr>
  </w:style>
  <w:style w:type="paragraph" w:customStyle="1" w:styleId="Text">
    <w:name w:val="Text"/>
    <w:basedOn w:val="Standard"/>
    <w:next w:val="Standard"/>
    <w:rsid w:val="001A05EF"/>
    <w:pPr>
      <w:keepNext w:val="0"/>
      <w:spacing w:after="60"/>
      <w:ind w:left="851"/>
    </w:pPr>
    <w:rPr>
      <w:szCs w:val="24"/>
    </w:r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  <w:szCs w:val="24"/>
    </w:rPr>
  </w:style>
  <w:style w:type="paragraph" w:styleId="Fuzeile">
    <w:name w:val="footer"/>
    <w:basedOn w:val="Standard"/>
    <w:rsid w:val="003E2CD4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1A620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rsid w:val="00145D06"/>
    <w:pPr>
      <w:widowControl w:val="0"/>
      <w:tabs>
        <w:tab w:val="left" w:pos="284"/>
      </w:tabs>
      <w:ind w:left="284" w:hanging="284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06675C"/>
    <w:rPr>
      <w:rFonts w:ascii="Arial" w:hAnsi="Arial"/>
    </w:rPr>
    <w:tblPr/>
    <w:tcPr>
      <w:noWrap/>
      <w:tcMar>
        <w:left w:w="28" w:type="dxa"/>
      </w:tcMar>
      <w:vAlign w:val="center"/>
    </w:tcPr>
  </w:style>
  <w:style w:type="paragraph" w:styleId="Funotentext">
    <w:name w:val="footnote text"/>
    <w:basedOn w:val="Standard"/>
    <w:semiHidden/>
    <w:rsid w:val="00EA10EB"/>
  </w:style>
  <w:style w:type="character" w:styleId="Funotenzeichen">
    <w:name w:val="footnote reference"/>
    <w:rsid w:val="00587F43"/>
    <w:rPr>
      <w:rFonts w:ascii="Arial" w:hAnsi="Arial"/>
      <w:vertAlign w:val="superscript"/>
    </w:rPr>
  </w:style>
  <w:style w:type="character" w:styleId="Seitenzahl">
    <w:name w:val="page number"/>
    <w:rsid w:val="007E61DB"/>
    <w:rPr>
      <w:rFonts w:ascii="Arial" w:hAnsi="Arial"/>
      <w:sz w:val="16"/>
    </w:rPr>
  </w:style>
  <w:style w:type="paragraph" w:customStyle="1" w:styleId="FormatvorlageLinks-01cmVor6pt">
    <w:name w:val="Formatvorlage Links:  -01 cm Vor:  6 pt"/>
    <w:basedOn w:val="Standard"/>
    <w:autoRedefine/>
    <w:rsid w:val="00A70388"/>
    <w:pPr>
      <w:keepNext w:val="0"/>
      <w:spacing w:before="40"/>
      <w:ind w:left="-57"/>
      <w:jc w:val="left"/>
    </w:pPr>
  </w:style>
  <w:style w:type="paragraph" w:styleId="Sprechblasentext">
    <w:name w:val="Balloon Text"/>
    <w:basedOn w:val="Standard"/>
    <w:semiHidden/>
    <w:rsid w:val="007E61DB"/>
    <w:pPr>
      <w:keepNext w:val="0"/>
      <w:jc w:val="left"/>
    </w:pPr>
    <w:rPr>
      <w:rFonts w:ascii="Tahoma" w:hAnsi="Tahoma" w:cs="Tahoma"/>
      <w:sz w:val="16"/>
      <w:szCs w:val="16"/>
    </w:rPr>
  </w:style>
  <w:style w:type="paragraph" w:customStyle="1" w:styleId="K-KasteninTabelle">
    <w:name w:val="K-Kasten in Tabelle"/>
    <w:basedOn w:val="Standard"/>
    <w:rsid w:val="00402A1B"/>
    <w:pPr>
      <w:keepNext w:val="0"/>
      <w:tabs>
        <w:tab w:val="left" w:pos="284"/>
      </w:tabs>
      <w:ind w:left="284" w:hanging="284"/>
      <w:jc w:val="left"/>
    </w:pPr>
    <w:rPr>
      <w:szCs w:val="24"/>
    </w:rPr>
  </w:style>
  <w:style w:type="paragraph" w:customStyle="1" w:styleId="FormatvorlageFettLinks0cmHngend1cm">
    <w:name w:val="Formatvorlage Fett Links:  0 cm Hängend:  1 cm"/>
    <w:basedOn w:val="Standard"/>
    <w:rsid w:val="003609CE"/>
    <w:rPr>
      <w:b/>
      <w:bCs/>
    </w:rPr>
  </w:style>
  <w:style w:type="character" w:styleId="Hyperlink">
    <w:name w:val="Hyperlink"/>
    <w:basedOn w:val="Absatz-Standardschriftart"/>
    <w:unhideWhenUsed/>
    <w:rsid w:val="00136849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368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ergabe@wv-gardelegen.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Office\Vorlagen\FeTab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FeTab.dot</Template>
  <TotalTime>0</TotalTime>
  <Pages>4</Pages>
  <Words>744</Words>
  <Characters>6709</Characters>
  <Application>Microsoft Office Word</Application>
  <DocSecurity>0</DocSecurity>
  <Lines>55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Aufforderung zur Angebotsabgabe  UVgO</vt:lpstr>
    </vt:vector>
  </TitlesOfParts>
  <Company>BBR</Company>
  <LinksUpToDate>false</LinksUpToDate>
  <CharactersWithSpaces>7439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Aufforderung zur Angebotsabgabe  UVgO</dc:title>
  <dc:subject>Aufforderung zur Angebotsabgabe VOL</dc:subject>
  <dc:creator>D.Fenner</dc:creator>
  <cp:keywords>Aufforderung zur Angebotsabgabe  UVgO</cp:keywords>
  <cp:lastModifiedBy>Anja Rohrdiek</cp:lastModifiedBy>
  <cp:revision>6</cp:revision>
  <cp:lastPrinted>2012-08-22T04:30:00Z</cp:lastPrinted>
  <dcterms:created xsi:type="dcterms:W3CDTF">2025-07-23T09:02:00Z</dcterms:created>
  <dcterms:modified xsi:type="dcterms:W3CDTF">2025-08-08T12:27:00Z</dcterms:modified>
</cp:coreProperties>
</file>