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CB3" w:rsidRPr="00EE5C08" w:rsidRDefault="00A12CB3" w:rsidP="00C72D3E">
      <w:pPr>
        <w:ind w:right="795"/>
        <w:rPr>
          <w:sz w:val="18"/>
        </w:rPr>
      </w:pPr>
    </w:p>
    <w:p w:rsidR="00A12CB3" w:rsidRPr="00EE5C08" w:rsidRDefault="00A12CB3" w:rsidP="00C72D3E">
      <w:pPr>
        <w:ind w:right="795"/>
        <w:rPr>
          <w:sz w:val="18"/>
        </w:rPr>
      </w:pPr>
    </w:p>
    <w:p w:rsidR="00A12CB3" w:rsidRPr="00EE5C08" w:rsidRDefault="00A12CB3" w:rsidP="00C72D3E">
      <w:pPr>
        <w:ind w:right="795"/>
        <w:rPr>
          <w:sz w:val="18"/>
        </w:rPr>
      </w:pPr>
    </w:p>
    <w:p w:rsidR="00A12CB3" w:rsidRPr="00EE5C08" w:rsidRDefault="00A12CB3" w:rsidP="00C72D3E">
      <w:pPr>
        <w:ind w:right="795"/>
        <w:rPr>
          <w:sz w:val="18"/>
        </w:rPr>
      </w:pPr>
    </w:p>
    <w:p w:rsidR="00A12CB3" w:rsidRPr="00EE5C08" w:rsidRDefault="00A12CB3" w:rsidP="00C72D3E">
      <w:pPr>
        <w:ind w:right="795"/>
        <w:rPr>
          <w:sz w:val="18"/>
        </w:rPr>
      </w:pPr>
    </w:p>
    <w:p w:rsidR="00A12CB3" w:rsidRPr="00EE5C08" w:rsidRDefault="002938DA" w:rsidP="00C72D3E">
      <w:pPr>
        <w:ind w:right="795"/>
        <w:rPr>
          <w:sz w:val="18"/>
        </w:rPr>
      </w:pPr>
      <w:r w:rsidRPr="00EE5C0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901641</wp:posOffset>
                </wp:positionH>
                <wp:positionV relativeFrom="page">
                  <wp:posOffset>1799029</wp:posOffset>
                </wp:positionV>
                <wp:extent cx="3157855" cy="107950"/>
                <wp:effectExtent l="0" t="0" r="4445" b="63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855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6EC1" w:rsidRPr="004D2273" w:rsidRDefault="001C6EC1" w:rsidP="004F0DCA">
                            <w:pPr>
                              <w:rPr>
                                <w:szCs w:val="14"/>
                              </w:rPr>
                            </w:pPr>
                            <w:r>
                              <w:rPr>
                                <w:color w:val="666666"/>
                                <w:sz w:val="14"/>
                                <w:szCs w:val="14"/>
                              </w:rPr>
                              <w:t>Stadtverwaltung</w:t>
                            </w:r>
                            <w:r w:rsidRPr="005E122F">
                              <w:rPr>
                                <w:color w:val="666666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color w:val="666666"/>
                                <w:sz w:val="14"/>
                                <w:szCs w:val="14"/>
                              </w:rPr>
                              <w:t>Zwickau</w:t>
                            </w:r>
                            <w:r w:rsidRPr="005E122F">
                              <w:rPr>
                                <w:color w:val="666666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color w:val="666666"/>
                                <w:sz w:val="14"/>
                                <w:szCs w:val="14"/>
                              </w:rPr>
                              <w:t>∙</w:t>
                            </w:r>
                            <w:r w:rsidRPr="005E122F">
                              <w:rPr>
                                <w:color w:val="666666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color w:val="666666"/>
                                <w:sz w:val="14"/>
                                <w:szCs w:val="14"/>
                              </w:rPr>
                              <w:t>Postfach 20</w:t>
                            </w:r>
                            <w:r w:rsidRPr="005E122F">
                              <w:rPr>
                                <w:color w:val="666666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color w:val="666666"/>
                                <w:sz w:val="14"/>
                                <w:szCs w:val="14"/>
                              </w:rPr>
                              <w:t>09</w:t>
                            </w:r>
                            <w:r w:rsidRPr="005E122F">
                              <w:rPr>
                                <w:color w:val="666666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color w:val="666666"/>
                                <w:sz w:val="14"/>
                                <w:szCs w:val="14"/>
                              </w:rPr>
                              <w:t>33</w:t>
                            </w:r>
                            <w:r w:rsidRPr="005E122F">
                              <w:rPr>
                                <w:color w:val="666666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color w:val="666666"/>
                                <w:sz w:val="14"/>
                                <w:szCs w:val="14"/>
                              </w:rPr>
                              <w:t>∙</w:t>
                            </w:r>
                            <w:r w:rsidRPr="005E122F">
                              <w:rPr>
                                <w:color w:val="666666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color w:val="666666"/>
                                <w:sz w:val="14"/>
                                <w:szCs w:val="14"/>
                              </w:rPr>
                              <w:t>08009</w:t>
                            </w:r>
                            <w:r w:rsidRPr="005E122F">
                              <w:rPr>
                                <w:color w:val="666666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color w:val="666666"/>
                                <w:sz w:val="14"/>
                                <w:szCs w:val="14"/>
                              </w:rPr>
                              <w:t>Zwickau</w:t>
                            </w:r>
                          </w:p>
                          <w:p w:rsidR="001C6EC1" w:rsidRPr="004F0DCA" w:rsidRDefault="001C6EC1" w:rsidP="004F0DCA">
                            <w:pPr>
                              <w:rPr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1pt;margin-top:141.65pt;width:248.65pt;height:8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" stroked="f">
                <v:textbox inset="0,0,0,0">
                  <w:txbxContent>
                    <w:p w:rsidR="001C6EC1" w:rsidRPr="004D2273" w:rsidRDefault="001C6EC1" w:rsidP="004F0DCA">
                      <w:pPr>
                        <w:rPr>
                          <w:szCs w:val="14"/>
                        </w:rPr>
                      </w:pPr>
                      <w:r>
                        <w:rPr>
                          <w:color w:val="666666"/>
                          <w:sz w:val="14"/>
                          <w:szCs w:val="14"/>
                        </w:rPr>
                        <w:t>Stadtverwaltung</w:t>
                      </w:r>
                      <w:r w:rsidRPr="005E122F">
                        <w:rPr>
                          <w:color w:val="666666"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color w:val="666666"/>
                          <w:sz w:val="14"/>
                          <w:szCs w:val="14"/>
                        </w:rPr>
                        <w:t>Zwickau</w:t>
                      </w:r>
                      <w:r w:rsidRPr="005E122F">
                        <w:rPr>
                          <w:color w:val="666666"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color w:val="666666"/>
                          <w:sz w:val="14"/>
                          <w:szCs w:val="14"/>
                        </w:rPr>
                        <w:t>∙</w:t>
                      </w:r>
                      <w:r w:rsidRPr="005E122F">
                        <w:rPr>
                          <w:color w:val="666666"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color w:val="666666"/>
                          <w:sz w:val="14"/>
                          <w:szCs w:val="14"/>
                        </w:rPr>
                        <w:t>Postfach 20</w:t>
                      </w:r>
                      <w:r w:rsidRPr="005E122F">
                        <w:rPr>
                          <w:color w:val="666666"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color w:val="666666"/>
                          <w:sz w:val="14"/>
                          <w:szCs w:val="14"/>
                        </w:rPr>
                        <w:t>09</w:t>
                      </w:r>
                      <w:r w:rsidRPr="005E122F">
                        <w:rPr>
                          <w:color w:val="666666"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color w:val="666666"/>
                          <w:sz w:val="14"/>
                          <w:szCs w:val="14"/>
                        </w:rPr>
                        <w:t>33</w:t>
                      </w:r>
                      <w:r w:rsidRPr="005E122F">
                        <w:rPr>
                          <w:color w:val="666666"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color w:val="666666"/>
                          <w:sz w:val="14"/>
                          <w:szCs w:val="14"/>
                        </w:rPr>
                        <w:t>∙</w:t>
                      </w:r>
                      <w:r w:rsidRPr="005E122F">
                        <w:rPr>
                          <w:color w:val="666666"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color w:val="666666"/>
                          <w:sz w:val="14"/>
                          <w:szCs w:val="14"/>
                        </w:rPr>
                        <w:t>08009</w:t>
                      </w:r>
                      <w:r w:rsidRPr="005E122F">
                        <w:rPr>
                          <w:color w:val="666666"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color w:val="666666"/>
                          <w:sz w:val="14"/>
                          <w:szCs w:val="14"/>
                        </w:rPr>
                        <w:t>Zwickau</w:t>
                      </w:r>
                    </w:p>
                    <w:p w:rsidR="001C6EC1" w:rsidRPr="004F0DCA" w:rsidRDefault="001C6EC1" w:rsidP="004F0DCA">
                      <w:pPr>
                        <w:rPr>
                          <w:szCs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E5C08">
        <w:rPr>
          <w:noProof/>
          <w:color w:val="666666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3780790</wp:posOffset>
                </wp:positionV>
                <wp:extent cx="252095" cy="0"/>
                <wp:effectExtent l="9525" t="8890" r="14605" b="1016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666666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911162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7pt" to="19.8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" strokecolor="#666" strokeweight="1pt">
                <v:stroke dashstyle="1 1"/>
                <w10:wrap anchorx="page" anchory="page"/>
              </v:line>
            </w:pict>
          </mc:Fallback>
        </mc:AlternateContent>
      </w:r>
    </w:p>
    <w:p w:rsidR="00A12CB3" w:rsidRPr="00EE5C08" w:rsidRDefault="00A12CB3" w:rsidP="00C72D3E">
      <w:pPr>
        <w:ind w:right="795"/>
        <w:rPr>
          <w:sz w:val="18"/>
        </w:rPr>
      </w:pPr>
      <w:bookmarkStart w:id="0" w:name="Adresse"/>
      <w:bookmarkEnd w:id="0"/>
    </w:p>
    <w:p w:rsidR="00A12CB3" w:rsidRPr="00B37163" w:rsidRDefault="00A12CB3">
      <w:pPr>
        <w:rPr>
          <w:sz w:val="18"/>
          <w:szCs w:val="18"/>
        </w:rPr>
      </w:pPr>
      <w:r w:rsidRPr="00B37163">
        <w:rPr>
          <w:sz w:val="18"/>
          <w:szCs w:val="18"/>
        </w:rPr>
        <w:br w:type="column"/>
      </w:r>
      <w:bookmarkStart w:id="1" w:name="Amt1"/>
      <w:bookmarkEnd w:id="1"/>
    </w:p>
    <w:p w:rsidR="00A12CB3" w:rsidRPr="00B37163" w:rsidRDefault="00150AAA">
      <w:pPr>
        <w:spacing w:line="220" w:lineRule="exact"/>
        <w:rPr>
          <w:sz w:val="18"/>
          <w:szCs w:val="18"/>
        </w:rPr>
      </w:pPr>
      <w:bookmarkStart w:id="2" w:name="Amt2"/>
      <w:bookmarkEnd w:id="2"/>
      <w:r>
        <w:rPr>
          <w:sz w:val="18"/>
          <w:szCs w:val="18"/>
        </w:rPr>
        <w:t>Tiefbauamt, SG Wasserwirtschaft</w:t>
      </w:r>
    </w:p>
    <w:p w:rsidR="00A12CB3" w:rsidRPr="00EE5C08" w:rsidRDefault="0038674C">
      <w:pPr>
        <w:tabs>
          <w:tab w:val="left" w:pos="1620"/>
        </w:tabs>
        <w:spacing w:before="380" w:line="220" w:lineRule="exact"/>
        <w:rPr>
          <w:color w:val="666666"/>
          <w:sz w:val="14"/>
          <w:szCs w:val="14"/>
        </w:rPr>
      </w:pPr>
      <w:r>
        <w:rPr>
          <w:color w:val="666666"/>
          <w:sz w:val="14"/>
          <w:szCs w:val="14"/>
        </w:rPr>
        <w:t>Bearbeiter</w:t>
      </w:r>
      <w:r w:rsidR="005858DD" w:rsidRPr="00EE5C08">
        <w:rPr>
          <w:color w:val="666666"/>
          <w:sz w:val="14"/>
          <w:szCs w:val="14"/>
        </w:rPr>
        <w:t xml:space="preserve">: </w:t>
      </w:r>
      <w:bookmarkStart w:id="3" w:name="Bearbeiter"/>
      <w:bookmarkEnd w:id="3"/>
      <w:r w:rsidR="00150AAA">
        <w:rPr>
          <w:color w:val="666666"/>
          <w:sz w:val="14"/>
          <w:szCs w:val="14"/>
        </w:rPr>
        <w:t>Thomas Liebisch</w:t>
      </w:r>
    </w:p>
    <w:p w:rsidR="00A12CB3" w:rsidRPr="00EE5C08" w:rsidRDefault="00A12CB3" w:rsidP="006C0275">
      <w:pPr>
        <w:tabs>
          <w:tab w:val="left" w:pos="993"/>
          <w:tab w:val="left" w:pos="1620"/>
        </w:tabs>
        <w:spacing w:line="220" w:lineRule="exact"/>
        <w:ind w:left="993" w:hanging="993"/>
        <w:rPr>
          <w:color w:val="666666"/>
          <w:sz w:val="14"/>
          <w:szCs w:val="14"/>
        </w:rPr>
      </w:pPr>
      <w:bookmarkStart w:id="4" w:name="Sachgebiet"/>
      <w:bookmarkEnd w:id="4"/>
    </w:p>
    <w:p w:rsidR="00A12CB3" w:rsidRPr="00EE5C08" w:rsidRDefault="00A12CB3">
      <w:pPr>
        <w:tabs>
          <w:tab w:val="left" w:pos="1620"/>
        </w:tabs>
        <w:spacing w:line="220" w:lineRule="exact"/>
        <w:rPr>
          <w:color w:val="666666"/>
          <w:sz w:val="14"/>
          <w:szCs w:val="14"/>
        </w:rPr>
      </w:pPr>
      <w:r w:rsidRPr="00EE5C08">
        <w:rPr>
          <w:color w:val="666666"/>
          <w:sz w:val="14"/>
          <w:szCs w:val="14"/>
        </w:rPr>
        <w:t>Sitz:</w:t>
      </w:r>
      <w:r w:rsidR="005858DD" w:rsidRPr="00EE5C08">
        <w:rPr>
          <w:color w:val="666666"/>
          <w:sz w:val="14"/>
          <w:szCs w:val="14"/>
        </w:rPr>
        <w:t xml:space="preserve"> </w:t>
      </w:r>
      <w:bookmarkStart w:id="5" w:name="Sitz"/>
      <w:bookmarkEnd w:id="5"/>
      <w:r w:rsidR="00150AAA">
        <w:rPr>
          <w:color w:val="666666"/>
          <w:sz w:val="14"/>
          <w:szCs w:val="14"/>
        </w:rPr>
        <w:t>Verwaltungszentrum Werdauer Str. 62</w:t>
      </w:r>
    </w:p>
    <w:p w:rsidR="00A12CB3" w:rsidRPr="00EE5C08" w:rsidRDefault="00A12CB3">
      <w:pPr>
        <w:tabs>
          <w:tab w:val="left" w:pos="1620"/>
        </w:tabs>
        <w:spacing w:line="220" w:lineRule="exact"/>
        <w:rPr>
          <w:color w:val="666666"/>
          <w:sz w:val="14"/>
          <w:szCs w:val="14"/>
        </w:rPr>
      </w:pPr>
      <w:r w:rsidRPr="00EE5C08">
        <w:rPr>
          <w:color w:val="666666"/>
          <w:sz w:val="14"/>
          <w:szCs w:val="14"/>
        </w:rPr>
        <w:t xml:space="preserve">Telefon:  </w:t>
      </w:r>
      <w:bookmarkStart w:id="6" w:name="Telefon"/>
      <w:bookmarkEnd w:id="6"/>
      <w:r w:rsidR="00150AAA">
        <w:rPr>
          <w:color w:val="666666"/>
          <w:sz w:val="14"/>
          <w:szCs w:val="14"/>
        </w:rPr>
        <w:t>0375/836631</w:t>
      </w:r>
    </w:p>
    <w:p w:rsidR="00A12CB3" w:rsidRPr="00EE5C08" w:rsidRDefault="00A12CB3">
      <w:pPr>
        <w:tabs>
          <w:tab w:val="left" w:pos="1620"/>
        </w:tabs>
        <w:spacing w:line="220" w:lineRule="exact"/>
        <w:rPr>
          <w:color w:val="666666"/>
          <w:sz w:val="14"/>
          <w:szCs w:val="14"/>
        </w:rPr>
      </w:pPr>
      <w:r w:rsidRPr="00EE5C08">
        <w:rPr>
          <w:color w:val="666666"/>
          <w:sz w:val="14"/>
          <w:szCs w:val="14"/>
        </w:rPr>
        <w:t xml:space="preserve">Telefax: </w:t>
      </w:r>
      <w:r w:rsidR="005858DD" w:rsidRPr="00EE5C08">
        <w:rPr>
          <w:color w:val="666666"/>
          <w:sz w:val="14"/>
          <w:szCs w:val="14"/>
        </w:rPr>
        <w:t xml:space="preserve"> </w:t>
      </w:r>
      <w:bookmarkStart w:id="7" w:name="Fax"/>
      <w:bookmarkEnd w:id="7"/>
      <w:r w:rsidR="00150AAA">
        <w:rPr>
          <w:color w:val="666666"/>
          <w:sz w:val="14"/>
          <w:szCs w:val="14"/>
        </w:rPr>
        <w:t>0375/836666</w:t>
      </w:r>
    </w:p>
    <w:p w:rsidR="00A12CB3" w:rsidRPr="00EE5C08" w:rsidRDefault="00A12CB3">
      <w:pPr>
        <w:tabs>
          <w:tab w:val="left" w:pos="1620"/>
        </w:tabs>
        <w:spacing w:line="220" w:lineRule="exact"/>
        <w:rPr>
          <w:color w:val="666666"/>
          <w:sz w:val="14"/>
          <w:szCs w:val="14"/>
        </w:rPr>
      </w:pPr>
      <w:r w:rsidRPr="00EE5C08">
        <w:rPr>
          <w:color w:val="666666"/>
          <w:sz w:val="14"/>
          <w:szCs w:val="14"/>
        </w:rPr>
        <w:t>E-Mail</w:t>
      </w:r>
      <w:r w:rsidRPr="00EE5C08">
        <w:rPr>
          <w:color w:val="666666"/>
          <w:sz w:val="14"/>
          <w:szCs w:val="14"/>
          <w:vertAlign w:val="superscript"/>
        </w:rPr>
        <w:t>*</w:t>
      </w:r>
      <w:r w:rsidR="00510CDD" w:rsidRPr="00EE5C08">
        <w:rPr>
          <w:color w:val="666666"/>
          <w:sz w:val="14"/>
          <w:szCs w:val="14"/>
        </w:rPr>
        <w:t>:</w:t>
      </w:r>
      <w:r w:rsidR="005858DD" w:rsidRPr="00EE5C08">
        <w:rPr>
          <w:color w:val="666666"/>
          <w:sz w:val="14"/>
          <w:szCs w:val="14"/>
        </w:rPr>
        <w:t xml:space="preserve"> </w:t>
      </w:r>
      <w:bookmarkStart w:id="8" w:name="Email"/>
      <w:bookmarkEnd w:id="8"/>
      <w:r w:rsidR="00150AAA">
        <w:rPr>
          <w:color w:val="666666"/>
          <w:sz w:val="14"/>
          <w:szCs w:val="14"/>
        </w:rPr>
        <w:t>thomas.liebisch@zwickau.de</w:t>
      </w:r>
    </w:p>
    <w:p w:rsidR="00A12CB3" w:rsidRPr="00EE5C08" w:rsidRDefault="00A12CB3">
      <w:pPr>
        <w:tabs>
          <w:tab w:val="left" w:pos="1620"/>
        </w:tabs>
        <w:spacing w:line="220" w:lineRule="exact"/>
        <w:rPr>
          <w:color w:val="666666"/>
          <w:sz w:val="14"/>
          <w:szCs w:val="14"/>
        </w:rPr>
      </w:pPr>
      <w:r w:rsidRPr="00EE5C08">
        <w:rPr>
          <w:color w:val="666666"/>
          <w:sz w:val="14"/>
          <w:szCs w:val="14"/>
        </w:rPr>
        <w:t>Ihre Nachricht vom:</w:t>
      </w:r>
      <w:r w:rsidR="005858DD" w:rsidRPr="00EE5C08">
        <w:rPr>
          <w:color w:val="666666"/>
          <w:sz w:val="14"/>
          <w:szCs w:val="14"/>
        </w:rPr>
        <w:t xml:space="preserve"> </w:t>
      </w:r>
    </w:p>
    <w:p w:rsidR="00A12CB3" w:rsidRPr="00EE5C08" w:rsidRDefault="00A12CB3">
      <w:pPr>
        <w:tabs>
          <w:tab w:val="left" w:pos="1620"/>
        </w:tabs>
        <w:spacing w:line="220" w:lineRule="exact"/>
        <w:rPr>
          <w:color w:val="666666"/>
          <w:sz w:val="14"/>
          <w:szCs w:val="14"/>
        </w:rPr>
      </w:pPr>
      <w:r w:rsidRPr="00EE5C08">
        <w:rPr>
          <w:color w:val="666666"/>
          <w:sz w:val="14"/>
          <w:szCs w:val="14"/>
        </w:rPr>
        <w:t>Ihr Zeichen:</w:t>
      </w:r>
      <w:r w:rsidR="005858DD" w:rsidRPr="00EE5C08">
        <w:rPr>
          <w:color w:val="666666"/>
          <w:sz w:val="14"/>
          <w:szCs w:val="14"/>
        </w:rPr>
        <w:t xml:space="preserve"> </w:t>
      </w:r>
    </w:p>
    <w:p w:rsidR="00A12CB3" w:rsidRPr="00EE5C08" w:rsidRDefault="0038674C">
      <w:pPr>
        <w:tabs>
          <w:tab w:val="left" w:pos="1620"/>
        </w:tabs>
        <w:spacing w:line="220" w:lineRule="exact"/>
        <w:rPr>
          <w:color w:val="666666"/>
          <w:sz w:val="14"/>
          <w:szCs w:val="14"/>
        </w:rPr>
      </w:pPr>
      <w:r>
        <w:rPr>
          <w:color w:val="666666"/>
          <w:sz w:val="14"/>
          <w:szCs w:val="14"/>
        </w:rPr>
        <w:t>Geschäftszeichen</w:t>
      </w:r>
      <w:r w:rsidR="00A12CB3" w:rsidRPr="00EE5C08">
        <w:rPr>
          <w:color w:val="666666"/>
          <w:sz w:val="14"/>
          <w:szCs w:val="14"/>
        </w:rPr>
        <w:t>:</w:t>
      </w:r>
      <w:r w:rsidR="005858DD" w:rsidRPr="00EE5C08">
        <w:rPr>
          <w:color w:val="666666"/>
          <w:sz w:val="14"/>
          <w:szCs w:val="14"/>
        </w:rPr>
        <w:t xml:space="preserve"> </w:t>
      </w:r>
    </w:p>
    <w:p w:rsidR="00A12CB3" w:rsidRPr="00EE5C08" w:rsidRDefault="00A12CB3">
      <w:pPr>
        <w:tabs>
          <w:tab w:val="left" w:pos="1620"/>
        </w:tabs>
        <w:spacing w:line="220" w:lineRule="exact"/>
        <w:rPr>
          <w:color w:val="666666"/>
          <w:sz w:val="14"/>
          <w:szCs w:val="14"/>
        </w:rPr>
      </w:pPr>
      <w:r w:rsidRPr="00EE5C08">
        <w:rPr>
          <w:color w:val="666666"/>
          <w:sz w:val="14"/>
          <w:szCs w:val="14"/>
        </w:rPr>
        <w:t>(bitte bei Antwort angeben)</w:t>
      </w:r>
    </w:p>
    <w:p w:rsidR="00A12CB3" w:rsidRPr="00EE5C08" w:rsidRDefault="00A12CB3">
      <w:pPr>
        <w:tabs>
          <w:tab w:val="left" w:pos="1021"/>
          <w:tab w:val="left" w:pos="1134"/>
        </w:tabs>
        <w:spacing w:line="220" w:lineRule="exact"/>
        <w:rPr>
          <w:color w:val="666666"/>
          <w:sz w:val="14"/>
          <w:szCs w:val="14"/>
        </w:rPr>
      </w:pPr>
    </w:p>
    <w:p w:rsidR="00A12CB3" w:rsidRPr="00EE5C08" w:rsidRDefault="00A12CB3">
      <w:pPr>
        <w:tabs>
          <w:tab w:val="left" w:pos="1021"/>
          <w:tab w:val="left" w:pos="1134"/>
        </w:tabs>
        <w:spacing w:line="220" w:lineRule="exact"/>
        <w:rPr>
          <w:color w:val="666666"/>
          <w:sz w:val="14"/>
          <w:szCs w:val="14"/>
        </w:rPr>
      </w:pPr>
    </w:p>
    <w:p w:rsidR="00A12CB3" w:rsidRPr="00EE5C08" w:rsidRDefault="00A12CB3">
      <w:pPr>
        <w:tabs>
          <w:tab w:val="left" w:pos="1134"/>
        </w:tabs>
        <w:spacing w:line="500" w:lineRule="exact"/>
        <w:rPr>
          <w:color w:val="000000"/>
          <w:sz w:val="18"/>
          <w:szCs w:val="18"/>
        </w:rPr>
      </w:pPr>
      <w:r w:rsidRPr="00EE5C08">
        <w:rPr>
          <w:color w:val="000000"/>
          <w:sz w:val="18"/>
          <w:szCs w:val="18"/>
        </w:rPr>
        <w:t xml:space="preserve">Zwickau, </w:t>
      </w:r>
      <w:bookmarkStart w:id="9" w:name="Datum"/>
      <w:bookmarkEnd w:id="9"/>
      <w:r w:rsidR="00150AAA">
        <w:rPr>
          <w:color w:val="000000"/>
          <w:sz w:val="18"/>
          <w:szCs w:val="18"/>
        </w:rPr>
        <w:t xml:space="preserve">d. </w:t>
      </w:r>
      <w:r w:rsidR="004B35FE">
        <w:rPr>
          <w:color w:val="000000"/>
          <w:sz w:val="18"/>
          <w:szCs w:val="18"/>
        </w:rPr>
        <w:t>1</w:t>
      </w:r>
      <w:r w:rsidR="00671355">
        <w:rPr>
          <w:color w:val="000000"/>
          <w:sz w:val="18"/>
          <w:szCs w:val="18"/>
        </w:rPr>
        <w:t>5</w:t>
      </w:r>
      <w:r w:rsidR="004B35FE">
        <w:rPr>
          <w:color w:val="000000"/>
          <w:sz w:val="18"/>
          <w:szCs w:val="18"/>
        </w:rPr>
        <w:t>.</w:t>
      </w:r>
      <w:r w:rsidR="006E3A65">
        <w:rPr>
          <w:color w:val="000000"/>
          <w:sz w:val="18"/>
          <w:szCs w:val="18"/>
        </w:rPr>
        <w:t>0</w:t>
      </w:r>
      <w:r w:rsidR="00D87BF8">
        <w:rPr>
          <w:color w:val="000000"/>
          <w:sz w:val="18"/>
          <w:szCs w:val="18"/>
        </w:rPr>
        <w:t>5</w:t>
      </w:r>
      <w:r w:rsidR="006E3A65">
        <w:rPr>
          <w:color w:val="000000"/>
          <w:sz w:val="18"/>
          <w:szCs w:val="18"/>
        </w:rPr>
        <w:t>.20</w:t>
      </w:r>
      <w:r w:rsidR="00150AAA">
        <w:rPr>
          <w:color w:val="000000"/>
          <w:sz w:val="18"/>
          <w:szCs w:val="18"/>
        </w:rPr>
        <w:t>2</w:t>
      </w:r>
      <w:r w:rsidR="00D87BF8">
        <w:rPr>
          <w:color w:val="000000"/>
          <w:sz w:val="18"/>
          <w:szCs w:val="18"/>
        </w:rPr>
        <w:t>5</w:t>
      </w:r>
    </w:p>
    <w:p w:rsidR="00A12CB3" w:rsidRPr="00EE5C08" w:rsidRDefault="00A12CB3">
      <w:pPr>
        <w:pStyle w:val="Text"/>
        <w:sectPr w:rsidR="00A12CB3" w:rsidRPr="00EE5C08" w:rsidSect="00705BD5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843" w:right="851" w:bottom="1701" w:left="1418" w:header="397" w:footer="340" w:gutter="0"/>
          <w:cols w:num="2" w:space="227" w:equalWidth="0">
            <w:col w:w="5330" w:space="227"/>
            <w:col w:w="4080"/>
          </w:cols>
          <w:titlePg/>
          <w:docGrid w:linePitch="360"/>
        </w:sectPr>
      </w:pPr>
    </w:p>
    <w:p w:rsidR="005D41E3" w:rsidRDefault="005D41E3"/>
    <w:p w:rsidR="00150AAA" w:rsidRDefault="00EC43B8">
      <w:pPr>
        <w:rPr>
          <w:b/>
        </w:rPr>
      </w:pPr>
      <w:r>
        <w:rPr>
          <w:b/>
        </w:rPr>
        <w:t>Ersatzbes</w:t>
      </w:r>
      <w:r w:rsidR="00150AAA" w:rsidRPr="00150AAA">
        <w:rPr>
          <w:b/>
        </w:rPr>
        <w:t xml:space="preserve">chaffung eines LKW mit Kran für die Gewässerunterhaltung </w:t>
      </w:r>
    </w:p>
    <w:p w:rsidR="00150AAA" w:rsidRDefault="00150AAA">
      <w:pPr>
        <w:rPr>
          <w:b/>
          <w:u w:val="single"/>
        </w:rPr>
      </w:pPr>
    </w:p>
    <w:p w:rsidR="00150AAA" w:rsidRDefault="00150AAA">
      <w:r w:rsidRPr="00150AAA">
        <w:t>Leistungsbeschreibung</w:t>
      </w:r>
    </w:p>
    <w:p w:rsidR="00150AAA" w:rsidRDefault="00150AAA"/>
    <w:p w:rsidR="004F260E" w:rsidRPr="00D149A5" w:rsidRDefault="00150AAA">
      <w:pPr>
        <w:rPr>
          <w:i/>
        </w:rPr>
      </w:pPr>
      <w:r w:rsidRPr="00D149A5">
        <w:rPr>
          <w:i/>
        </w:rPr>
        <w:t xml:space="preserve">Das Tiefbauamt der Stadt Zwickau </w:t>
      </w:r>
      <w:r w:rsidR="006B2649" w:rsidRPr="00D149A5">
        <w:rPr>
          <w:i/>
        </w:rPr>
        <w:t>beabsichtigt</w:t>
      </w:r>
      <w:r w:rsidRPr="00D149A5">
        <w:rPr>
          <w:i/>
        </w:rPr>
        <w:t xml:space="preserve"> die Ersatzbeschaffung eines </w:t>
      </w:r>
      <w:r w:rsidR="00EC43B8" w:rsidRPr="00D149A5">
        <w:rPr>
          <w:i/>
        </w:rPr>
        <w:t xml:space="preserve">Allrad- </w:t>
      </w:r>
      <w:r w:rsidRPr="00D149A5">
        <w:rPr>
          <w:i/>
        </w:rPr>
        <w:t xml:space="preserve">LKW </w:t>
      </w:r>
      <w:r w:rsidR="00441D86">
        <w:rPr>
          <w:i/>
        </w:rPr>
        <w:t xml:space="preserve">als Kipper </w:t>
      </w:r>
      <w:r w:rsidRPr="00D149A5">
        <w:rPr>
          <w:i/>
        </w:rPr>
        <w:t>mit Anbaukran für die Gewässerunterhaltung</w:t>
      </w:r>
      <w:r w:rsidR="004F260E" w:rsidRPr="00D149A5">
        <w:rPr>
          <w:i/>
        </w:rPr>
        <w:t>.</w:t>
      </w:r>
    </w:p>
    <w:p w:rsidR="004F260E" w:rsidRPr="00D149A5" w:rsidRDefault="004F260E">
      <w:pPr>
        <w:rPr>
          <w:i/>
        </w:rPr>
      </w:pPr>
    </w:p>
    <w:p w:rsidR="004F260E" w:rsidRDefault="004F260E">
      <w:pPr>
        <w:rPr>
          <w:i/>
        </w:rPr>
      </w:pPr>
      <w:r w:rsidRPr="009D310E">
        <w:rPr>
          <w:i/>
        </w:rPr>
        <w:t>D</w:t>
      </w:r>
      <w:r w:rsidR="007E3A53">
        <w:rPr>
          <w:i/>
        </w:rPr>
        <w:t xml:space="preserve">as Fahrzeug </w:t>
      </w:r>
      <w:r w:rsidRPr="009D310E">
        <w:rPr>
          <w:i/>
        </w:rPr>
        <w:t>soll folgende technische Eigenschaften erfüllen:</w:t>
      </w:r>
    </w:p>
    <w:p w:rsidR="006536F8" w:rsidRDefault="006536F8">
      <w:pPr>
        <w:rPr>
          <w:i/>
        </w:rPr>
      </w:pPr>
    </w:p>
    <w:p w:rsidR="009F7BBD" w:rsidRPr="00D478C1" w:rsidRDefault="006536F8" w:rsidP="00D478C1">
      <w:pPr>
        <w:pStyle w:val="Listenabsatz"/>
        <w:numPr>
          <w:ilvl w:val="0"/>
          <w:numId w:val="20"/>
        </w:numPr>
        <w:rPr>
          <w:b/>
          <w:u w:val="single"/>
        </w:rPr>
      </w:pPr>
      <w:r w:rsidRPr="00D478C1">
        <w:rPr>
          <w:b/>
          <w:u w:val="single"/>
        </w:rPr>
        <w:t>Fahrzeug</w:t>
      </w:r>
      <w:r w:rsidR="007E3A53" w:rsidRPr="00D478C1">
        <w:rPr>
          <w:b/>
          <w:u w:val="single"/>
        </w:rPr>
        <w:t>beschreibung</w:t>
      </w:r>
    </w:p>
    <w:p w:rsidR="009F7BBD" w:rsidRDefault="009F7BBD" w:rsidP="009F7BBD">
      <w:pPr>
        <w:rPr>
          <w:b/>
          <w:u w:val="single"/>
        </w:rPr>
      </w:pPr>
    </w:p>
    <w:p w:rsidR="009F7BBD" w:rsidRDefault="009F7BBD" w:rsidP="009F7BBD">
      <w:r w:rsidRPr="009F7BBD">
        <w:t xml:space="preserve">- </w:t>
      </w:r>
      <w:r w:rsidR="00861A47">
        <w:t>2-Seiten–Kipper</w:t>
      </w:r>
      <w:r>
        <w:t>, zweiachsig,</w:t>
      </w:r>
      <w:r w:rsidR="006536F8">
        <w:t xml:space="preserve"> </w:t>
      </w:r>
      <w:r w:rsidR="00861A47">
        <w:t xml:space="preserve">zuschaltbarer </w:t>
      </w:r>
      <w:r w:rsidR="002D4155">
        <w:t>Vorderachsa</w:t>
      </w:r>
      <w:r w:rsidR="00861A47">
        <w:t xml:space="preserve">ntrieb </w:t>
      </w:r>
      <w:r w:rsidR="00B93126">
        <w:t xml:space="preserve"> </w:t>
      </w:r>
    </w:p>
    <w:p w:rsidR="009F7BBD" w:rsidRDefault="009F7BBD" w:rsidP="009F7BBD">
      <w:r>
        <w:t xml:space="preserve">- </w:t>
      </w:r>
      <w:r w:rsidR="00B93126">
        <w:t>Einzelbereifung</w:t>
      </w:r>
      <w:r w:rsidR="00441D86">
        <w:t xml:space="preserve"> - Gelände</w:t>
      </w:r>
      <w:r w:rsidR="007D3987">
        <w:t xml:space="preserve"> </w:t>
      </w:r>
    </w:p>
    <w:p w:rsidR="00F6206A" w:rsidRDefault="00F6206A" w:rsidP="00F6206A">
      <w:r>
        <w:t xml:space="preserve">- Länge: max.7 m – Breite: max.2,5 m, </w:t>
      </w:r>
    </w:p>
    <w:p w:rsidR="00F6206A" w:rsidRDefault="00F6206A" w:rsidP="00F6206A">
      <w:r>
        <w:t xml:space="preserve">- zul. Gesamtgewicht: 10.500 -14.500 kg, </w:t>
      </w:r>
      <w:r>
        <w:tab/>
      </w:r>
    </w:p>
    <w:p w:rsidR="00D808EC" w:rsidRDefault="00D808EC" w:rsidP="009F7BBD">
      <w:pPr>
        <w:rPr>
          <w:szCs w:val="20"/>
        </w:rPr>
      </w:pPr>
      <w:r w:rsidRPr="00D149A5">
        <w:rPr>
          <w:szCs w:val="20"/>
        </w:rPr>
        <w:t>-</w:t>
      </w:r>
      <w:r>
        <w:rPr>
          <w:sz w:val="18"/>
        </w:rPr>
        <w:t xml:space="preserve"> </w:t>
      </w:r>
      <w:r w:rsidRPr="00D149A5">
        <w:rPr>
          <w:szCs w:val="20"/>
        </w:rPr>
        <w:t>Dieselmotor</w:t>
      </w:r>
      <w:r w:rsidR="00D149A5">
        <w:rPr>
          <w:szCs w:val="20"/>
        </w:rPr>
        <w:t xml:space="preserve"> mit Schadstoffklasse min. Euro VI E, Leistung:170 -190 kW</w:t>
      </w:r>
      <w:r w:rsidR="003674C0">
        <w:rPr>
          <w:szCs w:val="20"/>
        </w:rPr>
        <w:t xml:space="preserve"> </w:t>
      </w:r>
    </w:p>
    <w:p w:rsidR="00D149A5" w:rsidRDefault="00D149A5" w:rsidP="00D149A5">
      <w:r>
        <w:t>- Rußpartikelfilter</w:t>
      </w:r>
    </w:p>
    <w:p w:rsidR="009F7BBD" w:rsidRDefault="009F7BBD" w:rsidP="009F7BBD">
      <w:r>
        <w:t xml:space="preserve">- </w:t>
      </w:r>
      <w:r w:rsidR="00861A47">
        <w:t>fest am Fahrzeug</w:t>
      </w:r>
      <w:r w:rsidR="00861A47" w:rsidRPr="002D4155">
        <w:t>heck</w:t>
      </w:r>
      <w:r w:rsidR="00861A47">
        <w:t xml:space="preserve"> montierter </w:t>
      </w:r>
      <w:r w:rsidR="008830C9">
        <w:t>Teleskopkran</w:t>
      </w:r>
      <w:r w:rsidR="00F00469">
        <w:t xml:space="preserve"> mit Funk- Fernbedienung</w:t>
      </w:r>
      <w:r w:rsidR="00F6206A">
        <w:t xml:space="preserve"> </w:t>
      </w:r>
    </w:p>
    <w:p w:rsidR="009F7BBD" w:rsidRDefault="009F7BBD" w:rsidP="003674C0">
      <w:r>
        <w:t>-</w:t>
      </w:r>
      <w:r w:rsidR="00B93126">
        <w:t xml:space="preserve"> Metall-Werkzeugkiste hinter dem Fahrerhaus</w:t>
      </w:r>
      <w:r w:rsidR="0009770B">
        <w:t xml:space="preserve"> </w:t>
      </w:r>
    </w:p>
    <w:p w:rsidR="009F7BBD" w:rsidRDefault="009F7BBD" w:rsidP="009F7BBD">
      <w:r>
        <w:t>-</w:t>
      </w:r>
      <w:r w:rsidR="00901084">
        <w:t xml:space="preserve"> </w:t>
      </w:r>
      <w:r w:rsidRPr="009F7BBD">
        <w:t xml:space="preserve">Fahrerhaus und Kippbrücke in </w:t>
      </w:r>
      <w:r>
        <w:t>k</w:t>
      </w:r>
      <w:r w:rsidRPr="009F7BBD">
        <w:t>omunalorange</w:t>
      </w:r>
      <w:r>
        <w:t xml:space="preserve"> (RAL 2011)</w:t>
      </w:r>
    </w:p>
    <w:p w:rsidR="009F7BBD" w:rsidRDefault="009F7BBD" w:rsidP="009F7BBD">
      <w:r>
        <w:t>-</w:t>
      </w:r>
      <w:r w:rsidR="00901084">
        <w:t xml:space="preserve"> </w:t>
      </w:r>
      <w:r>
        <w:t>Fahrgestell schwarz</w:t>
      </w:r>
    </w:p>
    <w:p w:rsidR="009F7BBD" w:rsidRDefault="009F7BBD" w:rsidP="009F7BBD">
      <w:r>
        <w:rPr>
          <w:szCs w:val="20"/>
        </w:rPr>
        <w:t>-</w:t>
      </w:r>
      <w:r w:rsidR="00901084">
        <w:rPr>
          <w:szCs w:val="20"/>
        </w:rPr>
        <w:t xml:space="preserve"> </w:t>
      </w:r>
      <w:r w:rsidRPr="00B93126">
        <w:rPr>
          <w:szCs w:val="20"/>
        </w:rPr>
        <w:t>Sicherheitskennzeichnung nach DIN 30710 (Warnmarkierung gem. § 35 (6) StVO</w:t>
      </w:r>
      <w:r w:rsidRPr="00B93126">
        <w:rPr>
          <w:sz w:val="18"/>
        </w:rPr>
        <w:t>)</w:t>
      </w:r>
      <w:r>
        <w:t xml:space="preserve"> </w:t>
      </w:r>
    </w:p>
    <w:p w:rsidR="009F7BBD" w:rsidRDefault="009F7BBD" w:rsidP="009F7BBD">
      <w:r>
        <w:t>-</w:t>
      </w:r>
      <w:r w:rsidR="00901084">
        <w:t xml:space="preserve"> </w:t>
      </w:r>
      <w:r>
        <w:t>Korrosionsschutz des kompletten Fahrzeuges</w:t>
      </w:r>
    </w:p>
    <w:p w:rsidR="00D149A5" w:rsidRDefault="00D149A5" w:rsidP="00D149A5">
      <w:r>
        <w:t>- Unterbodenschutz und Hohlraumversiegelung</w:t>
      </w:r>
    </w:p>
    <w:p w:rsidR="009F7BBD" w:rsidRDefault="009F7BBD" w:rsidP="009F7BBD">
      <w:r>
        <w:t>-</w:t>
      </w:r>
      <w:r w:rsidR="00901084">
        <w:t xml:space="preserve"> </w:t>
      </w:r>
      <w:r>
        <w:t>Anhängerkupplung für Zentralachsanhänger</w:t>
      </w:r>
    </w:p>
    <w:p w:rsidR="009F7BBD" w:rsidRPr="00B93126" w:rsidRDefault="009F7BBD" w:rsidP="009F7BBD">
      <w:pPr>
        <w:rPr>
          <w:sz w:val="18"/>
        </w:rPr>
      </w:pPr>
      <w:r>
        <w:t>-</w:t>
      </w:r>
      <w:r w:rsidR="00901084">
        <w:t xml:space="preserve"> Anhängerbremsanschluss am Rahmenende</w:t>
      </w:r>
    </w:p>
    <w:p w:rsidR="00901084" w:rsidRDefault="00901084" w:rsidP="00901084">
      <w:r>
        <w:t>-</w:t>
      </w:r>
      <w:r w:rsidRPr="00901084">
        <w:t xml:space="preserve"> </w:t>
      </w:r>
      <w:r w:rsidR="00795FC3">
        <w:t xml:space="preserve">verschiedene </w:t>
      </w:r>
      <w:r>
        <w:t>Anhängersteckdose</w:t>
      </w:r>
      <w:r w:rsidR="00795FC3">
        <w:t>n</w:t>
      </w:r>
      <w:r>
        <w:t xml:space="preserve"> </w:t>
      </w:r>
    </w:p>
    <w:p w:rsidR="00854282" w:rsidRDefault="00901084" w:rsidP="00901084">
      <w:r>
        <w:t>- 2 Doppelblitz Rundumkennleuchten sowie zwei LED-Zusatzscheinwerfer</w:t>
      </w:r>
      <w:r w:rsidR="00854282">
        <w:t>, montiert</w:t>
      </w:r>
      <w:r>
        <w:t xml:space="preserve"> auf </w:t>
      </w:r>
      <w:r w:rsidR="00854282">
        <w:t xml:space="preserve">      </w:t>
      </w:r>
    </w:p>
    <w:p w:rsidR="00901084" w:rsidRDefault="00854282" w:rsidP="00901084">
      <w:r>
        <w:t xml:space="preserve">  </w:t>
      </w:r>
      <w:r w:rsidR="00901084">
        <w:t>einem Dachlampenbügel</w:t>
      </w:r>
    </w:p>
    <w:p w:rsidR="00757875" w:rsidRDefault="00757875" w:rsidP="00901084">
      <w:r>
        <w:t xml:space="preserve">- Fahrzeugsicherheitsausstattung gemäß gesetzlichen Vorgaben incl. Abbiegeassistent   </w:t>
      </w:r>
    </w:p>
    <w:p w:rsidR="00757875" w:rsidRDefault="00757875" w:rsidP="00901084">
      <w:r>
        <w:t xml:space="preserve">  rechts und links</w:t>
      </w:r>
    </w:p>
    <w:p w:rsidR="00901084" w:rsidRDefault="00901084" w:rsidP="00901084">
      <w:r>
        <w:t>- Schmutzfänger an beiden Achsen</w:t>
      </w:r>
    </w:p>
    <w:p w:rsidR="00901084" w:rsidRDefault="00901084" w:rsidP="00901084">
      <w:r>
        <w:t>- Bordwerkzeug</w:t>
      </w:r>
    </w:p>
    <w:p w:rsidR="00953F4E" w:rsidRDefault="00953F4E" w:rsidP="00953F4E"/>
    <w:p w:rsidR="00854282" w:rsidRDefault="00854282" w:rsidP="00953F4E"/>
    <w:p w:rsidR="00337C8A" w:rsidRDefault="00337C8A" w:rsidP="00953F4E"/>
    <w:p w:rsidR="00337C8A" w:rsidRPr="00337C8A" w:rsidRDefault="00337C8A" w:rsidP="00337C8A">
      <w:pPr>
        <w:ind w:left="567"/>
        <w:rPr>
          <w:b/>
          <w:u w:val="single"/>
        </w:rPr>
      </w:pPr>
    </w:p>
    <w:p w:rsidR="00D204E8" w:rsidRPr="00062F35" w:rsidRDefault="00D204E8" w:rsidP="00062F35">
      <w:pPr>
        <w:pStyle w:val="Listenabsatz"/>
        <w:numPr>
          <w:ilvl w:val="0"/>
          <w:numId w:val="20"/>
        </w:numPr>
        <w:rPr>
          <w:b/>
          <w:u w:val="single"/>
        </w:rPr>
      </w:pPr>
      <w:r w:rsidRPr="00062F35">
        <w:rPr>
          <w:b/>
          <w:u w:val="single"/>
        </w:rPr>
        <w:lastRenderedPageBreak/>
        <w:t>Abmessungen</w:t>
      </w:r>
    </w:p>
    <w:p w:rsidR="00D204E8" w:rsidRDefault="00D204E8" w:rsidP="009D310E"/>
    <w:p w:rsidR="00D204E8" w:rsidRPr="00D204E8" w:rsidRDefault="00D204E8" w:rsidP="009D310E">
      <w:r>
        <w:t>-Radstand zwischen 1. und 2. Achse: max. 3</w:t>
      </w:r>
      <w:r w:rsidR="00441D86">
        <w:t>3</w:t>
      </w:r>
      <w:r>
        <w:t xml:space="preserve">00 mm  </w:t>
      </w:r>
      <w:r w:rsidR="004B0920">
        <w:tab/>
      </w:r>
      <w:r>
        <w:t xml:space="preserve">tatsächlich…………………mm </w:t>
      </w:r>
    </w:p>
    <w:p w:rsidR="00792066" w:rsidRDefault="00792066" w:rsidP="009D310E"/>
    <w:p w:rsidR="00D204E8" w:rsidRDefault="00D204E8" w:rsidP="009D310E">
      <w:r>
        <w:t>-Fahrzeuggesamtlänge max. 7500 mm</w:t>
      </w:r>
      <w:r>
        <w:tab/>
      </w:r>
      <w:r>
        <w:tab/>
      </w:r>
      <w:r>
        <w:tab/>
        <w:t>tatsächlich</w:t>
      </w:r>
      <w:r w:rsidR="004B0920">
        <w:t>…………………mm</w:t>
      </w:r>
    </w:p>
    <w:p w:rsidR="004B0920" w:rsidRDefault="004B0920" w:rsidP="009D310E"/>
    <w:p w:rsidR="004B0920" w:rsidRDefault="004B0920" w:rsidP="009D310E">
      <w:r>
        <w:t>-Fahrzeughöhe (ohne</w:t>
      </w:r>
      <w:r w:rsidR="00882B29">
        <w:t xml:space="preserve"> </w:t>
      </w:r>
      <w:r w:rsidR="00312D66">
        <w:t>Aufbauten</w:t>
      </w:r>
      <w:r>
        <w:t>)</w:t>
      </w:r>
      <w:r w:rsidR="00312D66">
        <w:t xml:space="preserve"> </w:t>
      </w:r>
      <w:r w:rsidR="00882B29">
        <w:t xml:space="preserve">max. </w:t>
      </w:r>
      <w:r w:rsidR="00F00469">
        <w:t>35</w:t>
      </w:r>
      <w:r w:rsidR="00882B29">
        <w:t>00 mm</w:t>
      </w:r>
      <w:r w:rsidR="00882B29">
        <w:tab/>
      </w:r>
      <w:r>
        <w:t>tatsächlich</w:t>
      </w:r>
      <w:r w:rsidR="00882B29">
        <w:t>…………………mm</w:t>
      </w:r>
    </w:p>
    <w:p w:rsidR="00882B29" w:rsidRDefault="00882B29" w:rsidP="009D310E"/>
    <w:p w:rsidR="00970746" w:rsidRDefault="00970746" w:rsidP="00970746">
      <w:r>
        <w:t>-Fahrzeugbreite ohne Spiegel max.2500 mm</w:t>
      </w:r>
      <w:r>
        <w:tab/>
      </w:r>
      <w:r>
        <w:tab/>
        <w:t>tatsächlich…………………mm</w:t>
      </w:r>
    </w:p>
    <w:p w:rsidR="00970746" w:rsidRDefault="00970746" w:rsidP="00970746"/>
    <w:p w:rsidR="00970746" w:rsidRDefault="00970746" w:rsidP="00970746">
      <w:r>
        <w:t>-Bodenfreiheit min. 250 mm</w:t>
      </w:r>
      <w:r>
        <w:tab/>
      </w:r>
      <w:r>
        <w:tab/>
      </w:r>
      <w:r>
        <w:tab/>
      </w:r>
      <w:r>
        <w:tab/>
        <w:t>tatsächlich ………………</w:t>
      </w:r>
      <w:r w:rsidR="006E3A65">
        <w:t xml:space="preserve"> </w:t>
      </w:r>
      <w:r>
        <w:t>mm</w:t>
      </w:r>
    </w:p>
    <w:p w:rsidR="00970746" w:rsidRDefault="00970746" w:rsidP="00970746"/>
    <w:p w:rsidR="00F00469" w:rsidRPr="00337C8A" w:rsidRDefault="00F00469" w:rsidP="00337C8A">
      <w:pPr>
        <w:pStyle w:val="Listenabsatz"/>
        <w:numPr>
          <w:ilvl w:val="0"/>
          <w:numId w:val="23"/>
        </w:numPr>
        <w:rPr>
          <w:b/>
          <w:u w:val="single"/>
        </w:rPr>
      </w:pPr>
      <w:r w:rsidRPr="00337C8A">
        <w:rPr>
          <w:b/>
          <w:u w:val="single"/>
        </w:rPr>
        <w:t>Technische Daten</w:t>
      </w:r>
    </w:p>
    <w:p w:rsidR="00F00469" w:rsidRDefault="00F00469" w:rsidP="00F00469">
      <w:pPr>
        <w:rPr>
          <w:b/>
          <w:u w:val="single"/>
        </w:rPr>
      </w:pPr>
    </w:p>
    <w:p w:rsidR="00F00469" w:rsidRDefault="00F00469" w:rsidP="00F00469">
      <w:r w:rsidRPr="00305603">
        <w:t>-</w:t>
      </w:r>
      <w:r>
        <w:t>zulässige</w:t>
      </w:r>
      <w:r w:rsidR="00961F13">
        <w:t>s</w:t>
      </w:r>
      <w:r>
        <w:t xml:space="preserve"> Gesamt</w:t>
      </w:r>
      <w:r w:rsidR="00961F13">
        <w:t>gewicht</w:t>
      </w:r>
      <w:r w:rsidR="00C80B69">
        <w:t>:</w:t>
      </w:r>
      <w:r>
        <w:t xml:space="preserve"> max.1</w:t>
      </w:r>
      <w:r w:rsidR="00961F13">
        <w:t>4</w:t>
      </w:r>
      <w:r>
        <w:t>.</w:t>
      </w:r>
      <w:r w:rsidR="00961F13">
        <w:t>5</w:t>
      </w:r>
      <w:r>
        <w:t>00 kg</w:t>
      </w:r>
      <w:r w:rsidR="00305603">
        <w:t xml:space="preserve">    </w:t>
      </w:r>
      <w:r w:rsidR="00961F13">
        <w:tab/>
      </w:r>
      <w:r w:rsidR="00961F13">
        <w:tab/>
      </w:r>
      <w:r w:rsidR="00305603">
        <w:t xml:space="preserve">                                 </w:t>
      </w:r>
    </w:p>
    <w:p w:rsidR="00305603" w:rsidRPr="00F00469" w:rsidRDefault="00305603" w:rsidP="00F00469">
      <w:pPr>
        <w:rPr>
          <w:b/>
          <w:u w:val="single"/>
        </w:rPr>
      </w:pPr>
      <w:r>
        <w:t xml:space="preserve"> </w:t>
      </w:r>
      <w:r w:rsidR="00B36E67">
        <w:t xml:space="preserve"> </w:t>
      </w:r>
      <w:r>
        <w:t>tatsächlich: vom Bieter einzutragen</w:t>
      </w:r>
    </w:p>
    <w:p w:rsidR="00305603" w:rsidRDefault="00305603" w:rsidP="00305603">
      <w:r>
        <w:t xml:space="preserve">………………………………………………………………………………………………………………………………………kg </w:t>
      </w:r>
    </w:p>
    <w:p w:rsidR="00967312" w:rsidRDefault="00305603" w:rsidP="00305603">
      <w:r>
        <w:t>-</w:t>
      </w:r>
      <w:r w:rsidR="0060468F" w:rsidRPr="001C6EC1">
        <w:t>Nutzlast</w:t>
      </w:r>
      <w:r w:rsidR="00967312" w:rsidRPr="001C6EC1">
        <w:t xml:space="preserve"> netto (ohne </w:t>
      </w:r>
      <w:r w:rsidR="001C6EC1">
        <w:t xml:space="preserve">Gewicht </w:t>
      </w:r>
      <w:r w:rsidR="00967312" w:rsidRPr="001C6EC1">
        <w:t>Kran)</w:t>
      </w:r>
      <w:r w:rsidR="0060468F" w:rsidRPr="001C6EC1">
        <w:t xml:space="preserve"> </w:t>
      </w:r>
      <w:r w:rsidR="0060468F">
        <w:t>min:</w:t>
      </w:r>
      <w:r w:rsidR="001C6EC1">
        <w:t xml:space="preserve"> </w:t>
      </w:r>
      <w:r w:rsidR="007203EB">
        <w:t>2.</w:t>
      </w:r>
      <w:bookmarkStart w:id="12" w:name="_GoBack"/>
      <w:bookmarkEnd w:id="12"/>
      <w:r w:rsidR="007203EB">
        <w:t>3</w:t>
      </w:r>
      <w:r w:rsidR="001C6EC1">
        <w:t>00 kg</w:t>
      </w:r>
      <w:r w:rsidR="0060468F">
        <w:t xml:space="preserve"> </w:t>
      </w:r>
      <w:r>
        <w:tab/>
      </w:r>
      <w:r>
        <w:tab/>
      </w:r>
      <w:r>
        <w:tab/>
        <w:t xml:space="preserve">                                        </w:t>
      </w:r>
      <w:r w:rsidR="00967312">
        <w:t xml:space="preserve">    </w:t>
      </w:r>
    </w:p>
    <w:p w:rsidR="00305603" w:rsidRPr="00F00469" w:rsidRDefault="00967312" w:rsidP="00305603">
      <w:pPr>
        <w:rPr>
          <w:b/>
          <w:u w:val="single"/>
        </w:rPr>
      </w:pPr>
      <w:r>
        <w:t xml:space="preserve">  </w:t>
      </w:r>
      <w:r w:rsidR="00305603">
        <w:t>tatsächlich: vom Bieter einzutragen</w:t>
      </w:r>
    </w:p>
    <w:p w:rsidR="00305603" w:rsidRDefault="00305603" w:rsidP="00305603">
      <w:r>
        <w:t>………………………………………………………………………………………………………………………………………kg</w:t>
      </w:r>
    </w:p>
    <w:p w:rsidR="00305603" w:rsidRDefault="00305603" w:rsidP="00305603">
      <w:r>
        <w:t>-zulässige Anhängelast</w:t>
      </w:r>
      <w:r w:rsidR="00C80B69">
        <w:t>:</w:t>
      </w:r>
      <w:r>
        <w:t xml:space="preserve"> min.10.000 kg         </w:t>
      </w:r>
      <w:r>
        <w:tab/>
        <w:t xml:space="preserve">                                </w:t>
      </w:r>
      <w:r w:rsidR="00961F13">
        <w:t xml:space="preserve">            </w:t>
      </w:r>
    </w:p>
    <w:p w:rsidR="00305603" w:rsidRPr="00F00469" w:rsidRDefault="00305603" w:rsidP="00305603">
      <w:pPr>
        <w:rPr>
          <w:b/>
          <w:u w:val="single"/>
        </w:rPr>
      </w:pPr>
      <w:r>
        <w:t xml:space="preserve"> </w:t>
      </w:r>
      <w:r w:rsidR="00B36E67">
        <w:t xml:space="preserve"> </w:t>
      </w:r>
      <w:r>
        <w:t>tatsächlich: vom Bieter einzutragen</w:t>
      </w:r>
    </w:p>
    <w:p w:rsidR="00882B29" w:rsidRDefault="00305603" w:rsidP="00305603">
      <w:r>
        <w:t>………………………………………………………………………………………………………………………………………kg</w:t>
      </w:r>
      <w:r w:rsidR="00970746">
        <w:tab/>
      </w:r>
      <w:r w:rsidR="00970746">
        <w:tab/>
      </w:r>
    </w:p>
    <w:p w:rsidR="004B0920" w:rsidRPr="00D478C1" w:rsidRDefault="00305603" w:rsidP="00337C8A">
      <w:pPr>
        <w:pStyle w:val="Listenabsatz"/>
        <w:numPr>
          <w:ilvl w:val="0"/>
          <w:numId w:val="23"/>
        </w:numPr>
        <w:rPr>
          <w:b/>
          <w:u w:val="single"/>
        </w:rPr>
      </w:pPr>
      <w:r w:rsidRPr="00D478C1">
        <w:rPr>
          <w:b/>
          <w:u w:val="single"/>
        </w:rPr>
        <w:t>Motor</w:t>
      </w:r>
    </w:p>
    <w:p w:rsidR="00305603" w:rsidRDefault="00305603" w:rsidP="009D310E">
      <w:pPr>
        <w:rPr>
          <w:b/>
          <w:u w:val="single"/>
        </w:rPr>
      </w:pPr>
    </w:p>
    <w:p w:rsidR="00305603" w:rsidRDefault="00305603" w:rsidP="00305603">
      <w:r w:rsidRPr="00305603">
        <w:t>-</w:t>
      </w:r>
      <w:r>
        <w:t xml:space="preserve">Dieselmotor, der die </w:t>
      </w:r>
      <w:r w:rsidR="00CF1C71">
        <w:t>Vorgaben der</w:t>
      </w:r>
      <w:r>
        <w:t xml:space="preserve">                      </w:t>
      </w:r>
      <w:r w:rsidR="00CF1C71">
        <w:tab/>
        <w:t xml:space="preserve">     </w:t>
      </w:r>
      <w:r>
        <w:t xml:space="preserve">                 </w:t>
      </w:r>
      <w:r w:rsidR="00961F13">
        <w:t xml:space="preserve">  </w:t>
      </w:r>
      <w:r>
        <w:t>Ja/Nein</w:t>
      </w:r>
    </w:p>
    <w:p w:rsidR="00CF1C71" w:rsidRDefault="00DD471A" w:rsidP="00305603">
      <w:r>
        <w:t xml:space="preserve"> </w:t>
      </w:r>
      <w:r w:rsidR="00B36E67">
        <w:t xml:space="preserve"> </w:t>
      </w:r>
      <w:r w:rsidR="00CF1C71">
        <w:t>Abgasnorm Euro VI E erfüllt</w:t>
      </w:r>
    </w:p>
    <w:p w:rsidR="00305603" w:rsidRPr="00F00469" w:rsidRDefault="00CF1C71" w:rsidP="00305603">
      <w:pPr>
        <w:rPr>
          <w:b/>
          <w:u w:val="single"/>
        </w:rPr>
      </w:pPr>
      <w:r>
        <w:t xml:space="preserve">  </w:t>
      </w:r>
      <w:r w:rsidR="00305603">
        <w:t>tatsächlich: vom Bieter einzutragen</w:t>
      </w:r>
    </w:p>
    <w:p w:rsidR="00305603" w:rsidRDefault="00305603" w:rsidP="00305603">
      <w:pPr>
        <w:rPr>
          <w:b/>
          <w:u w:val="single"/>
        </w:rPr>
      </w:pPr>
      <w:r>
        <w:t>………………………………………………………………………………………………………………………………………</w:t>
      </w:r>
      <w:r w:rsidR="00EE54AA">
        <w:t>…</w:t>
      </w:r>
    </w:p>
    <w:p w:rsidR="00EE54AA" w:rsidRDefault="00EE54AA" w:rsidP="00EE54AA">
      <w:r w:rsidRPr="00305603">
        <w:t>-</w:t>
      </w:r>
      <w:r>
        <w:t xml:space="preserve">Leistung min.170 kW                               </w:t>
      </w:r>
      <w:r>
        <w:tab/>
      </w:r>
      <w:r>
        <w:tab/>
      </w:r>
      <w:r>
        <w:tab/>
      </w:r>
      <w:r>
        <w:tab/>
        <w:t xml:space="preserve">          </w:t>
      </w:r>
      <w:r w:rsidR="00961F13">
        <w:t xml:space="preserve">    </w:t>
      </w:r>
      <w:r>
        <w:t>Ja/Nein</w:t>
      </w:r>
    </w:p>
    <w:p w:rsidR="00EE54AA" w:rsidRPr="00F00469" w:rsidRDefault="00DD471A" w:rsidP="00EE54AA">
      <w:pPr>
        <w:rPr>
          <w:b/>
          <w:u w:val="single"/>
        </w:rPr>
      </w:pPr>
      <w:r>
        <w:t xml:space="preserve"> </w:t>
      </w:r>
      <w:r w:rsidR="00B36E67">
        <w:t xml:space="preserve"> </w:t>
      </w:r>
      <w:r w:rsidR="00EE54AA">
        <w:t>tatsächlich: vom Bieter einzutragen</w:t>
      </w:r>
    </w:p>
    <w:p w:rsidR="00305603" w:rsidRDefault="00EE54AA" w:rsidP="00EE54AA">
      <w:pPr>
        <w:rPr>
          <w:b/>
          <w:u w:val="single"/>
        </w:rPr>
      </w:pPr>
      <w:r>
        <w:t>………………………………………………………………………………………………………………………….kW</w:t>
      </w:r>
    </w:p>
    <w:p w:rsidR="00EE54AA" w:rsidRDefault="00EE54AA" w:rsidP="00EE54AA">
      <w:r w:rsidRPr="00305603">
        <w:t>-</w:t>
      </w:r>
      <w:r w:rsidR="00555D65">
        <w:t>Rußpartikelfilter</w:t>
      </w:r>
      <w:r w:rsidR="00555D65">
        <w:tab/>
      </w:r>
      <w:r w:rsidR="00555D65">
        <w:tab/>
      </w:r>
      <w:r w:rsidR="00555D65">
        <w:tab/>
      </w:r>
      <w:r w:rsidR="00555D65">
        <w:tab/>
      </w:r>
      <w:r w:rsidR="00555D65">
        <w:tab/>
      </w:r>
      <w:r>
        <w:t xml:space="preserve">                                         </w:t>
      </w:r>
      <w:r w:rsidR="00961F13">
        <w:t xml:space="preserve">   </w:t>
      </w:r>
      <w:r>
        <w:t>Ja/Nein</w:t>
      </w:r>
    </w:p>
    <w:p w:rsidR="00EE54AA" w:rsidRPr="00F00469" w:rsidRDefault="00DD471A" w:rsidP="00EE54AA">
      <w:pPr>
        <w:rPr>
          <w:b/>
          <w:u w:val="single"/>
        </w:rPr>
      </w:pPr>
      <w:r>
        <w:t xml:space="preserve"> </w:t>
      </w:r>
      <w:r w:rsidR="00B36E67">
        <w:t xml:space="preserve"> </w:t>
      </w:r>
      <w:r w:rsidR="00EE54AA">
        <w:t>tatsächlich: vom Bieter einzutragen</w:t>
      </w:r>
    </w:p>
    <w:p w:rsidR="00305603" w:rsidRPr="00305603" w:rsidRDefault="00EE54AA" w:rsidP="00EE54AA">
      <w:pPr>
        <w:rPr>
          <w:b/>
          <w:u w:val="single"/>
        </w:rPr>
      </w:pPr>
      <w:r>
        <w:t>………………………………………………………………………………………………………………………………………</w:t>
      </w:r>
      <w:r w:rsidR="00555D65">
        <w:t>.…</w:t>
      </w:r>
    </w:p>
    <w:p w:rsidR="00555D65" w:rsidRDefault="00555D65" w:rsidP="00555D65">
      <w:r w:rsidRPr="00305603">
        <w:t>-</w:t>
      </w:r>
      <w:r>
        <w:t xml:space="preserve">Rußpartikelfilter Austausch erforderlich      </w:t>
      </w:r>
      <w:r>
        <w:tab/>
      </w:r>
      <w:r>
        <w:tab/>
        <w:t xml:space="preserve">                               </w:t>
      </w:r>
      <w:r w:rsidR="00961F13">
        <w:t xml:space="preserve">   </w:t>
      </w:r>
      <w:r>
        <w:t>Ja/Nein</w:t>
      </w:r>
    </w:p>
    <w:p w:rsidR="00555D65" w:rsidRPr="00F00469" w:rsidRDefault="00DD471A" w:rsidP="00555D65">
      <w:pPr>
        <w:rPr>
          <w:b/>
          <w:u w:val="single"/>
        </w:rPr>
      </w:pPr>
      <w:r>
        <w:t xml:space="preserve"> </w:t>
      </w:r>
      <w:r w:rsidR="00B36E67">
        <w:t xml:space="preserve"> </w:t>
      </w:r>
      <w:r w:rsidR="00555D65">
        <w:t>ab km-Stand bzw. Jahre</w:t>
      </w:r>
    </w:p>
    <w:p w:rsidR="00725BBE" w:rsidRPr="00725BBE" w:rsidRDefault="00DD471A" w:rsidP="00555D65">
      <w:r>
        <w:t xml:space="preserve"> </w:t>
      </w:r>
      <w:r w:rsidR="00B36E67">
        <w:t xml:space="preserve"> </w:t>
      </w:r>
      <w:r w:rsidR="00555D65">
        <w:t>tatsächlich: vom Bieter einzutragen ……………………...……………………………………………………………………………………………………………..……</w:t>
      </w:r>
    </w:p>
    <w:p w:rsidR="00555D65" w:rsidRDefault="00555D65" w:rsidP="00555D65">
      <w:r w:rsidRPr="00305603">
        <w:t>-</w:t>
      </w:r>
      <w:r>
        <w:t xml:space="preserve">Kosten für Rußpartikelfilter     </w:t>
      </w:r>
      <w:r>
        <w:tab/>
      </w:r>
      <w:r>
        <w:tab/>
        <w:t xml:space="preserve"> </w:t>
      </w:r>
      <w:r>
        <w:tab/>
      </w:r>
      <w:r>
        <w:tab/>
        <w:t xml:space="preserve">                               </w:t>
      </w:r>
      <w:r w:rsidR="00961F13">
        <w:t xml:space="preserve">   </w:t>
      </w:r>
    </w:p>
    <w:p w:rsidR="00555D65" w:rsidRPr="00F00469" w:rsidRDefault="00DD471A" w:rsidP="00555D65">
      <w:pPr>
        <w:rPr>
          <w:b/>
          <w:u w:val="single"/>
        </w:rPr>
      </w:pPr>
      <w:r>
        <w:t xml:space="preserve"> </w:t>
      </w:r>
      <w:r w:rsidR="00B36E67">
        <w:t xml:space="preserve"> </w:t>
      </w:r>
      <w:r w:rsidR="00555D65">
        <w:t>Tausch bzw. Reinigung (netto)</w:t>
      </w:r>
    </w:p>
    <w:p w:rsidR="00555D65" w:rsidRPr="00725BBE" w:rsidRDefault="00555D65" w:rsidP="00555D65">
      <w:r>
        <w:t>……………………………………………………………………………………………………………………………………..……</w:t>
      </w:r>
    </w:p>
    <w:p w:rsidR="00555D65" w:rsidRDefault="00555D65" w:rsidP="00555D65">
      <w:r w:rsidRPr="00305603">
        <w:t>-</w:t>
      </w:r>
      <w:r w:rsidR="00CD2770">
        <w:t>Motorbremse mit min. 170 kW Bremsleistung</w:t>
      </w:r>
      <w:r>
        <w:t xml:space="preserve">   </w:t>
      </w:r>
      <w:r>
        <w:tab/>
      </w:r>
      <w:r>
        <w:tab/>
        <w:t xml:space="preserve">                               </w:t>
      </w:r>
      <w:r w:rsidR="00961F13">
        <w:t xml:space="preserve">   </w:t>
      </w:r>
      <w:r>
        <w:t>Ja/Nein</w:t>
      </w:r>
    </w:p>
    <w:p w:rsidR="00555D65" w:rsidRPr="00725BBE" w:rsidRDefault="00DD471A" w:rsidP="00555D65">
      <w:r>
        <w:t xml:space="preserve"> </w:t>
      </w:r>
      <w:r w:rsidR="00B36E67">
        <w:t xml:space="preserve"> </w:t>
      </w:r>
      <w:r w:rsidR="00CD2770">
        <w:t xml:space="preserve">tatsächlich: vom Bieter einzutragen </w:t>
      </w:r>
      <w:r w:rsidR="00555D65">
        <w:t>……………………………………………………………………………………………………………………………</w:t>
      </w:r>
      <w:r w:rsidR="00555D65" w:rsidRPr="00CD2770">
        <w:t>…….</w:t>
      </w:r>
      <w:r w:rsidR="00555D65">
        <w:t>.……</w:t>
      </w:r>
    </w:p>
    <w:p w:rsidR="00CD2770" w:rsidRDefault="00CD2770" w:rsidP="00CD2770">
      <w:r w:rsidRPr="00305603">
        <w:t>-</w:t>
      </w:r>
      <w:r>
        <w:t>Kraftstofffilter, beheizt</w:t>
      </w:r>
      <w:r>
        <w:tab/>
      </w:r>
      <w:r>
        <w:tab/>
      </w:r>
      <w:r>
        <w:tab/>
        <w:t xml:space="preserve">   </w:t>
      </w:r>
      <w:r>
        <w:tab/>
      </w:r>
      <w:r>
        <w:tab/>
        <w:t xml:space="preserve">                             </w:t>
      </w:r>
      <w:r w:rsidR="00961F13">
        <w:t xml:space="preserve">   </w:t>
      </w:r>
      <w:r>
        <w:t xml:space="preserve">  Ja/Nein</w:t>
      </w:r>
    </w:p>
    <w:p w:rsidR="00CD2770" w:rsidRPr="00725BBE" w:rsidRDefault="00DD471A" w:rsidP="00CD2770">
      <w:r>
        <w:t xml:space="preserve"> </w:t>
      </w:r>
      <w:r w:rsidR="00B36E67">
        <w:t xml:space="preserve"> </w:t>
      </w:r>
      <w:r w:rsidR="00CD2770">
        <w:t>tatsächlich: vom Bieter einzutragen …………………………………………………………………………………………………………………………………..……</w:t>
      </w:r>
    </w:p>
    <w:p w:rsidR="00CD2770" w:rsidRDefault="00CD2770" w:rsidP="00CD2770">
      <w:r w:rsidRPr="00305603">
        <w:t>-</w:t>
      </w:r>
      <w:r>
        <w:t>elektronisches Motormanagement</w:t>
      </w:r>
      <w:r>
        <w:tab/>
      </w:r>
      <w:r>
        <w:tab/>
      </w:r>
      <w:r w:rsidR="00560D61">
        <w:t xml:space="preserve">      </w:t>
      </w:r>
      <w:r>
        <w:t xml:space="preserve">   </w:t>
      </w:r>
      <w:r>
        <w:tab/>
      </w:r>
      <w:r>
        <w:tab/>
        <w:t xml:space="preserve">                               </w:t>
      </w:r>
      <w:r w:rsidR="00560D61">
        <w:t xml:space="preserve">   </w:t>
      </w:r>
      <w:r>
        <w:t>Ja/Nein</w:t>
      </w:r>
    </w:p>
    <w:p w:rsidR="00CD2770" w:rsidRPr="00725BBE" w:rsidRDefault="00DD471A" w:rsidP="00CD2770">
      <w:r>
        <w:t xml:space="preserve"> </w:t>
      </w:r>
      <w:r w:rsidR="00B36E67">
        <w:t xml:space="preserve"> </w:t>
      </w:r>
      <w:r w:rsidR="00CD2770">
        <w:t>tatsächlich: vom Bieter einzutragen …………………………………………………………………………………………………………………………………..……</w:t>
      </w:r>
    </w:p>
    <w:p w:rsidR="00337C8A" w:rsidRDefault="00337C8A" w:rsidP="00CD2770"/>
    <w:p w:rsidR="00337C8A" w:rsidRDefault="00337C8A" w:rsidP="00CD2770"/>
    <w:p w:rsidR="00560D61" w:rsidRDefault="00560D61" w:rsidP="00CD2770"/>
    <w:p w:rsidR="00CD2770" w:rsidRDefault="00CD2770" w:rsidP="00CD2770">
      <w:r w:rsidRPr="00305603">
        <w:t>-</w:t>
      </w:r>
      <w:r>
        <w:t>Luftansaugung erhöht</w:t>
      </w:r>
      <w:r>
        <w:tab/>
      </w:r>
      <w:r>
        <w:tab/>
      </w:r>
      <w:r>
        <w:tab/>
        <w:t xml:space="preserve">   </w:t>
      </w:r>
      <w:r>
        <w:tab/>
      </w:r>
      <w:r>
        <w:tab/>
        <w:t xml:space="preserve">                               Ja/Nein</w:t>
      </w:r>
    </w:p>
    <w:p w:rsidR="00CD2770" w:rsidRPr="00725BBE" w:rsidRDefault="00DD471A" w:rsidP="00CD2770">
      <w:r>
        <w:t xml:space="preserve"> </w:t>
      </w:r>
      <w:r w:rsidR="00B36E67">
        <w:t xml:space="preserve"> </w:t>
      </w:r>
      <w:r w:rsidR="00CD2770">
        <w:t>tatsächlich: vom Bieter einzutragen …………………………………………………………………………………………………………………………………..……</w:t>
      </w:r>
    </w:p>
    <w:p w:rsidR="000157FA" w:rsidRDefault="000157FA" w:rsidP="000157FA">
      <w:r w:rsidRPr="00305603">
        <w:t>-</w:t>
      </w:r>
      <w:r>
        <w:t>Kühlerfrostschutz bis -40</w:t>
      </w:r>
      <w:r w:rsidR="00CF1C71">
        <w:t>° C</w:t>
      </w:r>
      <w:r>
        <w:t xml:space="preserve"> </w:t>
      </w:r>
      <w:r>
        <w:tab/>
      </w:r>
      <w:r>
        <w:tab/>
        <w:t xml:space="preserve">   </w:t>
      </w:r>
      <w:r>
        <w:tab/>
      </w:r>
      <w:r>
        <w:tab/>
        <w:t xml:space="preserve">                               Ja/Nein</w:t>
      </w:r>
    </w:p>
    <w:p w:rsidR="000157FA" w:rsidRPr="00725BBE" w:rsidRDefault="00DD471A" w:rsidP="000157FA">
      <w:r>
        <w:t xml:space="preserve"> </w:t>
      </w:r>
      <w:r w:rsidR="00B36E67">
        <w:t xml:space="preserve"> </w:t>
      </w:r>
      <w:r w:rsidR="000157FA">
        <w:t>tatsächlich: vom Bieter einzutragen …………………………………………………………………………………………………………………………………..……</w:t>
      </w:r>
    </w:p>
    <w:p w:rsidR="000157FA" w:rsidRDefault="000157FA" w:rsidP="000157FA">
      <w:r>
        <w:t>-</w:t>
      </w:r>
      <w:r w:rsidR="008D2692">
        <w:t xml:space="preserve">Kraftstoffbehälter min. 120 ltr., </w:t>
      </w:r>
      <w:r w:rsidR="006729D9">
        <w:t>ab</w:t>
      </w:r>
      <w:r w:rsidR="008D2692">
        <w:t xml:space="preserve">schließbar </w:t>
      </w:r>
      <w:r>
        <w:t xml:space="preserve">   </w:t>
      </w:r>
      <w:r>
        <w:tab/>
      </w:r>
      <w:r>
        <w:tab/>
        <w:t xml:space="preserve">                               Ja/Nein</w:t>
      </w:r>
    </w:p>
    <w:p w:rsidR="000157FA" w:rsidRPr="00725BBE" w:rsidRDefault="00DD471A" w:rsidP="000157FA">
      <w:r>
        <w:t xml:space="preserve"> </w:t>
      </w:r>
      <w:r w:rsidR="00B36E67">
        <w:t xml:space="preserve"> </w:t>
      </w:r>
      <w:r w:rsidR="000157FA">
        <w:t>tatsächlich: vom Bieter einzutragen …………………………………………………………………………………………………………………………………..……</w:t>
      </w:r>
    </w:p>
    <w:p w:rsidR="008D2692" w:rsidRDefault="008D2692" w:rsidP="008D2692">
      <w:r w:rsidRPr="00305603">
        <w:t>-</w:t>
      </w:r>
      <w:r w:rsidR="00C3232C">
        <w:t>Tankbehälter</w:t>
      </w:r>
      <w:r w:rsidR="00E22C98">
        <w:t xml:space="preserve"> für</w:t>
      </w:r>
      <w:r>
        <w:t xml:space="preserve"> Zusatzstoffe (Ad Blue),</w:t>
      </w:r>
      <w:r w:rsidR="006729D9">
        <w:t xml:space="preserve"> min 25 ltr., ab</w:t>
      </w:r>
      <w:r>
        <w:t>schließbar                 Ja/Nein</w:t>
      </w:r>
    </w:p>
    <w:p w:rsidR="008D2692" w:rsidRDefault="00DD471A" w:rsidP="008D2692">
      <w:r>
        <w:t xml:space="preserve"> </w:t>
      </w:r>
      <w:r w:rsidR="008D2692">
        <w:t xml:space="preserve">(Schlüssel gleichschließend mit Kraftstoffbehälter) </w:t>
      </w:r>
    </w:p>
    <w:p w:rsidR="008D2692" w:rsidRPr="00725BBE" w:rsidRDefault="00DD471A" w:rsidP="008D2692">
      <w:r>
        <w:t xml:space="preserve"> </w:t>
      </w:r>
      <w:r w:rsidR="00B36E67">
        <w:t xml:space="preserve"> </w:t>
      </w:r>
      <w:r w:rsidR="008D2692">
        <w:t>tatsächlich: vom Bieter einzutragen …………………………………………………………………………………………………………………………………..……</w:t>
      </w:r>
    </w:p>
    <w:p w:rsidR="008D2692" w:rsidRDefault="008D2692" w:rsidP="008D2692">
      <w:r w:rsidRPr="00305603">
        <w:t>-</w:t>
      </w:r>
      <w:r w:rsidR="006729D9">
        <w:t>Verbrauch an Zusatzstoffen (Ad Blue)</w:t>
      </w:r>
      <w:r w:rsidR="006729D9">
        <w:tab/>
      </w:r>
      <w:r>
        <w:t xml:space="preserve">   </w:t>
      </w:r>
      <w:r>
        <w:tab/>
      </w:r>
      <w:r>
        <w:tab/>
        <w:t xml:space="preserve">                               </w:t>
      </w:r>
    </w:p>
    <w:p w:rsidR="008D2692" w:rsidRPr="00725BBE" w:rsidRDefault="00DD471A" w:rsidP="008D2692">
      <w:r>
        <w:t xml:space="preserve"> </w:t>
      </w:r>
      <w:r w:rsidR="00B36E67">
        <w:t xml:space="preserve"> </w:t>
      </w:r>
      <w:r w:rsidR="008D2692">
        <w:t>tatsächlich: vom Bieter einzutragen …………………………………………………………………………………………………………………………………..……</w:t>
      </w:r>
    </w:p>
    <w:p w:rsidR="006729D9" w:rsidRDefault="006729D9" w:rsidP="006729D9">
      <w:r w:rsidRPr="00305603">
        <w:t>-</w:t>
      </w:r>
      <w:r>
        <w:t>Kraftstoffverbrauch innerorts bei voller Beladung</w:t>
      </w:r>
      <w:r>
        <w:tab/>
        <w:t xml:space="preserve">                               </w:t>
      </w:r>
    </w:p>
    <w:p w:rsidR="006729D9" w:rsidRPr="00725BBE" w:rsidRDefault="00DD471A" w:rsidP="006729D9">
      <w:r>
        <w:t xml:space="preserve"> </w:t>
      </w:r>
      <w:r w:rsidR="00B36E67">
        <w:t xml:space="preserve"> </w:t>
      </w:r>
      <w:r w:rsidR="006729D9">
        <w:t>tatsächlich: vom Bieter einzutragen …………………………………………………………………………………………………………………………………..……</w:t>
      </w:r>
    </w:p>
    <w:p w:rsidR="006729D9" w:rsidRDefault="006729D9" w:rsidP="006729D9">
      <w:r w:rsidRPr="00305603">
        <w:t>-</w:t>
      </w:r>
      <w:r w:rsidR="00C3232C">
        <w:t>Kraftstoffverbrauch außerorts bei voller Beladung</w:t>
      </w:r>
      <w:r>
        <w:tab/>
      </w:r>
      <w:r>
        <w:tab/>
        <w:t xml:space="preserve">                               </w:t>
      </w:r>
    </w:p>
    <w:p w:rsidR="006729D9" w:rsidRPr="00725BBE" w:rsidRDefault="00DD471A" w:rsidP="006729D9">
      <w:r>
        <w:t xml:space="preserve"> </w:t>
      </w:r>
      <w:r w:rsidR="00B36E67">
        <w:t xml:space="preserve"> </w:t>
      </w:r>
      <w:r w:rsidR="006729D9">
        <w:t>tatsächlich: vom Bieter einzutragen …………………………………………………………………………………………………………………………………..……</w:t>
      </w:r>
    </w:p>
    <w:p w:rsidR="00CD2770" w:rsidRDefault="00CD2770" w:rsidP="009D310E">
      <w:pPr>
        <w:rPr>
          <w:i/>
        </w:rPr>
      </w:pPr>
    </w:p>
    <w:p w:rsidR="00C3232C" w:rsidRPr="00D478C1" w:rsidRDefault="00C3232C" w:rsidP="00337C8A">
      <w:pPr>
        <w:pStyle w:val="Listenabsatz"/>
        <w:numPr>
          <w:ilvl w:val="0"/>
          <w:numId w:val="23"/>
        </w:numPr>
        <w:rPr>
          <w:b/>
          <w:u w:val="single"/>
        </w:rPr>
      </w:pPr>
      <w:r w:rsidRPr="00D478C1">
        <w:rPr>
          <w:b/>
          <w:u w:val="single"/>
        </w:rPr>
        <w:t>Getriebe</w:t>
      </w:r>
    </w:p>
    <w:p w:rsidR="00C3232C" w:rsidRDefault="00C3232C" w:rsidP="00C3232C">
      <w:pPr>
        <w:rPr>
          <w:b/>
          <w:u w:val="single"/>
        </w:rPr>
      </w:pPr>
    </w:p>
    <w:p w:rsidR="00C3232C" w:rsidRDefault="00C3232C" w:rsidP="00C3232C">
      <w:r>
        <w:t>-manuelles Schaltgetriebe mit</w:t>
      </w:r>
      <w:r w:rsidR="00C80B69">
        <w:t xml:space="preserve"> Schaltkraftunterstützung</w:t>
      </w:r>
      <w:r>
        <w:tab/>
        <w:t xml:space="preserve">                               Ja/Nein</w:t>
      </w:r>
    </w:p>
    <w:p w:rsidR="00F63B2F" w:rsidRDefault="00DD471A" w:rsidP="00C3232C">
      <w:r>
        <w:t xml:space="preserve"> </w:t>
      </w:r>
      <w:r w:rsidR="00B36E67">
        <w:t xml:space="preserve"> </w:t>
      </w:r>
      <w:r w:rsidR="00C80B69">
        <w:t xml:space="preserve">min. 6 Vorwärts und </w:t>
      </w:r>
      <w:r w:rsidR="00C3232C">
        <w:t>ein Rückwärtsgang</w:t>
      </w:r>
      <w:r w:rsidR="00C80B69">
        <w:t xml:space="preserve"> sowie </w:t>
      </w:r>
    </w:p>
    <w:p w:rsidR="00C3232C" w:rsidRDefault="00F63B2F" w:rsidP="00C3232C">
      <w:r>
        <w:t xml:space="preserve">  </w:t>
      </w:r>
      <w:r w:rsidR="00C80B69">
        <w:t>Untersetzung</w:t>
      </w:r>
      <w:r w:rsidR="00C3232C">
        <w:t xml:space="preserve">  </w:t>
      </w:r>
    </w:p>
    <w:p w:rsidR="00C3232C" w:rsidRPr="00725BBE" w:rsidRDefault="00DD471A" w:rsidP="00C3232C">
      <w:r>
        <w:t xml:space="preserve"> </w:t>
      </w:r>
      <w:r w:rsidR="00B36E67">
        <w:t xml:space="preserve"> </w:t>
      </w:r>
      <w:r w:rsidR="00C3232C">
        <w:t>tatsächlich: vom Bieter einzutragen …………………………………………………………………………………………………………………………………..……</w:t>
      </w:r>
    </w:p>
    <w:p w:rsidR="00343817" w:rsidRDefault="00C3232C" w:rsidP="00343817">
      <w:r w:rsidRPr="00305603">
        <w:t>-</w:t>
      </w:r>
      <w:r w:rsidR="00343817">
        <w:t>Verteilergetriebe zuschaltbar</w:t>
      </w:r>
      <w:r w:rsidR="00343817">
        <w:tab/>
      </w:r>
      <w:r w:rsidR="00343817">
        <w:tab/>
        <w:t xml:space="preserve">   </w:t>
      </w:r>
      <w:r w:rsidR="00343817">
        <w:tab/>
      </w:r>
      <w:r w:rsidR="00343817">
        <w:tab/>
        <w:t xml:space="preserve">                               Ja/Nein</w:t>
      </w:r>
    </w:p>
    <w:p w:rsidR="00343817" w:rsidRPr="00725BBE" w:rsidRDefault="00DD471A" w:rsidP="00343817">
      <w:r>
        <w:t xml:space="preserve"> </w:t>
      </w:r>
      <w:r w:rsidR="00B36E67">
        <w:t xml:space="preserve"> </w:t>
      </w:r>
      <w:r w:rsidR="00343817">
        <w:t>tatsächlich: vom Bieter einzutragen …………………………………………………………………………………………………………………………………..……</w:t>
      </w:r>
    </w:p>
    <w:p w:rsidR="00343817" w:rsidRDefault="00343817" w:rsidP="00343817">
      <w:r w:rsidRPr="00305603">
        <w:t>-</w:t>
      </w:r>
      <w:r>
        <w:t xml:space="preserve">Hydraulikpumpe für Kipperbetrieb   </w:t>
      </w:r>
      <w:r>
        <w:tab/>
      </w:r>
      <w:r>
        <w:tab/>
        <w:t xml:space="preserve">                      </w:t>
      </w:r>
      <w:r>
        <w:tab/>
        <w:t xml:space="preserve">         </w:t>
      </w:r>
      <w:r w:rsidR="00B82CE1">
        <w:t xml:space="preserve"> </w:t>
      </w:r>
      <w:r>
        <w:t>Ja/Nein</w:t>
      </w:r>
    </w:p>
    <w:p w:rsidR="00343817" w:rsidRPr="00725BBE" w:rsidRDefault="00DD471A" w:rsidP="00343817">
      <w:r>
        <w:t xml:space="preserve"> </w:t>
      </w:r>
      <w:r w:rsidR="00B36E67">
        <w:t xml:space="preserve"> </w:t>
      </w:r>
      <w:r w:rsidR="00343817">
        <w:t>tatsächlich: vom Bieter einzutragen …………………………………………………………………………………………………………………………………..……</w:t>
      </w:r>
    </w:p>
    <w:p w:rsidR="00953F4E" w:rsidRPr="00953F4E" w:rsidRDefault="00953F4E" w:rsidP="00953F4E">
      <w:pPr>
        <w:ind w:left="567"/>
        <w:rPr>
          <w:b/>
          <w:u w:val="single"/>
        </w:rPr>
      </w:pPr>
    </w:p>
    <w:p w:rsidR="00C3232C" w:rsidRPr="00953F4E" w:rsidRDefault="00DD471A" w:rsidP="00953F4E">
      <w:pPr>
        <w:ind w:left="360"/>
        <w:rPr>
          <w:b/>
          <w:u w:val="single"/>
        </w:rPr>
      </w:pPr>
      <w:r>
        <w:rPr>
          <w:b/>
        </w:rPr>
        <w:t xml:space="preserve">  </w:t>
      </w:r>
      <w:r w:rsidR="00AD66BE">
        <w:rPr>
          <w:b/>
        </w:rPr>
        <w:t xml:space="preserve">  </w:t>
      </w:r>
      <w:r w:rsidR="00953F4E" w:rsidRPr="00953F4E">
        <w:rPr>
          <w:b/>
        </w:rPr>
        <w:t>6.</w:t>
      </w:r>
      <w:r w:rsidR="00953F4E" w:rsidRPr="00DD471A">
        <w:rPr>
          <w:b/>
        </w:rPr>
        <w:t xml:space="preserve"> </w:t>
      </w:r>
      <w:r w:rsidR="00AD66BE">
        <w:rPr>
          <w:b/>
        </w:rPr>
        <w:t xml:space="preserve"> </w:t>
      </w:r>
      <w:r w:rsidR="00343817" w:rsidRPr="00953F4E">
        <w:rPr>
          <w:b/>
          <w:u w:val="single"/>
        </w:rPr>
        <w:t>Fahrerhaus</w:t>
      </w:r>
    </w:p>
    <w:p w:rsidR="00C3232C" w:rsidRDefault="00C3232C" w:rsidP="009D310E">
      <w:pPr>
        <w:rPr>
          <w:i/>
        </w:rPr>
      </w:pPr>
    </w:p>
    <w:p w:rsidR="00343817" w:rsidRDefault="00343817" w:rsidP="00343817">
      <w:r w:rsidRPr="00305603">
        <w:t>-</w:t>
      </w:r>
      <w:r w:rsidR="00B82CE1">
        <w:t>Nahverkehrsfahrerhaus in der Farbe RAL 2011</w:t>
      </w:r>
      <w:r>
        <w:t xml:space="preserve">   </w:t>
      </w:r>
      <w:r>
        <w:tab/>
        <w:t xml:space="preserve">                               Ja/Nein</w:t>
      </w:r>
    </w:p>
    <w:p w:rsidR="00343817" w:rsidRPr="00725BBE" w:rsidRDefault="00343817" w:rsidP="00343817">
      <w:r>
        <w:t xml:space="preserve"> </w:t>
      </w:r>
      <w:r w:rsidR="00953F4E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B82CE1" w:rsidRDefault="00B767B9" w:rsidP="00B82CE1">
      <w:r>
        <w:t>-</w:t>
      </w:r>
      <w:r w:rsidR="00B82CE1">
        <w:t xml:space="preserve">Fahrerhauslagerung/ Schwingungsdämpfung   </w:t>
      </w:r>
      <w:r w:rsidR="00B82CE1">
        <w:tab/>
      </w:r>
      <w:r w:rsidR="00B82CE1">
        <w:tab/>
        <w:t xml:space="preserve">                               Ja/Nein</w:t>
      </w:r>
    </w:p>
    <w:p w:rsidR="00CF1C71" w:rsidRDefault="00B82CE1" w:rsidP="00B82CE1">
      <w:r>
        <w:t xml:space="preserve"> </w:t>
      </w:r>
      <w:r w:rsidR="00B36E67">
        <w:t xml:space="preserve"> </w:t>
      </w:r>
      <w:r>
        <w:t xml:space="preserve">tatsächlich: vom Bieter einzutragen </w:t>
      </w:r>
    </w:p>
    <w:p w:rsidR="00B82CE1" w:rsidRPr="00725BBE" w:rsidRDefault="00B82CE1" w:rsidP="00B82CE1">
      <w:r>
        <w:t>…………………………………………………………………………………………………………………………………..……</w:t>
      </w:r>
    </w:p>
    <w:p w:rsidR="00B82CE1" w:rsidRDefault="00B82CE1" w:rsidP="00B82CE1">
      <w:r w:rsidRPr="00305603">
        <w:t>-</w:t>
      </w:r>
      <w:r>
        <w:t>Fahrerhaus hydraulisch kippbar</w:t>
      </w:r>
      <w:r>
        <w:tab/>
      </w:r>
      <w:r>
        <w:tab/>
        <w:t xml:space="preserve">   </w:t>
      </w:r>
      <w:r>
        <w:tab/>
      </w:r>
      <w:r>
        <w:tab/>
        <w:t xml:space="preserve">                               Ja/Nein</w:t>
      </w:r>
    </w:p>
    <w:p w:rsidR="00B82CE1" w:rsidRPr="00725BBE" w:rsidRDefault="00B82CE1" w:rsidP="00B82CE1">
      <w:r>
        <w:t xml:space="preserve"> </w:t>
      </w:r>
      <w:r w:rsidR="00B36E67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B82CE1" w:rsidRDefault="00B82CE1" w:rsidP="00B82CE1">
      <w:r w:rsidRPr="00305603">
        <w:t>-</w:t>
      </w:r>
      <w:r>
        <w:t>Dachluke/Lüftungsklappe</w:t>
      </w:r>
      <w:r w:rsidR="00441D86">
        <w:t>, manuell zu bedienen</w:t>
      </w:r>
      <w:r>
        <w:t xml:space="preserve"> </w:t>
      </w:r>
      <w:r>
        <w:tab/>
      </w:r>
      <w:r>
        <w:tab/>
        <w:t xml:space="preserve">                               Ja/Nein</w:t>
      </w:r>
    </w:p>
    <w:p w:rsidR="006E4D81" w:rsidRDefault="00B82CE1" w:rsidP="006E4D81">
      <w:r>
        <w:t xml:space="preserve"> </w:t>
      </w:r>
      <w:r w:rsidR="00B36E67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6E4D81" w:rsidRDefault="006E4D81" w:rsidP="006E4D81">
      <w:r>
        <w:lastRenderedPageBreak/>
        <w:t>-Komfort- Fahrersitz, gepolstert, höhen-, längs</w:t>
      </w:r>
      <w:r w:rsidR="00800272">
        <w:t>-, neigungsverstellbar</w:t>
      </w:r>
      <w:r>
        <w:tab/>
        <w:t xml:space="preserve">           Ja/Nein</w:t>
      </w:r>
    </w:p>
    <w:p w:rsidR="006E4D81" w:rsidRDefault="006E4D81" w:rsidP="006E4D81">
      <w:r>
        <w:t xml:space="preserve"> </w:t>
      </w:r>
      <w:r w:rsidR="00B36E67">
        <w:t xml:space="preserve"> </w:t>
      </w:r>
      <w:r>
        <w:t>Rückenlehne verstellbar, luftgefedert mit Lendenwirbelstütze</w:t>
      </w:r>
      <w:r w:rsidR="00560D61">
        <w:t xml:space="preserve"> und</w:t>
      </w:r>
    </w:p>
    <w:p w:rsidR="006E4D81" w:rsidRDefault="006E4D81" w:rsidP="006E4D81">
      <w:r>
        <w:t xml:space="preserve"> </w:t>
      </w:r>
      <w:r w:rsidR="00B36E67">
        <w:t xml:space="preserve"> </w:t>
      </w:r>
      <w:r w:rsidR="00800272">
        <w:t>höhenverstellbarer Ko</w:t>
      </w:r>
      <w:r w:rsidR="00E22C98">
        <w:t>p</w:t>
      </w:r>
      <w:r w:rsidR="00800272">
        <w:t>fstütze</w:t>
      </w:r>
      <w:r>
        <w:t xml:space="preserve"> </w:t>
      </w:r>
    </w:p>
    <w:p w:rsidR="006E4D81" w:rsidRPr="00725BBE" w:rsidRDefault="006E4D81" w:rsidP="006E4D81">
      <w:r>
        <w:t xml:space="preserve"> </w:t>
      </w:r>
      <w:r w:rsidR="00B36E67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6E4D81" w:rsidRDefault="006E4D81" w:rsidP="006E4D81">
      <w:r w:rsidRPr="00305603">
        <w:t>-</w:t>
      </w:r>
      <w:r w:rsidR="006E4A63">
        <w:t>Beifahrersitz, gepolstert, höhen-, längs-, neigungsverstellbar</w:t>
      </w:r>
      <w:r>
        <w:t xml:space="preserve">                       Ja/Nein</w:t>
      </w:r>
    </w:p>
    <w:p w:rsidR="006E4A63" w:rsidRDefault="006E4D81" w:rsidP="006E4D81">
      <w:r>
        <w:t xml:space="preserve"> </w:t>
      </w:r>
      <w:r w:rsidR="00B36E67">
        <w:t xml:space="preserve"> </w:t>
      </w:r>
      <w:r w:rsidR="006E4A63">
        <w:t>Rückenlehne verstellbar, gefedert</w:t>
      </w:r>
      <w:r w:rsidR="00800272">
        <w:t xml:space="preserve"> mit höhenverstellbarer Kopfstütze</w:t>
      </w:r>
      <w:r w:rsidR="006E4A63">
        <w:t xml:space="preserve"> </w:t>
      </w:r>
    </w:p>
    <w:p w:rsidR="00800272" w:rsidRDefault="006E4A63" w:rsidP="00800272">
      <w:r>
        <w:t xml:space="preserve"> </w:t>
      </w:r>
      <w:r w:rsidR="00B36E67">
        <w:t xml:space="preserve"> </w:t>
      </w:r>
      <w:r w:rsidR="006E4D81">
        <w:t xml:space="preserve">tatsächlich: vom Bieter einzutragen </w:t>
      </w:r>
    </w:p>
    <w:p w:rsidR="00800272" w:rsidRPr="00725BBE" w:rsidRDefault="00800272" w:rsidP="00800272">
      <w:r>
        <w:t>…………………………………………………………………………………………………………………………………..……</w:t>
      </w:r>
    </w:p>
    <w:p w:rsidR="00800272" w:rsidRDefault="00800272" w:rsidP="00800272">
      <w:r>
        <w:t xml:space="preserve">-Frontscheibe </w:t>
      </w:r>
      <w:r w:rsidR="00560D61">
        <w:t xml:space="preserve">getönt                            </w:t>
      </w:r>
      <w:r w:rsidR="00E22C98">
        <w:t xml:space="preserve"> </w:t>
      </w:r>
      <w:r w:rsidR="00E22C98">
        <w:tab/>
      </w:r>
      <w:r w:rsidR="00E22C98">
        <w:tab/>
      </w:r>
      <w:r>
        <w:tab/>
        <w:t xml:space="preserve">                               Ja/Nein</w:t>
      </w:r>
    </w:p>
    <w:p w:rsidR="00800272" w:rsidRPr="00725BBE" w:rsidRDefault="00B36E67" w:rsidP="00800272">
      <w:r>
        <w:t xml:space="preserve"> </w:t>
      </w:r>
      <w:r w:rsidR="00800272">
        <w:t xml:space="preserve"> tatsächlich: vom Bieter einzutragen …………………………………………………………………………………………………………………………………..……</w:t>
      </w:r>
    </w:p>
    <w:p w:rsidR="00800272" w:rsidRDefault="00800272" w:rsidP="00800272">
      <w:r w:rsidRPr="00305603">
        <w:t>-</w:t>
      </w:r>
      <w:r>
        <w:t xml:space="preserve">Automatik– Sicherheitsgurte für beide Sitze   </w:t>
      </w:r>
      <w:r>
        <w:tab/>
      </w:r>
      <w:r>
        <w:tab/>
        <w:t xml:space="preserve">                               Ja/Nein</w:t>
      </w:r>
    </w:p>
    <w:p w:rsidR="00800272" w:rsidRPr="00725BBE" w:rsidRDefault="00800272" w:rsidP="00800272">
      <w:r>
        <w:t xml:space="preserve"> </w:t>
      </w:r>
      <w:r w:rsidR="00B36E67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800272" w:rsidRDefault="00800272" w:rsidP="00800272">
      <w:r w:rsidRPr="00305603">
        <w:t>-</w:t>
      </w:r>
      <w:r>
        <w:t>Fahrerhaustüren mit Ablageschalen und Armstützen</w:t>
      </w:r>
      <w:r>
        <w:tab/>
        <w:t xml:space="preserve">                               Ja/Nein</w:t>
      </w:r>
    </w:p>
    <w:p w:rsidR="00800272" w:rsidRPr="00725BBE" w:rsidRDefault="00800272" w:rsidP="00800272">
      <w:r>
        <w:t xml:space="preserve"> tatsächlich: vom Bieter einzutragen …………………………………………………………………………………………………………………………………..……</w:t>
      </w:r>
    </w:p>
    <w:p w:rsidR="00800272" w:rsidRDefault="00800272" w:rsidP="00800272">
      <w:r w:rsidRPr="00305603">
        <w:t>-</w:t>
      </w:r>
      <w:r w:rsidR="00F63B2F">
        <w:t xml:space="preserve">zusätzliche </w:t>
      </w:r>
      <w:r>
        <w:t>Ablagefächer im Fahrerhaus</w:t>
      </w:r>
      <w:r>
        <w:tab/>
        <w:t xml:space="preserve">   </w:t>
      </w:r>
      <w:r>
        <w:tab/>
      </w:r>
      <w:r>
        <w:tab/>
        <w:t xml:space="preserve">                               Ja/Nein</w:t>
      </w:r>
    </w:p>
    <w:p w:rsidR="00800272" w:rsidRPr="00725BBE" w:rsidRDefault="00800272" w:rsidP="00800272">
      <w:r>
        <w:t xml:space="preserve"> </w:t>
      </w:r>
      <w:r w:rsidR="00B36E67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800272" w:rsidRDefault="00800272" w:rsidP="00800272">
      <w:r w:rsidRPr="00305603">
        <w:t>-</w:t>
      </w:r>
      <w:r>
        <w:t>Stoßstange</w:t>
      </w:r>
      <w:r w:rsidR="00AF43C0">
        <w:t xml:space="preserve"> vorn</w:t>
      </w:r>
      <w:r>
        <w:t xml:space="preserve"> 3- geteilt</w:t>
      </w:r>
      <w:r>
        <w:tab/>
      </w:r>
      <w:r>
        <w:tab/>
      </w:r>
      <w:r>
        <w:tab/>
        <w:t xml:space="preserve">   </w:t>
      </w:r>
      <w:r>
        <w:tab/>
      </w:r>
      <w:r>
        <w:tab/>
        <w:t xml:space="preserve">                               Ja/Nein</w:t>
      </w:r>
    </w:p>
    <w:p w:rsidR="00800272" w:rsidRPr="00725BBE" w:rsidRDefault="00800272" w:rsidP="00800272">
      <w:r>
        <w:t xml:space="preserve"> </w:t>
      </w:r>
      <w:r w:rsidR="00B36E67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AF43C0" w:rsidRDefault="00AF43C0" w:rsidP="00AF43C0">
      <w:r w:rsidRPr="00305603">
        <w:t>-</w:t>
      </w:r>
      <w:r>
        <w:t>Außenspiegel beheizbar</w:t>
      </w:r>
      <w:r w:rsidR="00757875">
        <w:t xml:space="preserve"> und elektrisch verstellbar</w:t>
      </w:r>
      <w:r>
        <w:tab/>
        <w:t xml:space="preserve">                               Ja/Nein</w:t>
      </w:r>
    </w:p>
    <w:p w:rsidR="00AF43C0" w:rsidRPr="00725BBE" w:rsidRDefault="00AF43C0" w:rsidP="00AF43C0">
      <w:r>
        <w:t xml:space="preserve"> </w:t>
      </w:r>
      <w:r w:rsidR="00B36E67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AF43C0" w:rsidRDefault="00AF43C0" w:rsidP="00AF43C0">
      <w:r w:rsidRPr="00305603">
        <w:t>-</w:t>
      </w:r>
      <w:r>
        <w:t>Frontspiegel auf der Beifahrerseite</w:t>
      </w:r>
      <w:r>
        <w:tab/>
        <w:t xml:space="preserve"> </w:t>
      </w:r>
      <w:r w:rsidR="00560D61">
        <w:t xml:space="preserve">                    </w:t>
      </w:r>
      <w:r>
        <w:t xml:space="preserve">                              Ja/Nein</w:t>
      </w:r>
    </w:p>
    <w:p w:rsidR="00AF43C0" w:rsidRPr="00725BBE" w:rsidRDefault="00AF43C0" w:rsidP="00AF43C0">
      <w:r>
        <w:t xml:space="preserve"> </w:t>
      </w:r>
      <w:r w:rsidR="00B36E67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AF43C0" w:rsidRDefault="00AF43C0" w:rsidP="00AF43C0">
      <w:r w:rsidRPr="00305603">
        <w:t>-</w:t>
      </w:r>
      <w:r>
        <w:t xml:space="preserve">Fahrer- und Beifahrertür mit elektrischen Fensterhebern                        </w:t>
      </w:r>
      <w:r w:rsidR="00560D61">
        <w:t xml:space="preserve"> </w:t>
      </w:r>
      <w:r>
        <w:t xml:space="preserve">     Ja/Nein</w:t>
      </w:r>
    </w:p>
    <w:p w:rsidR="00AF43C0" w:rsidRPr="00725BBE" w:rsidRDefault="00AF43C0" w:rsidP="00AF43C0">
      <w:r>
        <w:t xml:space="preserve"> </w:t>
      </w:r>
      <w:r w:rsidR="00B36E67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AF43C0" w:rsidRDefault="00AF43C0" w:rsidP="00AF43C0">
      <w:r w:rsidRPr="00305603">
        <w:t>-</w:t>
      </w:r>
      <w:r w:rsidRPr="003C21E6">
        <w:t>Leseleuchten für Fahrer und Beifahrer</w:t>
      </w:r>
      <w:r>
        <w:tab/>
        <w:t xml:space="preserve">   </w:t>
      </w:r>
      <w:r>
        <w:tab/>
      </w:r>
      <w:r>
        <w:tab/>
        <w:t xml:space="preserve">                              </w:t>
      </w:r>
      <w:r w:rsidR="00560D61">
        <w:t xml:space="preserve"> </w:t>
      </w:r>
      <w:r>
        <w:t>Ja/Nein</w:t>
      </w:r>
    </w:p>
    <w:p w:rsidR="00AF43C0" w:rsidRPr="00725BBE" w:rsidRDefault="00AF43C0" w:rsidP="00AF43C0">
      <w:r>
        <w:t xml:space="preserve"> </w:t>
      </w:r>
      <w:r w:rsidR="00B36E67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3C21E6" w:rsidRDefault="003C21E6" w:rsidP="003C21E6">
      <w:r>
        <w:t xml:space="preserve">-Außentemperaturanzeige im Display   </w:t>
      </w:r>
      <w:r>
        <w:tab/>
      </w:r>
      <w:r>
        <w:tab/>
        <w:t xml:space="preserve">   </w:t>
      </w:r>
      <w:r>
        <w:tab/>
      </w:r>
      <w:r>
        <w:tab/>
        <w:t xml:space="preserve">                     Ja/Nein</w:t>
      </w:r>
    </w:p>
    <w:p w:rsidR="003C21E6" w:rsidRDefault="003C21E6" w:rsidP="003C21E6">
      <w:r>
        <w:t xml:space="preserve"> </w:t>
      </w:r>
      <w:r w:rsidR="00B36E67">
        <w:t xml:space="preserve"> </w:t>
      </w:r>
      <w:r>
        <w:t>tatsächlich: vom Bieter einzutragen</w:t>
      </w:r>
      <w:r>
        <w:tab/>
      </w:r>
      <w:r>
        <w:tab/>
      </w:r>
      <w:r>
        <w:tab/>
        <w:t xml:space="preserve">   </w:t>
      </w:r>
      <w:r>
        <w:tab/>
      </w:r>
      <w:r>
        <w:tab/>
        <w:t xml:space="preserve">                               </w:t>
      </w:r>
    </w:p>
    <w:p w:rsidR="003C21E6" w:rsidRPr="00725BBE" w:rsidRDefault="003C21E6" w:rsidP="003C21E6">
      <w:r>
        <w:t>…………………………………………………………………………………………………………………………………..……</w:t>
      </w:r>
    </w:p>
    <w:p w:rsidR="003C21E6" w:rsidRDefault="003C21E6" w:rsidP="003C21E6">
      <w:r>
        <w:t xml:space="preserve">-Sonnenrollos Fahrer und Beifahrerseite   </w:t>
      </w:r>
      <w:r>
        <w:tab/>
      </w:r>
      <w:r>
        <w:tab/>
        <w:t xml:space="preserve">                                         Ja/Nein</w:t>
      </w:r>
    </w:p>
    <w:p w:rsidR="003C21E6" w:rsidRDefault="003C21E6" w:rsidP="003C21E6">
      <w:r>
        <w:t xml:space="preserve"> </w:t>
      </w:r>
      <w:r w:rsidR="00B36E67">
        <w:t xml:space="preserve"> </w:t>
      </w:r>
      <w:r>
        <w:t>tatsächlich: vom Bieter einzutragen ……………………………………………………………………………………………………………………………..………….</w:t>
      </w:r>
    </w:p>
    <w:p w:rsidR="003C21E6" w:rsidRDefault="003C21E6" w:rsidP="003C21E6">
      <w:r>
        <w:t>-Kleiderhaken für Fahrer und Beifahrer</w:t>
      </w:r>
      <w:r w:rsidRPr="003C21E6">
        <w:t xml:space="preserve"> </w:t>
      </w:r>
      <w:r>
        <w:tab/>
        <w:t xml:space="preserve">   </w:t>
      </w:r>
      <w:r>
        <w:tab/>
      </w:r>
      <w:r>
        <w:tab/>
        <w:t xml:space="preserve">                               Ja/Nein</w:t>
      </w:r>
    </w:p>
    <w:p w:rsidR="003C21E6" w:rsidRPr="00725BBE" w:rsidRDefault="003C21E6" w:rsidP="003C21E6">
      <w:r>
        <w:t xml:space="preserve"> </w:t>
      </w:r>
      <w:r w:rsidR="00B36E67">
        <w:t xml:space="preserve"> </w:t>
      </w:r>
      <w:r>
        <w:t>tatsächlich: vom Bieter einzutragen ………………………………………………………………………………………………………………………..……</w:t>
      </w:r>
      <w:r w:rsidR="00AA675A">
        <w:t>…………</w:t>
      </w:r>
    </w:p>
    <w:p w:rsidR="003C21E6" w:rsidRDefault="003C21E6" w:rsidP="003C21E6">
      <w:r>
        <w:t xml:space="preserve">-Einstiegsbeleuchtung </w:t>
      </w:r>
      <w:r w:rsidR="004D783A">
        <w:t>an</w:t>
      </w:r>
      <w:r>
        <w:t xml:space="preserve"> beide</w:t>
      </w:r>
      <w:r w:rsidR="004D783A">
        <w:t>n</w:t>
      </w:r>
      <w:r>
        <w:t xml:space="preserve"> Türen</w:t>
      </w:r>
      <w:r>
        <w:tab/>
        <w:t xml:space="preserve">   </w:t>
      </w:r>
      <w:r>
        <w:tab/>
      </w:r>
      <w:r>
        <w:tab/>
        <w:t xml:space="preserve">                               Ja/Nein</w:t>
      </w:r>
    </w:p>
    <w:p w:rsidR="003C21E6" w:rsidRDefault="003C21E6" w:rsidP="003C21E6">
      <w:pPr>
        <w:rPr>
          <w:i/>
        </w:rPr>
      </w:pPr>
      <w:r>
        <w:t xml:space="preserve"> </w:t>
      </w:r>
      <w:r w:rsidR="00B36E67">
        <w:t xml:space="preserve"> </w:t>
      </w:r>
      <w:r>
        <w:t>tatsächlich: vom Bieter einzutragen</w:t>
      </w:r>
    </w:p>
    <w:p w:rsidR="00AA675A" w:rsidRPr="00725BBE" w:rsidRDefault="00AA675A" w:rsidP="00AA675A">
      <w:r>
        <w:t>…………………………………………………………………………………………………………………………………..……</w:t>
      </w:r>
    </w:p>
    <w:p w:rsidR="00AA675A" w:rsidRDefault="00AA675A" w:rsidP="00AA675A">
      <w:r w:rsidRPr="00305603">
        <w:t>-</w:t>
      </w:r>
      <w:r>
        <w:t>Kunststoff- oder Gummiauskleidung des Fahrerhausbodens                           Ja/Nein</w:t>
      </w:r>
    </w:p>
    <w:p w:rsidR="00AA675A" w:rsidRPr="00725BBE" w:rsidRDefault="00AA675A" w:rsidP="00AA675A">
      <w:r>
        <w:t xml:space="preserve"> </w:t>
      </w:r>
      <w:r w:rsidR="00B36E67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AA675A" w:rsidRDefault="00AA675A" w:rsidP="00AA675A">
      <w:r w:rsidRPr="00305603">
        <w:t>-</w:t>
      </w:r>
      <w:r>
        <w:t xml:space="preserve">herausnehmbare Fußmatten aus Gummi auf der Fahrer- </w:t>
      </w:r>
      <w:r w:rsidR="00A12737">
        <w:tab/>
      </w:r>
      <w:r w:rsidR="00A12737">
        <w:tab/>
      </w:r>
      <w:r w:rsidR="00A12737">
        <w:tab/>
        <w:t xml:space="preserve">  </w:t>
      </w:r>
      <w:r>
        <w:t>Ja/Nein</w:t>
      </w:r>
    </w:p>
    <w:p w:rsidR="00A12737" w:rsidRDefault="00AA675A" w:rsidP="00AA675A">
      <w:r>
        <w:t xml:space="preserve"> </w:t>
      </w:r>
      <w:r w:rsidR="00A12737">
        <w:t xml:space="preserve">und Beifahrerseite    </w:t>
      </w:r>
    </w:p>
    <w:p w:rsidR="00AA675A" w:rsidRPr="00725BBE" w:rsidRDefault="00A12737" w:rsidP="00AA675A">
      <w:r>
        <w:lastRenderedPageBreak/>
        <w:t xml:space="preserve"> </w:t>
      </w:r>
      <w:r w:rsidR="00AA675A">
        <w:t>tatsächlich: vom Bieter einzutragen …………………………………………………………………………………………………………………………………..……</w:t>
      </w:r>
    </w:p>
    <w:p w:rsidR="00AA675A" w:rsidRDefault="00AA675A" w:rsidP="00AA675A">
      <w:r w:rsidRPr="00305603">
        <w:t>-</w:t>
      </w:r>
      <w:r w:rsidR="00C352E0">
        <w:t>Kotflügelblenden-Verbreiterung nach EU Richtlinie 91/226/EWG</w:t>
      </w:r>
      <w:r>
        <w:t xml:space="preserve">                    Ja/Nein</w:t>
      </w:r>
    </w:p>
    <w:p w:rsidR="00AA675A" w:rsidRPr="00725BBE" w:rsidRDefault="00AA675A" w:rsidP="00AA675A">
      <w:r>
        <w:t xml:space="preserve"> </w:t>
      </w:r>
      <w:r w:rsidR="00B36E67">
        <w:t xml:space="preserve"> </w:t>
      </w:r>
      <w:r w:rsidR="00337C8A">
        <w:t xml:space="preserve">tatsächlich: vom Bieter einzutragen </w:t>
      </w:r>
      <w:r>
        <w:t>………………………………………………………………………………………………………………………………..……</w:t>
      </w:r>
    </w:p>
    <w:p w:rsidR="00C352E0" w:rsidRDefault="00C352E0" w:rsidP="00C352E0">
      <w:r w:rsidRPr="00305603">
        <w:t>-</w:t>
      </w:r>
      <w:r w:rsidRPr="00C352E0">
        <w:t>Lenkung mit Lenkkraftunterstützung</w:t>
      </w:r>
      <w:r>
        <w:t xml:space="preserve">     </w:t>
      </w:r>
      <w:r>
        <w:tab/>
      </w:r>
      <w:r>
        <w:tab/>
      </w:r>
      <w:r>
        <w:tab/>
      </w:r>
      <w:r>
        <w:tab/>
        <w:t xml:space="preserve">                      Ja/Nein</w:t>
      </w:r>
    </w:p>
    <w:p w:rsidR="00C352E0" w:rsidRPr="00725BBE" w:rsidRDefault="00C352E0" w:rsidP="00C352E0">
      <w:r>
        <w:t xml:space="preserve"> </w:t>
      </w:r>
      <w:r w:rsidR="00B36E67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C352E0" w:rsidRDefault="00C352E0" w:rsidP="00C352E0">
      <w:r>
        <w:rPr>
          <w:i/>
        </w:rPr>
        <w:t>-</w:t>
      </w:r>
      <w:r w:rsidRPr="00C352E0">
        <w:t>Lenkrad in Höhe und Neigung verstellbar</w:t>
      </w:r>
      <w:r>
        <w:tab/>
      </w:r>
      <w:r>
        <w:tab/>
      </w:r>
      <w:r>
        <w:tab/>
        <w:t xml:space="preserve">                    </w:t>
      </w:r>
      <w:r w:rsidR="00560D61">
        <w:t xml:space="preserve">          </w:t>
      </w:r>
      <w:r>
        <w:t xml:space="preserve">  Ja/Nein</w:t>
      </w:r>
    </w:p>
    <w:p w:rsidR="00C352E0" w:rsidRDefault="00C352E0" w:rsidP="00C352E0">
      <w:pPr>
        <w:rPr>
          <w:i/>
        </w:rPr>
      </w:pPr>
      <w:r>
        <w:t xml:space="preserve"> </w:t>
      </w:r>
      <w:r w:rsidR="00337C8A">
        <w:t xml:space="preserve"> </w:t>
      </w:r>
      <w:r>
        <w:t xml:space="preserve">tatsächlich: vom Bieter einzutragen </w:t>
      </w:r>
    </w:p>
    <w:p w:rsidR="00337C8A" w:rsidRDefault="00C352E0" w:rsidP="00337C8A">
      <w:r>
        <w:t>…………………………………………………………………………………………………………………………………..……</w:t>
      </w:r>
    </w:p>
    <w:p w:rsidR="00BC77E1" w:rsidRDefault="00337C8A" w:rsidP="00337C8A">
      <w:r>
        <w:t>-</w:t>
      </w:r>
      <w:r w:rsidR="00BC77E1" w:rsidRPr="0089058E">
        <w:t xml:space="preserve">Feuerlöscher als </w:t>
      </w:r>
      <w:r w:rsidR="0089058E" w:rsidRPr="0089058E">
        <w:t>2,5</w:t>
      </w:r>
      <w:r w:rsidR="00BC77E1" w:rsidRPr="0089058E">
        <w:t xml:space="preserve"> kg Pulverlöscher</w:t>
      </w:r>
      <w:r w:rsidR="00421772" w:rsidRPr="0089058E">
        <w:t xml:space="preserve">, </w:t>
      </w:r>
      <w:r w:rsidR="00421772">
        <w:t xml:space="preserve">Anbringung im  </w:t>
      </w:r>
      <w:r w:rsidR="00BC77E1">
        <w:t xml:space="preserve">   </w:t>
      </w:r>
      <w:r>
        <w:t xml:space="preserve">  </w:t>
      </w:r>
      <w:r w:rsidR="0089058E">
        <w:tab/>
      </w:r>
      <w:r w:rsidR="0089058E">
        <w:tab/>
      </w:r>
      <w:r>
        <w:t xml:space="preserve">   </w:t>
      </w:r>
      <w:r w:rsidR="00BC77E1">
        <w:t xml:space="preserve">      </w:t>
      </w:r>
      <w:r w:rsidR="00560D61">
        <w:t xml:space="preserve">  </w:t>
      </w:r>
      <w:r w:rsidR="00BC77E1">
        <w:t xml:space="preserve"> Ja/Nein</w:t>
      </w:r>
    </w:p>
    <w:p w:rsidR="00421772" w:rsidRDefault="00421772" w:rsidP="00BC77E1">
      <w:r>
        <w:t xml:space="preserve"> </w:t>
      </w:r>
      <w:r w:rsidR="00337C8A">
        <w:t xml:space="preserve"> </w:t>
      </w:r>
      <w:r w:rsidR="0089058E">
        <w:t xml:space="preserve">Fahrerhaus </w:t>
      </w:r>
      <w:r>
        <w:t>an gut erreichbarer Stelle</w:t>
      </w:r>
      <w:r w:rsidR="00BC77E1">
        <w:t xml:space="preserve"> </w:t>
      </w:r>
    </w:p>
    <w:p w:rsidR="00BC77E1" w:rsidRPr="00725BBE" w:rsidRDefault="00421772" w:rsidP="00BC77E1">
      <w:r>
        <w:t xml:space="preserve"> </w:t>
      </w:r>
      <w:r w:rsidR="00337C8A">
        <w:t xml:space="preserve"> </w:t>
      </w:r>
      <w:r>
        <w:t xml:space="preserve">Einbauort </w:t>
      </w:r>
      <w:r w:rsidR="00BC77E1">
        <w:t>vom Bieter einzutragen …………………………………………………………………………………………………………………………………..……</w:t>
      </w:r>
    </w:p>
    <w:p w:rsidR="00BC77E1" w:rsidRDefault="00BC77E1" w:rsidP="00BC77E1">
      <w:r w:rsidRPr="00305603">
        <w:t>-</w:t>
      </w:r>
      <w:r w:rsidR="00D85829">
        <w:t xml:space="preserve">12 V Steckdose </w:t>
      </w:r>
      <w:r w:rsidR="00421772">
        <w:t>in der Mittelkonsole</w:t>
      </w:r>
      <w:r w:rsidR="00421772">
        <w:tab/>
        <w:t xml:space="preserve">  </w:t>
      </w:r>
      <w:r>
        <w:t xml:space="preserve">   </w:t>
      </w:r>
      <w:r>
        <w:tab/>
      </w:r>
      <w:r>
        <w:tab/>
        <w:t xml:space="preserve">                   </w:t>
      </w:r>
      <w:r w:rsidR="00D85829">
        <w:t xml:space="preserve"> </w:t>
      </w:r>
      <w:r>
        <w:t xml:space="preserve">            Ja/Nein</w:t>
      </w:r>
    </w:p>
    <w:p w:rsidR="00BC77E1" w:rsidRPr="00725BBE" w:rsidRDefault="00BC77E1" w:rsidP="00BC77E1">
      <w:r>
        <w:t xml:space="preserve"> </w:t>
      </w:r>
      <w:r w:rsidR="00337C8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D85829" w:rsidRDefault="00D85829" w:rsidP="00D85829">
      <w:r w:rsidRPr="00305603">
        <w:t>-</w:t>
      </w:r>
      <w:r>
        <w:t>Funk-Fernbedienung für die Fahrerhaustüren mit 4 Schlüsseln                       Ja/Nein</w:t>
      </w:r>
    </w:p>
    <w:p w:rsidR="00D85829" w:rsidRPr="00725BBE" w:rsidRDefault="00D85829" w:rsidP="00D85829">
      <w:r>
        <w:t xml:space="preserve"> </w:t>
      </w:r>
      <w:r w:rsidR="00337C8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0D333B" w:rsidRDefault="000D333B" w:rsidP="000D333B">
      <w:r w:rsidRPr="00305603">
        <w:t>-</w:t>
      </w:r>
      <w:r w:rsidR="00AC0E7A">
        <w:t>l</w:t>
      </w:r>
      <w:r>
        <w:t>eistungsfähige, individuell einstellbare Heizungs- und Lüftungsanlage            Ja/Nein</w:t>
      </w:r>
    </w:p>
    <w:p w:rsidR="00DD471A" w:rsidRDefault="000D333B" w:rsidP="00DD471A">
      <w:r>
        <w:t xml:space="preserve"> </w:t>
      </w:r>
      <w:r w:rsidR="00337C8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4C4F6F" w:rsidRDefault="00DD471A" w:rsidP="00DD471A">
      <w:r>
        <w:t>-</w:t>
      </w:r>
      <w:r w:rsidR="004C4F6F">
        <w:t xml:space="preserve">Rot-weiße Warnmarkierung am Fahrerhaus und an der Kippbrücke </w:t>
      </w:r>
      <w:r w:rsidR="004C4F6F">
        <w:tab/>
        <w:t xml:space="preserve">             Ja/Nein</w:t>
      </w:r>
    </w:p>
    <w:p w:rsidR="004C4F6F" w:rsidRDefault="004C4F6F" w:rsidP="004C4F6F">
      <w:r>
        <w:t xml:space="preserve"> </w:t>
      </w:r>
      <w:r w:rsidR="00337C8A">
        <w:t xml:space="preserve"> </w:t>
      </w:r>
      <w:r>
        <w:t>entsprechend DIN 30710</w:t>
      </w:r>
    </w:p>
    <w:p w:rsidR="004C4F6F" w:rsidRPr="00725BBE" w:rsidRDefault="004C4F6F" w:rsidP="004C4F6F">
      <w:r>
        <w:t xml:space="preserve"> </w:t>
      </w:r>
      <w:r w:rsidR="00337C8A">
        <w:t xml:space="preserve"> </w:t>
      </w:r>
      <w:r>
        <w:t>tatsächlich: vom Bieter einzutragen ………………………………………………………………………………………………………………………………..……</w:t>
      </w:r>
    </w:p>
    <w:p w:rsidR="00C352E0" w:rsidRDefault="00C352E0" w:rsidP="009D310E">
      <w:pPr>
        <w:rPr>
          <w:i/>
        </w:rPr>
      </w:pPr>
    </w:p>
    <w:p w:rsidR="00882289" w:rsidRPr="000F046B" w:rsidRDefault="00882289" w:rsidP="000F046B">
      <w:pPr>
        <w:pStyle w:val="Listenabsatz"/>
        <w:numPr>
          <w:ilvl w:val="0"/>
          <w:numId w:val="34"/>
        </w:numPr>
        <w:rPr>
          <w:b/>
          <w:u w:val="single"/>
        </w:rPr>
      </w:pPr>
      <w:r w:rsidRPr="000F046B">
        <w:rPr>
          <w:b/>
          <w:u w:val="single"/>
        </w:rPr>
        <w:t>Rahmen/Achsen/Federn/Bremsen</w:t>
      </w:r>
    </w:p>
    <w:p w:rsidR="00882289" w:rsidRDefault="00882289" w:rsidP="00882289">
      <w:pPr>
        <w:rPr>
          <w:b/>
          <w:u w:val="single"/>
        </w:rPr>
      </w:pPr>
    </w:p>
    <w:p w:rsidR="00882289" w:rsidRDefault="00882289" w:rsidP="00882289">
      <w:r w:rsidRPr="00305603">
        <w:t>-</w:t>
      </w:r>
      <w:r>
        <w:t>Stabilisatoren an beiden Achsen bzw. verstärkte Vorder- und Hinterachse       Ja/Nein</w:t>
      </w:r>
    </w:p>
    <w:p w:rsidR="00882289" w:rsidRPr="00725BBE" w:rsidRDefault="00882289" w:rsidP="00882289">
      <w:r>
        <w:t xml:space="preserve"> </w:t>
      </w:r>
      <w:r w:rsidR="00337C8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882289" w:rsidRDefault="00882289" w:rsidP="00882289">
      <w:r w:rsidRPr="00305603">
        <w:t>-</w:t>
      </w:r>
      <w:r>
        <w:t>angetriebene Vorderachse, manuell zuschaltbar</w:t>
      </w:r>
      <w:r>
        <w:tab/>
      </w:r>
      <w:r>
        <w:tab/>
      </w:r>
      <w:r>
        <w:tab/>
      </w:r>
      <w:r>
        <w:tab/>
        <w:t xml:space="preserve">             Ja/Nein</w:t>
      </w:r>
    </w:p>
    <w:p w:rsidR="00882289" w:rsidRPr="00725BBE" w:rsidRDefault="00882289" w:rsidP="00882289">
      <w:r>
        <w:t xml:space="preserve"> </w:t>
      </w:r>
      <w:r w:rsidR="00337C8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7573E0" w:rsidRDefault="007573E0" w:rsidP="007573E0">
      <w:r w:rsidRPr="00305603">
        <w:t>-</w:t>
      </w:r>
      <w:r>
        <w:t xml:space="preserve">manuell zuschaltbare Differentiale    </w:t>
      </w:r>
      <w:r>
        <w:tab/>
        <w:t xml:space="preserve">     </w:t>
      </w:r>
      <w:r>
        <w:tab/>
      </w:r>
      <w:r>
        <w:tab/>
        <w:t xml:space="preserve">                   </w:t>
      </w:r>
      <w:r>
        <w:tab/>
        <w:t xml:space="preserve">             Ja/Nein</w:t>
      </w:r>
    </w:p>
    <w:p w:rsidR="007573E0" w:rsidRPr="00725BBE" w:rsidRDefault="007573E0" w:rsidP="007573E0">
      <w:r>
        <w:t xml:space="preserve"> </w:t>
      </w:r>
      <w:r w:rsidR="00337C8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882289" w:rsidRDefault="00882289" w:rsidP="00882289">
      <w:r w:rsidRPr="00305603">
        <w:t>-</w:t>
      </w:r>
      <w:r>
        <w:t>Lufttrockner, beheizt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Ja/Nein</w:t>
      </w:r>
    </w:p>
    <w:p w:rsidR="00882289" w:rsidRPr="00725BBE" w:rsidRDefault="00882289" w:rsidP="00882289">
      <w:r>
        <w:t xml:space="preserve"> </w:t>
      </w:r>
      <w:r w:rsidR="00337C8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882289" w:rsidRDefault="004C4F6F" w:rsidP="00882289">
      <w:r>
        <w:t>-</w:t>
      </w:r>
      <w:r w:rsidR="00A22A81">
        <w:t xml:space="preserve">Geländereifen, </w:t>
      </w:r>
      <w:r w:rsidR="00882289">
        <w:t>Reifengröße min.</w:t>
      </w:r>
      <w:r w:rsidR="00A22A81">
        <w:t xml:space="preserve"> 365/80 R 20</w:t>
      </w:r>
      <w:r w:rsidR="00882289">
        <w:tab/>
      </w:r>
      <w:r w:rsidR="00882289">
        <w:tab/>
      </w:r>
      <w:r w:rsidR="00882289">
        <w:tab/>
      </w:r>
      <w:r w:rsidR="00882289">
        <w:tab/>
        <w:t xml:space="preserve">             Ja/Nein</w:t>
      </w:r>
    </w:p>
    <w:p w:rsidR="00882289" w:rsidRPr="00725BBE" w:rsidRDefault="00DD471A" w:rsidP="00882289">
      <w:r>
        <w:t xml:space="preserve"> </w:t>
      </w:r>
      <w:r w:rsidR="00337C8A">
        <w:t xml:space="preserve"> </w:t>
      </w:r>
      <w:r w:rsidR="00882289">
        <w:t>tatsächlich: vom Bieter einzutragen …………………………………………………………………………………………………………………………………..……</w:t>
      </w:r>
    </w:p>
    <w:p w:rsidR="00024F6E" w:rsidRDefault="00024F6E" w:rsidP="00024F6E">
      <w:r w:rsidRPr="00305603">
        <w:t>-</w:t>
      </w:r>
      <w:r>
        <w:t xml:space="preserve">werkseitige Lösung für </w:t>
      </w:r>
      <w:r w:rsidR="00424C8C">
        <w:t xml:space="preserve">den </w:t>
      </w:r>
      <w:r>
        <w:t xml:space="preserve">Seitenanfahrschutz </w:t>
      </w:r>
      <w:r>
        <w:tab/>
      </w:r>
      <w:r>
        <w:tab/>
      </w:r>
      <w:r>
        <w:tab/>
      </w:r>
      <w:r>
        <w:tab/>
        <w:t xml:space="preserve">             Ja/Nein</w:t>
      </w:r>
    </w:p>
    <w:p w:rsidR="00024F6E" w:rsidRDefault="00024F6E" w:rsidP="00024F6E">
      <w:r>
        <w:t xml:space="preserve">  sowie die Kotflügel an Vorder- und Hinterachse</w:t>
      </w:r>
    </w:p>
    <w:p w:rsidR="00024F6E" w:rsidRDefault="00024F6E" w:rsidP="00024F6E">
      <w:r>
        <w:t xml:space="preserve">  mit EU – gerechtem Verwirbelungsschutz </w:t>
      </w:r>
    </w:p>
    <w:p w:rsidR="00024F6E" w:rsidRPr="00725BBE" w:rsidRDefault="00024F6E" w:rsidP="00024F6E">
      <w:r>
        <w:t xml:space="preserve">  tatsächlich: vom Bieter einzutragen …………………………………………………………………………………………………………………………………..……</w:t>
      </w:r>
    </w:p>
    <w:p w:rsidR="00244D6F" w:rsidRDefault="00244D6F" w:rsidP="00244D6F">
      <w:r w:rsidRPr="00305603">
        <w:t>-</w:t>
      </w:r>
      <w:r w:rsidR="006E3ED8">
        <w:t xml:space="preserve">ein </w:t>
      </w:r>
      <w:r>
        <w:t>Ersatzrad, lose beiliegend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Ja/Nein</w:t>
      </w:r>
    </w:p>
    <w:p w:rsidR="00244D6F" w:rsidRPr="00725BBE" w:rsidRDefault="00244D6F" w:rsidP="00244D6F">
      <w:r>
        <w:lastRenderedPageBreak/>
        <w:t xml:space="preserve"> </w:t>
      </w:r>
      <w:r w:rsidR="00337C8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244D6F" w:rsidRDefault="00244D6F" w:rsidP="00244D6F">
      <w:r w:rsidRPr="00305603">
        <w:t>-</w:t>
      </w:r>
      <w:r>
        <w:t>Trommelbremsen oder gekapselte Scheibenbremsen</w:t>
      </w:r>
      <w:r>
        <w:tab/>
      </w:r>
      <w:r w:rsidR="00C507E7">
        <w:t xml:space="preserve">            </w:t>
      </w:r>
      <w:r>
        <w:tab/>
        <w:t xml:space="preserve">             Ja/Nein</w:t>
      </w:r>
    </w:p>
    <w:p w:rsidR="00B767B9" w:rsidRDefault="00244D6F" w:rsidP="00B767B9">
      <w:r>
        <w:t xml:space="preserve"> </w:t>
      </w:r>
      <w:r w:rsidR="00DD471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244D6F" w:rsidRDefault="00337C8A" w:rsidP="00B767B9">
      <w:r>
        <w:t>-</w:t>
      </w:r>
      <w:r w:rsidR="00244D6F">
        <w:t>ABS Bremse, abschaltbar</w:t>
      </w:r>
      <w:r w:rsidR="00244D6F">
        <w:tab/>
      </w:r>
      <w:r w:rsidR="00244D6F">
        <w:tab/>
      </w:r>
      <w:r w:rsidR="00244D6F">
        <w:tab/>
      </w:r>
      <w:r w:rsidR="00244D6F">
        <w:tab/>
      </w:r>
      <w:r w:rsidR="00244D6F">
        <w:tab/>
      </w:r>
      <w:r w:rsidR="00244D6F">
        <w:tab/>
      </w:r>
      <w:r w:rsidR="00244D6F">
        <w:tab/>
        <w:t xml:space="preserve">             Ja/Nein</w:t>
      </w:r>
    </w:p>
    <w:p w:rsidR="00B767B9" w:rsidRDefault="00244D6F" w:rsidP="00B767B9">
      <w:r>
        <w:t xml:space="preserve"> </w:t>
      </w:r>
      <w:r w:rsidR="00DD471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244D6F" w:rsidRDefault="00B767B9" w:rsidP="00B767B9">
      <w:r>
        <w:t>-</w:t>
      </w:r>
      <w:r w:rsidR="00244D6F">
        <w:t xml:space="preserve">Druckluftversorgungseinheit, beheizt </w:t>
      </w:r>
      <w:r w:rsidR="00C507E7">
        <w:t xml:space="preserve">                                               </w:t>
      </w:r>
      <w:r w:rsidR="00244D6F">
        <w:t xml:space="preserve">         </w:t>
      </w:r>
      <w:r w:rsidR="00C507E7">
        <w:t xml:space="preserve"> </w:t>
      </w:r>
      <w:r w:rsidR="00244D6F">
        <w:t xml:space="preserve">  Ja/Nein</w:t>
      </w:r>
    </w:p>
    <w:p w:rsidR="00B767B9" w:rsidRDefault="00244D6F" w:rsidP="00B767B9">
      <w:r>
        <w:t xml:space="preserve"> </w:t>
      </w:r>
      <w:r w:rsidR="00DD471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244D6F" w:rsidRDefault="00244D6F" w:rsidP="00B767B9">
      <w:r>
        <w:t xml:space="preserve">-Anhängerkupplung </w:t>
      </w:r>
      <w:r w:rsidR="00C507E7">
        <w:t>mit</w:t>
      </w:r>
      <w:r w:rsidR="007573E0">
        <w:t xml:space="preserve"> </w:t>
      </w:r>
      <w:r w:rsidR="00A22A81">
        <w:t>40 mm-Zug</w:t>
      </w:r>
      <w:r w:rsidR="007573E0">
        <w:t>öse</w:t>
      </w:r>
      <w:r w:rsidR="00C507E7">
        <w:t xml:space="preserve"> für Zentralachsanhänger </w:t>
      </w:r>
      <w:r>
        <w:tab/>
        <w:t xml:space="preserve">             Ja/Nein</w:t>
      </w:r>
    </w:p>
    <w:p w:rsidR="00B767B9" w:rsidRDefault="00244D6F" w:rsidP="00B767B9">
      <w:r>
        <w:t xml:space="preserve"> </w:t>
      </w:r>
      <w:r w:rsidR="00DD471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AC0E7A" w:rsidRDefault="00337C8A" w:rsidP="00B767B9">
      <w:r>
        <w:t>-</w:t>
      </w:r>
      <w:r w:rsidR="00AC0E7A">
        <w:t>Anhängerbremsanschluss mit 2 Leitungen am Rahmenende</w:t>
      </w:r>
      <w:r w:rsidR="00AC0E7A">
        <w:tab/>
      </w:r>
      <w:r w:rsidR="00AC0E7A">
        <w:tab/>
        <w:t xml:space="preserve">             Ja/Nein</w:t>
      </w:r>
    </w:p>
    <w:p w:rsidR="00AC0E7A" w:rsidRPr="00725BBE" w:rsidRDefault="00AC0E7A" w:rsidP="00AC0E7A">
      <w:r>
        <w:t xml:space="preserve"> </w:t>
      </w:r>
      <w:r w:rsidR="00DD471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C352E0" w:rsidRDefault="00C352E0" w:rsidP="00244D6F">
      <w:pPr>
        <w:rPr>
          <w:i/>
        </w:rPr>
      </w:pPr>
    </w:p>
    <w:p w:rsidR="00AC0E7A" w:rsidRPr="0088051A" w:rsidRDefault="00AC0E7A" w:rsidP="0088051A">
      <w:pPr>
        <w:pStyle w:val="Listenabsatz"/>
        <w:numPr>
          <w:ilvl w:val="0"/>
          <w:numId w:val="34"/>
        </w:numPr>
        <w:rPr>
          <w:b/>
          <w:u w:val="single"/>
        </w:rPr>
      </w:pPr>
      <w:r w:rsidRPr="0088051A">
        <w:rPr>
          <w:b/>
          <w:u w:val="single"/>
        </w:rPr>
        <w:t>Elektrik</w:t>
      </w:r>
    </w:p>
    <w:p w:rsidR="00F91DB7" w:rsidRPr="00D478C1" w:rsidRDefault="00F91DB7" w:rsidP="00F91DB7">
      <w:pPr>
        <w:pStyle w:val="Listenabsatz"/>
        <w:ind w:left="927"/>
        <w:rPr>
          <w:b/>
          <w:u w:val="single"/>
        </w:rPr>
      </w:pPr>
    </w:p>
    <w:p w:rsidR="00953F4E" w:rsidRDefault="004D783A" w:rsidP="00953F4E">
      <w:pPr>
        <w:ind w:left="75"/>
      </w:pPr>
      <w:r>
        <w:t>-</w:t>
      </w:r>
      <w:r w:rsidR="00953F4E">
        <w:t>Bordspannungsnetz 24 V</w:t>
      </w:r>
      <w:r w:rsidR="00953F4E">
        <w:tab/>
      </w:r>
      <w:r w:rsidR="00953F4E">
        <w:tab/>
      </w:r>
      <w:r w:rsidR="00953F4E">
        <w:tab/>
      </w:r>
      <w:r w:rsidR="00953F4E">
        <w:tab/>
      </w:r>
      <w:r w:rsidR="00953F4E">
        <w:tab/>
      </w:r>
      <w:r w:rsidR="00953F4E">
        <w:tab/>
      </w:r>
      <w:r w:rsidR="00953F4E">
        <w:tab/>
        <w:t xml:space="preserve">             Ja/Nein</w:t>
      </w:r>
    </w:p>
    <w:p w:rsidR="00B767B9" w:rsidRDefault="00953F4E" w:rsidP="00B767B9">
      <w:r>
        <w:t xml:space="preserve"> </w:t>
      </w:r>
      <w:r w:rsidR="00DD471A">
        <w:t xml:space="preserve"> </w:t>
      </w:r>
      <w:r w:rsidR="00B36E67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AC0E7A" w:rsidRDefault="00AC0E7A" w:rsidP="00B767B9">
      <w:r>
        <w:t xml:space="preserve">-Batterien 2x12 V, </w:t>
      </w:r>
      <w:r w:rsidR="00A34A1A">
        <w:t xml:space="preserve">wartungsarm, </w:t>
      </w:r>
      <w:r>
        <w:t>min. 130 Ah</w:t>
      </w:r>
      <w:r>
        <w:tab/>
      </w:r>
      <w:r>
        <w:tab/>
      </w:r>
      <w:r>
        <w:tab/>
      </w:r>
      <w:r>
        <w:tab/>
        <w:t xml:space="preserve">             Ja/Nein</w:t>
      </w:r>
    </w:p>
    <w:p w:rsidR="00B767B9" w:rsidRDefault="00AC0E7A" w:rsidP="00B767B9">
      <w:r>
        <w:t xml:space="preserve"> </w:t>
      </w:r>
      <w:r w:rsidR="00DD471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AC0E7A" w:rsidRDefault="00AC0E7A" w:rsidP="00B767B9">
      <w:r>
        <w:t>-Batterieabdeckung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Ja/Nein</w:t>
      </w:r>
    </w:p>
    <w:p w:rsidR="00B767B9" w:rsidRDefault="00AC0E7A" w:rsidP="00B767B9">
      <w:r>
        <w:t xml:space="preserve"> </w:t>
      </w:r>
      <w:r w:rsidR="00DD471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AC0E7A" w:rsidRDefault="00B767B9" w:rsidP="00B767B9">
      <w:r>
        <w:t>-</w:t>
      </w:r>
      <w:r w:rsidR="00AC0E7A">
        <w:t>Lichtmaschine, min. 100 Ah</w:t>
      </w:r>
      <w:r w:rsidR="00AC0E7A">
        <w:tab/>
      </w:r>
      <w:r w:rsidR="00AC0E7A">
        <w:tab/>
      </w:r>
      <w:r w:rsidR="00AC0E7A">
        <w:tab/>
      </w:r>
      <w:r w:rsidR="00AC0E7A">
        <w:tab/>
      </w:r>
      <w:r w:rsidR="00AC0E7A">
        <w:tab/>
      </w:r>
      <w:r w:rsidR="00AC0E7A">
        <w:tab/>
        <w:t xml:space="preserve">             Ja/Nein</w:t>
      </w:r>
    </w:p>
    <w:p w:rsidR="00B767B9" w:rsidRDefault="00AC0E7A" w:rsidP="00B767B9">
      <w:r>
        <w:t xml:space="preserve"> </w:t>
      </w:r>
      <w:r w:rsidR="00DD471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AC0E7A" w:rsidRDefault="00B767B9" w:rsidP="00B767B9">
      <w:r>
        <w:t>-</w:t>
      </w:r>
      <w:r w:rsidR="00757875">
        <w:t>Frontscheinwerfer</w:t>
      </w:r>
      <w:r w:rsidR="00AC0E7A">
        <w:t xml:space="preserve"> </w:t>
      </w:r>
      <w:r w:rsidR="00C507E7">
        <w:t>mit LED Leuchtmittel</w:t>
      </w:r>
      <w:r w:rsidR="00AC0E7A">
        <w:tab/>
      </w:r>
      <w:r w:rsidR="00AC0E7A">
        <w:tab/>
      </w:r>
      <w:r w:rsidR="00AC0E7A">
        <w:tab/>
      </w:r>
      <w:r w:rsidR="00AC0E7A">
        <w:tab/>
      </w:r>
      <w:r>
        <w:tab/>
      </w:r>
      <w:r w:rsidR="00AC0E7A">
        <w:t xml:space="preserve">             Ja/Nein</w:t>
      </w:r>
    </w:p>
    <w:p w:rsidR="00B767B9" w:rsidRDefault="00AC0E7A" w:rsidP="00B767B9">
      <w:r>
        <w:t xml:space="preserve"> </w:t>
      </w:r>
      <w:r w:rsidR="00DD471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D478C1" w:rsidRDefault="00B767B9" w:rsidP="00B767B9">
      <w:r>
        <w:t>-Metall-</w:t>
      </w:r>
      <w:r w:rsidR="00D478C1">
        <w:t>Schutzgitter vor</w:t>
      </w:r>
      <w:r w:rsidR="00DD471A">
        <w:t xml:space="preserve"> den</w:t>
      </w:r>
      <w:r w:rsidR="00D478C1">
        <w:t xml:space="preserve"> </w:t>
      </w:r>
      <w:r w:rsidR="00757875">
        <w:t>Frontscheinwerfern</w:t>
      </w:r>
      <w:r w:rsidR="00D478C1">
        <w:tab/>
      </w:r>
      <w:r w:rsidR="00D478C1">
        <w:tab/>
      </w:r>
      <w:r w:rsidR="00D478C1">
        <w:tab/>
      </w:r>
      <w:r w:rsidR="00D478C1">
        <w:tab/>
        <w:t xml:space="preserve">             Ja/Nein</w:t>
      </w:r>
    </w:p>
    <w:p w:rsidR="00B767B9" w:rsidRDefault="00D478C1" w:rsidP="00B767B9">
      <w:r>
        <w:t xml:space="preserve"> </w:t>
      </w:r>
      <w:r w:rsidR="00DD471A">
        <w:t xml:space="preserve"> </w:t>
      </w:r>
      <w:r>
        <w:t xml:space="preserve">tatsächlich: vom Bieter </w:t>
      </w:r>
      <w:r w:rsidR="00DD471A">
        <w:t>einzutragen …</w:t>
      </w:r>
      <w:r>
        <w:t>………………………………………………………………………………………………………………………………..……</w:t>
      </w:r>
    </w:p>
    <w:p w:rsidR="00AC0E7A" w:rsidRDefault="00AC0E7A" w:rsidP="00B767B9">
      <w:r>
        <w:t>-Tagfahrlicht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Ja/Nein</w:t>
      </w:r>
    </w:p>
    <w:p w:rsidR="00B767B9" w:rsidRDefault="00AC0E7A" w:rsidP="00B767B9">
      <w:r>
        <w:t xml:space="preserve"> </w:t>
      </w:r>
      <w:r w:rsidR="00DD471A">
        <w:t xml:space="preserve"> </w:t>
      </w:r>
      <w:r>
        <w:t xml:space="preserve">tatsächlich: vom Bieter </w:t>
      </w:r>
      <w:r w:rsidR="00DD471A">
        <w:t>einzutragen …</w:t>
      </w:r>
      <w:r>
        <w:t>………………………………………………………………………………………………………………………………..……</w:t>
      </w:r>
    </w:p>
    <w:p w:rsidR="00A34A1A" w:rsidRDefault="00B767B9" w:rsidP="00B767B9">
      <w:r>
        <w:t>-</w:t>
      </w:r>
      <w:r w:rsidR="00A34A1A">
        <w:t>Rückfahrwarne</w:t>
      </w:r>
      <w:r w:rsidR="006E72B0">
        <w:t>inrichtung</w:t>
      </w:r>
      <w:r w:rsidR="00A34A1A">
        <w:tab/>
      </w:r>
      <w:r w:rsidR="00A34A1A">
        <w:tab/>
      </w:r>
      <w:r w:rsidR="00A34A1A">
        <w:tab/>
      </w:r>
      <w:r w:rsidR="00A34A1A">
        <w:tab/>
      </w:r>
      <w:r w:rsidR="00A34A1A">
        <w:tab/>
      </w:r>
      <w:r w:rsidR="00A34A1A">
        <w:tab/>
      </w:r>
      <w:r w:rsidR="00A34A1A">
        <w:tab/>
        <w:t xml:space="preserve">             Ja/Nein</w:t>
      </w:r>
    </w:p>
    <w:p w:rsidR="00BF06CB" w:rsidRDefault="00A34A1A" w:rsidP="00BF06CB">
      <w:r>
        <w:t xml:space="preserve"> </w:t>
      </w:r>
      <w:r w:rsidR="00DD471A">
        <w:t xml:space="preserve"> </w:t>
      </w:r>
      <w:r>
        <w:t xml:space="preserve">tatsächlich: vom Bieter einzutragen …………………………………………………………………………………………………………………………………..…… </w:t>
      </w:r>
    </w:p>
    <w:p w:rsidR="00A34A1A" w:rsidRDefault="00BF06CB" w:rsidP="00BF06CB">
      <w:r>
        <w:t xml:space="preserve">-2 </w:t>
      </w:r>
      <w:r w:rsidR="00A34A1A">
        <w:t>Rundum Kennleuchten, Doppelblitz, gelb (z.B. Hänsch,</w:t>
      </w:r>
      <w:r w:rsidR="00A34A1A">
        <w:tab/>
      </w:r>
      <w:r w:rsidR="00A34A1A">
        <w:tab/>
        <w:t xml:space="preserve">             Ja/Nein</w:t>
      </w:r>
    </w:p>
    <w:p w:rsidR="00C507E7" w:rsidRDefault="00A34A1A" w:rsidP="00A34A1A">
      <w:r>
        <w:t xml:space="preserve"> </w:t>
      </w:r>
      <w:r w:rsidR="00DD471A">
        <w:t xml:space="preserve"> </w:t>
      </w:r>
      <w:r>
        <w:t xml:space="preserve">Saturn oder baugleich), montiert links und rechts auf </w:t>
      </w:r>
      <w:r w:rsidR="00AB7C49">
        <w:t xml:space="preserve">einem </w:t>
      </w:r>
    </w:p>
    <w:p w:rsidR="006E72B0" w:rsidRDefault="00C507E7" w:rsidP="00A34A1A">
      <w:r>
        <w:t xml:space="preserve">  </w:t>
      </w:r>
      <w:r w:rsidR="00AB7C49">
        <w:t>Dachlampenbügel</w:t>
      </w:r>
      <w:r w:rsidR="004C4F6F">
        <w:t>,</w:t>
      </w:r>
      <w:r w:rsidR="00AB7C49">
        <w:t xml:space="preserve"> </w:t>
      </w:r>
      <w:r w:rsidR="004C4F6F">
        <w:t>v</w:t>
      </w:r>
      <w:r w:rsidR="006E72B0">
        <w:t>om Armaturenbrett aus zu schalten</w:t>
      </w:r>
      <w:r w:rsidR="00AB7C49">
        <w:t>.</w:t>
      </w:r>
      <w:r w:rsidR="00A34A1A">
        <w:t xml:space="preserve"> </w:t>
      </w:r>
    </w:p>
    <w:p w:rsidR="0089058E" w:rsidRDefault="004C4F6F" w:rsidP="00B767B9">
      <w:r>
        <w:t xml:space="preserve"> </w:t>
      </w:r>
      <w:r w:rsidR="00DD471A">
        <w:t xml:space="preserve"> </w:t>
      </w:r>
      <w:r w:rsidR="00A34A1A">
        <w:t xml:space="preserve">tatsächlich: vom Bieter einzutragen </w:t>
      </w:r>
    </w:p>
    <w:p w:rsidR="00B767B9" w:rsidRDefault="00A34A1A" w:rsidP="00B767B9">
      <w:r>
        <w:t>…………………………………………………………………………………………………………………………………..……</w:t>
      </w:r>
    </w:p>
    <w:p w:rsidR="00A34A1A" w:rsidRDefault="00A34A1A" w:rsidP="00B767B9">
      <w:r>
        <w:t>-</w:t>
      </w:r>
      <w:r w:rsidR="006E72B0">
        <w:t>2 zusätzliche</w:t>
      </w:r>
      <w:r w:rsidR="00510C0C">
        <w:t>, leistungsstarke</w:t>
      </w:r>
      <w:r w:rsidR="006E72B0">
        <w:t xml:space="preserve"> LED Scheinwerfer,</w:t>
      </w:r>
      <w:r w:rsidR="00510C0C">
        <w:t xml:space="preserve"> montiert   </w:t>
      </w:r>
      <w:r w:rsidR="00AB7C49">
        <w:t xml:space="preserve"> </w:t>
      </w:r>
      <w:r>
        <w:t xml:space="preserve"> </w:t>
      </w:r>
      <w:r w:rsidR="00C507E7">
        <w:t xml:space="preserve">                    </w:t>
      </w:r>
      <w:r>
        <w:t xml:space="preserve">     Ja/Nein</w:t>
      </w:r>
    </w:p>
    <w:p w:rsidR="00510C0C" w:rsidRDefault="00E72A91" w:rsidP="00A34A1A">
      <w:r>
        <w:t xml:space="preserve"> </w:t>
      </w:r>
      <w:r w:rsidR="00B36E67">
        <w:t xml:space="preserve"> </w:t>
      </w:r>
      <w:r w:rsidR="00510C0C">
        <w:t xml:space="preserve">ebenfalls auf dem </w:t>
      </w:r>
      <w:r w:rsidR="00C507E7">
        <w:t>Dachlampen</w:t>
      </w:r>
      <w:r w:rsidR="00AB7C49">
        <w:t>bügel</w:t>
      </w:r>
      <w:r w:rsidR="00510C0C">
        <w:t>, v</w:t>
      </w:r>
      <w:r w:rsidR="006E72B0">
        <w:t xml:space="preserve">om Armaturenbrett </w:t>
      </w:r>
    </w:p>
    <w:p w:rsidR="006E72B0" w:rsidRDefault="00510C0C" w:rsidP="00A34A1A">
      <w:r>
        <w:t xml:space="preserve">  </w:t>
      </w:r>
      <w:r w:rsidR="006E72B0">
        <w:t>aus zu schalten</w:t>
      </w:r>
      <w:r w:rsidR="00A34A1A">
        <w:t xml:space="preserve"> </w:t>
      </w:r>
    </w:p>
    <w:p w:rsidR="00B767B9" w:rsidRDefault="00E72A91" w:rsidP="00B767B9">
      <w:r>
        <w:lastRenderedPageBreak/>
        <w:t xml:space="preserve"> </w:t>
      </w:r>
      <w:r w:rsidR="00B36E67">
        <w:t xml:space="preserve"> </w:t>
      </w:r>
      <w:r w:rsidR="00AB7C49">
        <w:t>t</w:t>
      </w:r>
      <w:r w:rsidR="00A34A1A">
        <w:t>atsächlich: vom Bieter einzutragen …………………………………………………………………………………………………………………………………..……</w:t>
      </w:r>
    </w:p>
    <w:p w:rsidR="006E72B0" w:rsidRDefault="00E72A91" w:rsidP="00B767B9">
      <w:r>
        <w:t>-</w:t>
      </w:r>
      <w:r w:rsidR="006E72B0">
        <w:t>Anhängersteckdose 24 V, 15-polig</w:t>
      </w:r>
      <w:r w:rsidR="006E72B0">
        <w:tab/>
      </w:r>
      <w:r w:rsidR="006E72B0">
        <w:tab/>
      </w:r>
      <w:r w:rsidR="006E72B0">
        <w:tab/>
      </w:r>
      <w:r w:rsidR="006E72B0">
        <w:tab/>
      </w:r>
      <w:r w:rsidR="006E72B0">
        <w:tab/>
        <w:t xml:space="preserve">             Ja/Nein</w:t>
      </w:r>
    </w:p>
    <w:p w:rsidR="00795FC3" w:rsidRDefault="006E72B0" w:rsidP="00795FC3">
      <w:r>
        <w:t xml:space="preserve"> </w:t>
      </w:r>
      <w:r w:rsidR="00DD471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795FC3" w:rsidRDefault="00B767B9" w:rsidP="00795FC3">
      <w:r>
        <w:t>-</w:t>
      </w:r>
      <w:r w:rsidR="00795FC3">
        <w:t>Anhängersteckdose 24 V, 7-polig</w:t>
      </w:r>
      <w:r w:rsidR="00795FC3">
        <w:tab/>
      </w:r>
      <w:r w:rsidR="00795FC3">
        <w:tab/>
      </w:r>
      <w:r>
        <w:tab/>
      </w:r>
      <w:r w:rsidR="00795FC3">
        <w:tab/>
      </w:r>
      <w:r w:rsidR="00795FC3">
        <w:tab/>
      </w:r>
      <w:r w:rsidR="00795FC3">
        <w:tab/>
        <w:t xml:space="preserve">             Ja/Nein</w:t>
      </w:r>
    </w:p>
    <w:p w:rsidR="00795FC3" w:rsidRPr="00725BBE" w:rsidRDefault="00795FC3" w:rsidP="00795FC3">
      <w:r>
        <w:t xml:space="preserve"> </w:t>
      </w:r>
      <w:r w:rsidR="00337C8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6E72B0" w:rsidRDefault="00B767B9" w:rsidP="00795FC3">
      <w:r>
        <w:t>-</w:t>
      </w:r>
      <w:r w:rsidR="00795FC3">
        <w:t>Anhängersteckdose 12 V, 13 –polig</w:t>
      </w:r>
      <w:r w:rsidR="00795FC3">
        <w:tab/>
      </w:r>
      <w:r w:rsidR="006E72B0">
        <w:tab/>
      </w:r>
      <w:r w:rsidR="006E72B0">
        <w:tab/>
      </w:r>
      <w:r w:rsidR="006E72B0">
        <w:tab/>
      </w:r>
      <w:r w:rsidR="006E72B0">
        <w:tab/>
        <w:t xml:space="preserve">             Ja/Nein</w:t>
      </w:r>
    </w:p>
    <w:p w:rsidR="00795FC3" w:rsidRDefault="006E72B0" w:rsidP="00795FC3">
      <w:r>
        <w:t xml:space="preserve"> </w:t>
      </w:r>
      <w:r w:rsidR="00337C8A">
        <w:t xml:space="preserve"> </w:t>
      </w:r>
      <w:r>
        <w:t xml:space="preserve">tatsächlich: vom Bieter einzutragen </w:t>
      </w:r>
      <w:r w:rsidR="00795FC3">
        <w:t xml:space="preserve">   </w:t>
      </w:r>
    </w:p>
    <w:p w:rsidR="00B767B9" w:rsidRDefault="006E72B0" w:rsidP="00B767B9">
      <w:r>
        <w:t>………………………………………………………………………………………………………………………………..……</w:t>
      </w:r>
    </w:p>
    <w:p w:rsidR="00795FC3" w:rsidRDefault="00B767B9" w:rsidP="00B767B9">
      <w:r>
        <w:t>-</w:t>
      </w:r>
      <w:r w:rsidR="00795FC3">
        <w:t>ABS- Steckdose</w:t>
      </w:r>
      <w:r w:rsidR="00795FC3">
        <w:tab/>
      </w:r>
      <w:r w:rsidR="00795FC3">
        <w:tab/>
      </w:r>
      <w:r w:rsidR="00795FC3">
        <w:tab/>
      </w:r>
      <w:r w:rsidR="00795FC3">
        <w:tab/>
      </w:r>
      <w:r w:rsidR="00795FC3">
        <w:tab/>
      </w:r>
      <w:r w:rsidR="00795FC3">
        <w:tab/>
      </w:r>
      <w:r w:rsidR="00795FC3">
        <w:tab/>
      </w:r>
      <w:r w:rsidR="00795FC3">
        <w:tab/>
        <w:t xml:space="preserve">             Ja/Nein</w:t>
      </w:r>
    </w:p>
    <w:p w:rsidR="00B767B9" w:rsidRDefault="00795FC3" w:rsidP="00B767B9">
      <w:r>
        <w:t xml:space="preserve"> </w:t>
      </w:r>
      <w:r w:rsidR="00DD471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6E72B0" w:rsidRDefault="00B767B9" w:rsidP="00B767B9">
      <w:r>
        <w:t>-</w:t>
      </w:r>
      <w:r w:rsidR="006E72B0">
        <w:t>Radio, Antenne, Lautsprecher (Vorbereitung)</w:t>
      </w:r>
      <w:r w:rsidR="006E72B0">
        <w:tab/>
      </w:r>
      <w:r w:rsidR="006E72B0">
        <w:tab/>
      </w:r>
      <w:r w:rsidR="006E72B0">
        <w:tab/>
      </w:r>
      <w:r w:rsidR="006E72B0">
        <w:tab/>
        <w:t xml:space="preserve">             Ja/Nein</w:t>
      </w:r>
    </w:p>
    <w:p w:rsidR="00B767B9" w:rsidRDefault="006E72B0" w:rsidP="00B767B9">
      <w:r>
        <w:t xml:space="preserve"> </w:t>
      </w:r>
      <w:r w:rsidR="00DD471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6E72B0" w:rsidRDefault="00B767B9" w:rsidP="00B767B9">
      <w:r>
        <w:t>-</w:t>
      </w:r>
      <w:r w:rsidR="00086A20">
        <w:t xml:space="preserve">Freisprecheinrichtung                                                 </w:t>
      </w:r>
      <w:r w:rsidR="006E72B0">
        <w:tab/>
      </w:r>
      <w:r w:rsidR="006E72B0">
        <w:tab/>
        <w:t xml:space="preserve">             Ja/Nein</w:t>
      </w:r>
    </w:p>
    <w:p w:rsidR="00B767B9" w:rsidRDefault="006E72B0" w:rsidP="00B767B9">
      <w:r>
        <w:t xml:space="preserve"> </w:t>
      </w:r>
      <w:r w:rsidR="00DD471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715530" w:rsidRDefault="00715530" w:rsidP="00B767B9">
      <w:r>
        <w:t>-Sicherungskasten mit Stecksicherungen im Fahrerhaus</w:t>
      </w:r>
      <w:r>
        <w:tab/>
      </w:r>
      <w:r>
        <w:tab/>
      </w:r>
      <w:r w:rsidR="00B767B9">
        <w:tab/>
      </w:r>
      <w:r>
        <w:t xml:space="preserve">             Ja/Nein</w:t>
      </w:r>
    </w:p>
    <w:p w:rsidR="00B767B9" w:rsidRDefault="00715530" w:rsidP="00B767B9">
      <w:r>
        <w:t xml:space="preserve"> </w:t>
      </w:r>
      <w:r w:rsidR="00DD471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715530" w:rsidRDefault="00715530" w:rsidP="00B767B9">
      <w:r>
        <w:t>-Öldruck</w:t>
      </w:r>
      <w:r w:rsidR="00C507E7">
        <w:t>überwachung</w:t>
      </w:r>
      <w:r>
        <w:t xml:space="preserve"> und </w:t>
      </w:r>
      <w:r w:rsidR="00C507E7">
        <w:t>Motortemperatur</w:t>
      </w:r>
      <w:r>
        <w:t>anzeige</w:t>
      </w:r>
      <w:r>
        <w:tab/>
      </w:r>
      <w:r>
        <w:tab/>
      </w:r>
      <w:r>
        <w:tab/>
        <w:t xml:space="preserve">             Ja/Nein</w:t>
      </w:r>
    </w:p>
    <w:p w:rsidR="00C507E7" w:rsidRDefault="00715530" w:rsidP="00B767B9">
      <w:r>
        <w:t xml:space="preserve"> </w:t>
      </w:r>
      <w:r w:rsidR="00DD471A">
        <w:t xml:space="preserve"> </w:t>
      </w:r>
      <w:r w:rsidR="00C507E7">
        <w:t xml:space="preserve">im Armaturenbrett </w:t>
      </w:r>
    </w:p>
    <w:p w:rsidR="00B767B9" w:rsidRDefault="00C507E7" w:rsidP="00B767B9">
      <w:r>
        <w:t xml:space="preserve">  </w:t>
      </w:r>
      <w:r w:rsidR="00715530">
        <w:t>tatsächlich: vom Bieter einzutragen …………………………………………………………………………………………………………………………………..……</w:t>
      </w:r>
    </w:p>
    <w:p w:rsidR="00AC0E7A" w:rsidRDefault="00AC0E7A" w:rsidP="00AC0E7A">
      <w:pPr>
        <w:rPr>
          <w:b/>
          <w:u w:val="single"/>
        </w:rPr>
      </w:pPr>
    </w:p>
    <w:p w:rsidR="00FB7910" w:rsidRPr="0088051A" w:rsidRDefault="00715530" w:rsidP="0088051A">
      <w:pPr>
        <w:pStyle w:val="Listenabsatz"/>
        <w:numPr>
          <w:ilvl w:val="0"/>
          <w:numId w:val="34"/>
        </w:numPr>
        <w:rPr>
          <w:b/>
          <w:u w:val="single"/>
        </w:rPr>
      </w:pPr>
      <w:r w:rsidRPr="0088051A">
        <w:rPr>
          <w:b/>
          <w:u w:val="single"/>
        </w:rPr>
        <w:t>Kippbrücke</w:t>
      </w:r>
    </w:p>
    <w:p w:rsidR="00FB7910" w:rsidRDefault="00FB7910" w:rsidP="00FB7910">
      <w:pPr>
        <w:rPr>
          <w:b/>
          <w:u w:val="single"/>
        </w:rPr>
      </w:pPr>
    </w:p>
    <w:p w:rsidR="00715530" w:rsidRPr="00FB7910" w:rsidRDefault="00FB7910" w:rsidP="00FB7910">
      <w:pPr>
        <w:rPr>
          <w:b/>
          <w:u w:val="single"/>
        </w:rPr>
      </w:pPr>
      <w:r w:rsidRPr="00FB7910">
        <w:t>-</w:t>
      </w:r>
      <w:r>
        <w:t>2–Seiten</w:t>
      </w:r>
      <w:r w:rsidR="00E72A91">
        <w:t xml:space="preserve"> Kipper</w:t>
      </w:r>
      <w:r w:rsidR="00F63B2F">
        <w:t xml:space="preserve"> (rechts/links)</w:t>
      </w:r>
      <w:r>
        <w:t xml:space="preserve"> in der Farbe RAL 2011</w:t>
      </w:r>
      <w:r w:rsidR="00EC400F">
        <w:t xml:space="preserve"> </w:t>
      </w:r>
      <w:r w:rsidR="0009066C">
        <w:tab/>
      </w:r>
      <w:r w:rsidR="0009066C">
        <w:tab/>
      </w:r>
      <w:r w:rsidR="0009066C">
        <w:tab/>
        <w:t xml:space="preserve">  </w:t>
      </w:r>
      <w:r w:rsidR="00715530">
        <w:t xml:space="preserve">          Ja/Nein</w:t>
      </w:r>
    </w:p>
    <w:p w:rsidR="0009066C" w:rsidRDefault="00715530" w:rsidP="004C4F6F">
      <w:r>
        <w:t xml:space="preserve"> </w:t>
      </w:r>
      <w:r w:rsidR="00337C8A">
        <w:t xml:space="preserve"> </w:t>
      </w:r>
      <w:r w:rsidR="0009066C">
        <w:t>(z.B. Meiller oder vergleichbar)</w:t>
      </w:r>
    </w:p>
    <w:p w:rsidR="004C4F6F" w:rsidRDefault="0009066C" w:rsidP="004C4F6F">
      <w:r>
        <w:t xml:space="preserve">  </w:t>
      </w:r>
      <w:r w:rsidR="00715530">
        <w:t>tatsächlich: vom Bieter einzutragen …………………………………………………………………………………………………………………………………..……</w:t>
      </w:r>
    </w:p>
    <w:p w:rsidR="00FB7910" w:rsidRDefault="004C4F6F" w:rsidP="004C4F6F">
      <w:r>
        <w:t>-</w:t>
      </w:r>
      <w:r w:rsidR="00FB7910">
        <w:t xml:space="preserve">Dimension </w:t>
      </w:r>
      <w:r w:rsidR="001C6EC1">
        <w:t xml:space="preserve">min. </w:t>
      </w:r>
      <w:r w:rsidR="00A4638B">
        <w:t>3100x2200x500 mm</w:t>
      </w:r>
      <w:r w:rsidR="00FB7910">
        <w:tab/>
      </w:r>
      <w:r w:rsidR="00FB7910">
        <w:tab/>
      </w:r>
      <w:r w:rsidR="00FB7910">
        <w:tab/>
      </w:r>
      <w:r w:rsidR="00FB7910">
        <w:tab/>
      </w:r>
      <w:r w:rsidR="00FB7910">
        <w:tab/>
        <w:t xml:space="preserve">             Ja/Nein</w:t>
      </w:r>
    </w:p>
    <w:p w:rsidR="004C4F6F" w:rsidRDefault="00FB7910" w:rsidP="004C4F6F">
      <w:r>
        <w:t xml:space="preserve"> </w:t>
      </w:r>
      <w:r w:rsidR="00B36E67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FB7910" w:rsidRDefault="004C4F6F" w:rsidP="004C4F6F">
      <w:r>
        <w:t>-</w:t>
      </w:r>
      <w:r w:rsidR="00FB7910">
        <w:t>Materialstärke Boden min</w:t>
      </w:r>
      <w:r w:rsidR="001C6EC1">
        <w:t>.</w:t>
      </w:r>
      <w:r w:rsidR="00FB7910">
        <w:t xml:space="preserve"> 4 mm</w:t>
      </w:r>
      <w:r w:rsidR="00FB7910">
        <w:tab/>
      </w:r>
      <w:r w:rsidR="00FB7910">
        <w:tab/>
      </w:r>
      <w:r w:rsidR="00FB7910">
        <w:tab/>
      </w:r>
      <w:r w:rsidR="00FB7910">
        <w:tab/>
      </w:r>
      <w:r w:rsidR="00FB7910">
        <w:tab/>
      </w:r>
      <w:r w:rsidR="00FB7910">
        <w:tab/>
        <w:t xml:space="preserve">             Ja/Nein</w:t>
      </w:r>
    </w:p>
    <w:p w:rsidR="00510C0C" w:rsidRDefault="00FB7910" w:rsidP="00AB7C49">
      <w:r>
        <w:t xml:space="preserve"> </w:t>
      </w:r>
      <w:r w:rsidR="00B36E67">
        <w:t xml:space="preserve"> </w:t>
      </w:r>
      <w:r>
        <w:t>tatsächlich: vom Bieter einzutragen ……</w:t>
      </w:r>
    </w:p>
    <w:p w:rsidR="00AB7C49" w:rsidRDefault="00FB7910" w:rsidP="00AB7C49">
      <w:r>
        <w:t>……………………………………………………………………………………………………………………………..……</w:t>
      </w:r>
      <w:r w:rsidR="00AB7C49">
        <w:t xml:space="preserve">- </w:t>
      </w:r>
      <w:r w:rsidR="00EA5631">
        <w:t>-</w:t>
      </w:r>
      <w:r w:rsidR="00AB7C49">
        <w:t xml:space="preserve">-   </w:t>
      </w:r>
    </w:p>
    <w:p w:rsidR="00FB7910" w:rsidRDefault="00AB7C49" w:rsidP="00AB7C49">
      <w:r>
        <w:t>-</w:t>
      </w:r>
      <w:r w:rsidR="00FB7910">
        <w:t xml:space="preserve">Bordwandhöhe vorn: 800 mm, Borwandhöhe </w:t>
      </w:r>
      <w:r w:rsidR="001412B4">
        <w:t>Seiten und hinten: 500 mm</w:t>
      </w:r>
      <w:r w:rsidR="00795FC3">
        <w:t>,</w:t>
      </w:r>
      <w:r w:rsidR="00FB7910">
        <w:tab/>
        <w:t xml:space="preserve">   Ja/Nein</w:t>
      </w:r>
    </w:p>
    <w:p w:rsidR="00795FC3" w:rsidRDefault="00FB7910" w:rsidP="00FB7910">
      <w:r>
        <w:t xml:space="preserve"> </w:t>
      </w:r>
      <w:r w:rsidR="00B36E67">
        <w:t xml:space="preserve"> </w:t>
      </w:r>
      <w:r w:rsidR="00795FC3">
        <w:t>hintere Bordwand starr</w:t>
      </w:r>
    </w:p>
    <w:p w:rsidR="00EA5631" w:rsidRDefault="00795FC3" w:rsidP="00EA5631">
      <w:r>
        <w:t xml:space="preserve"> </w:t>
      </w:r>
      <w:r w:rsidR="00DD471A">
        <w:t xml:space="preserve"> </w:t>
      </w:r>
      <w:r w:rsidR="00FB7910">
        <w:t>tatsächlich: vom Bieter einzutragen …………………………………………………………………………………………………………………………………..……</w:t>
      </w:r>
    </w:p>
    <w:p w:rsidR="001412B4" w:rsidRDefault="00EA5631" w:rsidP="00EA5631">
      <w:r>
        <w:t>-</w:t>
      </w:r>
      <w:r w:rsidR="001412B4">
        <w:t>Materialstärke Seitenwände min.3 mm</w:t>
      </w:r>
      <w:r w:rsidR="001412B4">
        <w:tab/>
      </w:r>
      <w:r w:rsidR="001412B4">
        <w:tab/>
      </w:r>
      <w:r w:rsidR="001412B4">
        <w:tab/>
      </w:r>
      <w:r w:rsidR="001412B4">
        <w:tab/>
      </w:r>
      <w:r w:rsidR="001412B4">
        <w:tab/>
        <w:t xml:space="preserve">             Ja/Nein</w:t>
      </w:r>
    </w:p>
    <w:p w:rsidR="00EA5631" w:rsidRDefault="001412B4" w:rsidP="00EA5631">
      <w:r>
        <w:t xml:space="preserve"> </w:t>
      </w:r>
      <w:r w:rsidR="00DD471A">
        <w:t xml:space="preserve"> </w:t>
      </w:r>
      <w:r>
        <w:t>tatsächlich: vom Bieter einzutragen …………………………………………………………………………………………………………………………………..……</w:t>
      </w:r>
    </w:p>
    <w:p w:rsidR="001412B4" w:rsidRDefault="00AD66BE" w:rsidP="00EA5631">
      <w:r>
        <w:t>-</w:t>
      </w:r>
      <w:r w:rsidR="001412B4">
        <w:t xml:space="preserve">Seitenwände </w:t>
      </w:r>
      <w:r w:rsidR="00796C90">
        <w:t xml:space="preserve">nach unten </w:t>
      </w:r>
      <w:r w:rsidR="001412B4">
        <w:t>ab klappbar und federentlastet</w:t>
      </w:r>
      <w:r w:rsidR="001412B4">
        <w:tab/>
      </w:r>
      <w:r w:rsidR="001412B4">
        <w:tab/>
        <w:t xml:space="preserve">             Ja/Nein</w:t>
      </w:r>
    </w:p>
    <w:p w:rsidR="00796C90" w:rsidRDefault="00795FC3" w:rsidP="001412B4">
      <w:r>
        <w:t xml:space="preserve"> </w:t>
      </w:r>
      <w:r w:rsidR="00DD471A">
        <w:t xml:space="preserve"> </w:t>
      </w:r>
      <w:r w:rsidR="00796C90">
        <w:t>mit handbetätigten Klauenverschlüssen</w:t>
      </w:r>
    </w:p>
    <w:p w:rsidR="00EA5631" w:rsidRDefault="001412B4" w:rsidP="00EA5631">
      <w:r>
        <w:t>……………………………………………………………………………………………………………</w:t>
      </w:r>
      <w:r w:rsidR="009E4409">
        <w:t>….</w:t>
      </w:r>
      <w:r>
        <w:t>……</w:t>
      </w:r>
      <w:r w:rsidR="009E4409">
        <w:t>.</w:t>
      </w:r>
      <w:r>
        <w:t>………………..……</w:t>
      </w:r>
    </w:p>
    <w:p w:rsidR="001412B4" w:rsidRDefault="00EA5631" w:rsidP="00EA5631">
      <w:r>
        <w:t>-</w:t>
      </w:r>
      <w:r w:rsidR="001412B4">
        <w:t>Kippventilbetätigung im Fahrerhaus</w:t>
      </w:r>
      <w:r w:rsidR="001412B4">
        <w:tab/>
      </w:r>
      <w:r w:rsidR="001412B4">
        <w:tab/>
      </w:r>
      <w:r w:rsidR="001412B4">
        <w:tab/>
      </w:r>
      <w:r w:rsidR="001412B4">
        <w:tab/>
      </w:r>
      <w:r w:rsidR="001412B4">
        <w:tab/>
        <w:t xml:space="preserve">             Ja/Nein</w:t>
      </w:r>
    </w:p>
    <w:p w:rsidR="00EA5631" w:rsidRDefault="001412B4" w:rsidP="00EA5631">
      <w:r>
        <w:t xml:space="preserve"> </w:t>
      </w:r>
      <w:r w:rsidR="00DD471A">
        <w:t xml:space="preserve"> </w:t>
      </w:r>
      <w:r>
        <w:t>tatsächlich: vom Bieter einzutragen ……………………………………………………………………………………………………………………</w:t>
      </w:r>
      <w:r w:rsidR="009E4409">
        <w:t>….</w:t>
      </w:r>
      <w:r>
        <w:t>…</w:t>
      </w:r>
      <w:r w:rsidR="009E4409">
        <w:t>.</w:t>
      </w:r>
      <w:r>
        <w:t>…………..……</w:t>
      </w:r>
    </w:p>
    <w:p w:rsidR="001412B4" w:rsidRDefault="001412B4" w:rsidP="00EA5631">
      <w:r>
        <w:lastRenderedPageBreak/>
        <w:t xml:space="preserve">-Metallleiter zum Aufsteigen auf die Kippbrücke. Die </w:t>
      </w:r>
      <w:r w:rsidR="00424C8C">
        <w:tab/>
      </w:r>
      <w:r w:rsidR="00424C8C">
        <w:tab/>
      </w:r>
      <w:r>
        <w:t xml:space="preserve"> </w:t>
      </w:r>
      <w:r>
        <w:tab/>
        <w:t xml:space="preserve">             Ja/Nein</w:t>
      </w:r>
    </w:p>
    <w:p w:rsidR="001412B4" w:rsidRDefault="00DD471A" w:rsidP="001412B4">
      <w:pPr>
        <w:ind w:left="75"/>
      </w:pPr>
      <w:r>
        <w:t xml:space="preserve"> </w:t>
      </w:r>
      <w:r w:rsidR="00424C8C">
        <w:t xml:space="preserve">Befestigung </w:t>
      </w:r>
      <w:r w:rsidR="001412B4">
        <w:t xml:space="preserve">der Leiter </w:t>
      </w:r>
      <w:r w:rsidR="00424C8C">
        <w:t>soll</w:t>
      </w:r>
      <w:r w:rsidR="001412B4">
        <w:t xml:space="preserve"> unter der Kippbrücke</w:t>
      </w:r>
      <w:r w:rsidR="00424C8C">
        <w:t xml:space="preserve"> erfolge</w:t>
      </w:r>
      <w:r w:rsidR="0009066C">
        <w:t>n</w:t>
      </w:r>
    </w:p>
    <w:p w:rsidR="00EA5631" w:rsidRDefault="001412B4" w:rsidP="00EA5631">
      <w:r>
        <w:t xml:space="preserve"> </w:t>
      </w:r>
      <w:r w:rsidR="00DD471A">
        <w:t xml:space="preserve"> </w:t>
      </w:r>
      <w:r>
        <w:t>tatsächlich: vom Bieter einzutragen …………………………………………………………………………………………………………………………</w:t>
      </w:r>
      <w:r w:rsidR="009E4409">
        <w:t>…..</w:t>
      </w:r>
      <w:r>
        <w:t>………..……</w:t>
      </w:r>
    </w:p>
    <w:p w:rsidR="001412B4" w:rsidRDefault="001412B4" w:rsidP="00EA5631">
      <w:r>
        <w:t>-</w:t>
      </w:r>
      <w:r w:rsidR="00796C90">
        <w:t>min. 4 versenkbare Zurrpunkte im Kipperboden</w:t>
      </w:r>
      <w:r>
        <w:tab/>
      </w:r>
      <w:r>
        <w:tab/>
      </w:r>
      <w:r w:rsidR="00AB7C49">
        <w:t xml:space="preserve">            </w:t>
      </w:r>
      <w:r>
        <w:tab/>
        <w:t xml:space="preserve">             Ja/Nein</w:t>
      </w:r>
    </w:p>
    <w:p w:rsidR="00EA5631" w:rsidRDefault="001412B4" w:rsidP="00EA5631">
      <w:r>
        <w:t xml:space="preserve"> </w:t>
      </w:r>
      <w:r w:rsidR="00DD471A">
        <w:t xml:space="preserve"> </w:t>
      </w:r>
      <w:r>
        <w:t>tatsächlich: vom Bieter einzutragen ………………………………………………………………………………………………………………………</w:t>
      </w:r>
      <w:r w:rsidR="009E4409">
        <w:t>…..</w:t>
      </w:r>
      <w:r>
        <w:t>…………..……</w:t>
      </w:r>
    </w:p>
    <w:p w:rsidR="004C4F6F" w:rsidRDefault="00EA5631" w:rsidP="00EA5631">
      <w:r>
        <w:t>-</w:t>
      </w:r>
      <w:r w:rsidR="004C4F6F">
        <w:t>Rot-weiße Warnmarkierung an der Kippbrücke und am Fahrerhaus</w:t>
      </w:r>
      <w:r w:rsidR="004C4F6F">
        <w:tab/>
        <w:t xml:space="preserve">             Ja/Nein</w:t>
      </w:r>
    </w:p>
    <w:p w:rsidR="004C4F6F" w:rsidRDefault="004C4F6F" w:rsidP="004C4F6F">
      <w:r>
        <w:t xml:space="preserve"> </w:t>
      </w:r>
      <w:r w:rsidR="00DD471A">
        <w:t xml:space="preserve"> </w:t>
      </w:r>
      <w:r>
        <w:t>entsprechend DIN 30710</w:t>
      </w:r>
    </w:p>
    <w:p w:rsidR="004C4F6F" w:rsidRPr="00725BBE" w:rsidRDefault="004C4F6F" w:rsidP="004C4F6F">
      <w:r>
        <w:t xml:space="preserve"> </w:t>
      </w:r>
      <w:r w:rsidR="00DD471A">
        <w:t xml:space="preserve"> </w:t>
      </w:r>
      <w:r>
        <w:t>tatsächlich: vom Bieter einzutragen ……………………………………………………………………………………………………………………</w:t>
      </w:r>
      <w:r w:rsidR="00AD66BE">
        <w:t>..</w:t>
      </w:r>
      <w:r>
        <w:t>…</w:t>
      </w:r>
      <w:r w:rsidR="009E4409">
        <w:t>..</w:t>
      </w:r>
      <w:r>
        <w:t>…………..……</w:t>
      </w:r>
    </w:p>
    <w:p w:rsidR="00715530" w:rsidRDefault="00715530" w:rsidP="00AC0E7A">
      <w:pPr>
        <w:rPr>
          <w:b/>
          <w:u w:val="single"/>
        </w:rPr>
      </w:pPr>
    </w:p>
    <w:p w:rsidR="004C4F6F" w:rsidRPr="00D478C1" w:rsidRDefault="00D478C1" w:rsidP="0088051A">
      <w:pPr>
        <w:pStyle w:val="Listenabsatz"/>
        <w:numPr>
          <w:ilvl w:val="0"/>
          <w:numId w:val="34"/>
        </w:numPr>
        <w:rPr>
          <w:b/>
          <w:u w:val="single"/>
        </w:rPr>
      </w:pPr>
      <w:r w:rsidRPr="00D478C1">
        <w:rPr>
          <w:b/>
        </w:rPr>
        <w:t xml:space="preserve"> </w:t>
      </w:r>
      <w:r w:rsidR="00DB03B0">
        <w:rPr>
          <w:b/>
        </w:rPr>
        <w:t xml:space="preserve"> </w:t>
      </w:r>
      <w:r w:rsidR="001F389A" w:rsidRPr="00D478C1">
        <w:rPr>
          <w:b/>
          <w:u w:val="single"/>
        </w:rPr>
        <w:t>Anbaukran</w:t>
      </w:r>
    </w:p>
    <w:p w:rsidR="00EA5631" w:rsidRDefault="00EA5631" w:rsidP="001F389A">
      <w:pPr>
        <w:ind w:left="75"/>
        <w:rPr>
          <w:b/>
          <w:u w:val="single"/>
        </w:rPr>
      </w:pPr>
    </w:p>
    <w:p w:rsidR="00CB150E" w:rsidRDefault="00332049" w:rsidP="001F389A">
      <w:pPr>
        <w:ind w:left="75"/>
      </w:pPr>
      <w:r>
        <w:t>-</w:t>
      </w:r>
      <w:r w:rsidR="001F389A">
        <w:t>Anbaukran</w:t>
      </w:r>
      <w:r w:rsidR="0091569F">
        <w:t xml:space="preserve"> mit Funk-Fernbedienung</w:t>
      </w:r>
      <w:r w:rsidR="00CB150E">
        <w:t>, fest am Fahrzeugheck                           Ja/Nein</w:t>
      </w:r>
    </w:p>
    <w:p w:rsidR="00CB150E" w:rsidRDefault="00CB150E" w:rsidP="00CB150E">
      <w:pPr>
        <w:ind w:left="75"/>
      </w:pPr>
      <w:r>
        <w:t xml:space="preserve"> montiert</w:t>
      </w:r>
      <w:r w:rsidR="001F389A">
        <w:t>, teleskopierbar</w:t>
      </w:r>
      <w:r w:rsidR="0091569F">
        <w:t xml:space="preserve"> mit</w:t>
      </w:r>
      <w:r w:rsidR="00332049">
        <w:t xml:space="preserve"> einer</w:t>
      </w:r>
      <w:r>
        <w:t xml:space="preserve"> </w:t>
      </w:r>
      <w:r w:rsidR="0091569F">
        <w:t>Mindestauslage von 11</w:t>
      </w:r>
      <w:r w:rsidR="00E8658B">
        <w:t xml:space="preserve"> </w:t>
      </w:r>
      <w:r w:rsidR="0091569F">
        <w:t xml:space="preserve">m </w:t>
      </w:r>
    </w:p>
    <w:p w:rsidR="00CB150E" w:rsidRDefault="00CB150E" w:rsidP="00CB150E">
      <w:pPr>
        <w:ind w:left="75"/>
      </w:pPr>
      <w:r>
        <w:t xml:space="preserve"> </w:t>
      </w:r>
      <w:r w:rsidR="0091569F">
        <w:t xml:space="preserve">und einer Mindesttragfähigkeit von 400 kg bei Maximalauslage, </w:t>
      </w:r>
    </w:p>
    <w:p w:rsidR="006A6A92" w:rsidRDefault="00CB150E" w:rsidP="006A6A92">
      <w:pPr>
        <w:ind w:left="75"/>
      </w:pPr>
      <w:r>
        <w:t xml:space="preserve"> </w:t>
      </w:r>
      <w:r w:rsidR="006A6A92">
        <w:t>hydraulisch ausfahrbare Abstützung mit Standsicherheits-</w:t>
      </w:r>
    </w:p>
    <w:p w:rsidR="006A6A92" w:rsidRDefault="006A6A92" w:rsidP="006A6A92">
      <w:pPr>
        <w:ind w:left="75"/>
      </w:pPr>
      <w:r>
        <w:t xml:space="preserve"> überwachung in allen Abstützpositionen</w:t>
      </w:r>
      <w:r w:rsidR="00334D53">
        <w:t>,</w:t>
      </w:r>
      <w:r w:rsidR="009C0D58">
        <w:t xml:space="preserve"> </w:t>
      </w:r>
      <w:r w:rsidR="00024F6E">
        <w:t xml:space="preserve">Kniehebelsystem </w:t>
      </w:r>
    </w:p>
    <w:p w:rsidR="006A6A92" w:rsidRDefault="006A6A92" w:rsidP="006A6A92">
      <w:pPr>
        <w:ind w:left="75"/>
      </w:pPr>
      <w:r>
        <w:t xml:space="preserve"> </w:t>
      </w:r>
      <w:r w:rsidR="00024F6E">
        <w:t xml:space="preserve">am </w:t>
      </w:r>
      <w:r w:rsidR="00BF06CB">
        <w:t xml:space="preserve">Knickarm, </w:t>
      </w:r>
      <w:r>
        <w:t xml:space="preserve">separater Ölkühler, </w:t>
      </w:r>
      <w:r w:rsidR="00024F6E">
        <w:t>KTL-Beschichtung</w:t>
      </w:r>
      <w:r w:rsidR="00BF06CB">
        <w:t xml:space="preserve">, </w:t>
      </w:r>
    </w:p>
    <w:p w:rsidR="00424C8C" w:rsidRDefault="00424C8C" w:rsidP="006A6A92">
      <w:pPr>
        <w:ind w:left="75"/>
      </w:pPr>
      <w:r>
        <w:t xml:space="preserve"> Befüllung des Hydrauliksystems mit biologisch abbaubarem </w:t>
      </w:r>
    </w:p>
    <w:p w:rsidR="00424C8C" w:rsidRDefault="00424C8C" w:rsidP="006A6A92">
      <w:pPr>
        <w:ind w:left="75"/>
      </w:pPr>
      <w:r>
        <w:t xml:space="preserve"> Hydrauliköl (z.B. </w:t>
      </w:r>
      <w:r w:rsidR="00A12737">
        <w:t>Panolin</w:t>
      </w:r>
      <w:r w:rsidR="0009066C">
        <w:t xml:space="preserve"> oder gleichwertig</w:t>
      </w:r>
      <w:r>
        <w:t>).</w:t>
      </w:r>
    </w:p>
    <w:p w:rsidR="006A6A92" w:rsidRDefault="006A6A92" w:rsidP="00CB150E">
      <w:pPr>
        <w:ind w:left="75"/>
      </w:pPr>
      <w:r>
        <w:t xml:space="preserve"> </w:t>
      </w:r>
      <w:r w:rsidR="0091569F">
        <w:t xml:space="preserve">Vorbereitung </w:t>
      </w:r>
      <w:r w:rsidR="00CB150E">
        <w:t xml:space="preserve">für </w:t>
      </w:r>
      <w:r w:rsidR="0091569F">
        <w:t>Greiferbetrieb</w:t>
      </w:r>
      <w:r w:rsidR="0009066C">
        <w:t xml:space="preserve">; </w:t>
      </w:r>
      <w:r w:rsidR="009C0D58">
        <w:t>e</w:t>
      </w:r>
      <w:r w:rsidR="00AB7C49">
        <w:t xml:space="preserve">in </w:t>
      </w:r>
      <w:r w:rsidR="0091569F">
        <w:t>2-Schalen</w:t>
      </w:r>
      <w:r w:rsidR="00334D53">
        <w:t xml:space="preserve"> </w:t>
      </w:r>
      <w:r w:rsidR="0091569F">
        <w:t>Greifer</w:t>
      </w:r>
      <w:r w:rsidR="00CA4A07">
        <w:t xml:space="preserve"> des Typs</w:t>
      </w:r>
      <w:r w:rsidR="009C0D58">
        <w:t xml:space="preserve"> </w:t>
      </w:r>
    </w:p>
    <w:p w:rsidR="006A6A92" w:rsidRDefault="006A6A92" w:rsidP="00334D53">
      <w:pPr>
        <w:ind w:left="75"/>
      </w:pPr>
      <w:r>
        <w:t xml:space="preserve"> </w:t>
      </w:r>
      <w:r w:rsidR="0091569F">
        <w:t>Kinshofer</w:t>
      </w:r>
      <w:r w:rsidR="00AB7C49">
        <w:t xml:space="preserve"> </w:t>
      </w:r>
      <w:r w:rsidR="00F520A2">
        <w:t>C 03H-40</w:t>
      </w:r>
      <w:r w:rsidR="0091569F">
        <w:t xml:space="preserve"> ist </w:t>
      </w:r>
      <w:r w:rsidR="00DA3E95">
        <w:t xml:space="preserve">beim Auftraggeber </w:t>
      </w:r>
      <w:r w:rsidR="0091569F">
        <w:t>vorhanden</w:t>
      </w:r>
      <w:r w:rsidR="00AB7C49">
        <w:t xml:space="preserve"> und</w:t>
      </w:r>
      <w:r w:rsidR="00084ED8">
        <w:t xml:space="preserve"> soll</w:t>
      </w:r>
      <w:r w:rsidR="009E1851">
        <w:t xml:space="preserve"> </w:t>
      </w:r>
    </w:p>
    <w:p w:rsidR="006A6A92" w:rsidRDefault="006A6A92" w:rsidP="00334D53">
      <w:pPr>
        <w:ind w:left="75"/>
      </w:pPr>
      <w:r>
        <w:t xml:space="preserve"> </w:t>
      </w:r>
      <w:r w:rsidR="00084ED8">
        <w:t xml:space="preserve">zukünftig </w:t>
      </w:r>
      <w:r w:rsidR="00332049">
        <w:t>an dem Kran</w:t>
      </w:r>
      <w:r w:rsidR="00CB150E">
        <w:t xml:space="preserve"> b</w:t>
      </w:r>
      <w:r w:rsidR="00332049">
        <w:t>etrieben werden</w:t>
      </w:r>
      <w:r>
        <w:t>.</w:t>
      </w:r>
      <w:r w:rsidR="009C0D58">
        <w:t xml:space="preserve"> </w:t>
      </w:r>
      <w:r w:rsidR="00332049">
        <w:t>Der Greifer kann vor</w:t>
      </w:r>
      <w:r w:rsidR="009E1851">
        <w:t xml:space="preserve"> </w:t>
      </w:r>
    </w:p>
    <w:p w:rsidR="006A6A92" w:rsidRDefault="006A6A92" w:rsidP="00334D53">
      <w:pPr>
        <w:ind w:left="75"/>
      </w:pPr>
      <w:r>
        <w:t xml:space="preserve"> </w:t>
      </w:r>
      <w:r w:rsidR="00332049">
        <w:t>der Abgabe eines Angebotes</w:t>
      </w:r>
      <w:r w:rsidR="00CB150E">
        <w:t xml:space="preserve"> </w:t>
      </w:r>
      <w:r w:rsidR="00332049">
        <w:t>im Bauhof des Tiefbauamtes</w:t>
      </w:r>
      <w:r w:rsidR="009E1851">
        <w:t xml:space="preserve"> </w:t>
      </w:r>
    </w:p>
    <w:p w:rsidR="00CA4A07" w:rsidRDefault="006A6A92" w:rsidP="00334D53">
      <w:pPr>
        <w:ind w:left="75"/>
      </w:pPr>
      <w:r>
        <w:t xml:space="preserve"> </w:t>
      </w:r>
      <w:r w:rsidR="009E1851">
        <w:t>(</w:t>
      </w:r>
      <w:r w:rsidR="00CB150E">
        <w:t>Brander Weg 6</w:t>
      </w:r>
      <w:r w:rsidR="00334D53">
        <w:t>, 08060 Zwickau</w:t>
      </w:r>
      <w:r w:rsidR="00CB150E">
        <w:t>)</w:t>
      </w:r>
      <w:r w:rsidR="00332049">
        <w:t xml:space="preserve"> besichtigt</w:t>
      </w:r>
      <w:r w:rsidR="009C0D58">
        <w:t xml:space="preserve"> </w:t>
      </w:r>
      <w:r w:rsidR="00332049">
        <w:t>werden</w:t>
      </w:r>
      <w:r w:rsidR="00024F6E">
        <w:t>.</w:t>
      </w:r>
      <w:r w:rsidR="00CB150E">
        <w:t xml:space="preserve"> </w:t>
      </w:r>
    </w:p>
    <w:p w:rsidR="00CA4A07" w:rsidRDefault="00CA4A07" w:rsidP="00956A53">
      <w:pPr>
        <w:ind w:left="75"/>
      </w:pPr>
      <w:r>
        <w:t xml:space="preserve"> </w:t>
      </w:r>
      <w:r w:rsidR="00332049">
        <w:t>Da der Greifer</w:t>
      </w:r>
      <w:r w:rsidR="00956A53">
        <w:t xml:space="preserve"> im Normalbetrieb</w:t>
      </w:r>
      <w:r w:rsidR="00332049">
        <w:t xml:space="preserve"> dauerhaft montiert</w:t>
      </w:r>
      <w:r w:rsidR="009C0D58">
        <w:t xml:space="preserve"> </w:t>
      </w:r>
      <w:r w:rsidR="00332049">
        <w:t>bleib</w:t>
      </w:r>
      <w:r w:rsidR="006E3A65">
        <w:t>t</w:t>
      </w:r>
      <w:r w:rsidR="00956A53">
        <w:t xml:space="preserve"> </w:t>
      </w:r>
      <w:r w:rsidR="007E1F01">
        <w:t>und</w:t>
      </w:r>
      <w:r w:rsidR="00334D53">
        <w:t xml:space="preserve"> </w:t>
      </w:r>
    </w:p>
    <w:p w:rsidR="00CA4A07" w:rsidRDefault="00CA4A07" w:rsidP="00956A53">
      <w:pPr>
        <w:ind w:left="75"/>
      </w:pPr>
      <w:r>
        <w:t xml:space="preserve"> </w:t>
      </w:r>
      <w:r w:rsidR="007E1F01">
        <w:t>damit der Kran</w:t>
      </w:r>
      <w:r w:rsidR="00CB150E">
        <w:t xml:space="preserve"> </w:t>
      </w:r>
      <w:r w:rsidR="007E1F01">
        <w:t xml:space="preserve">in Transportstellung </w:t>
      </w:r>
      <w:r w:rsidR="006E3A65">
        <w:t>des</w:t>
      </w:r>
      <w:r w:rsidR="00024F6E">
        <w:t xml:space="preserve"> </w:t>
      </w:r>
      <w:r w:rsidR="007E1F01">
        <w:t>Fahrzeuges immer</w:t>
      </w:r>
      <w:r w:rsidR="00956A53">
        <w:t xml:space="preserve"> </w:t>
      </w:r>
    </w:p>
    <w:p w:rsidR="00CA4A07" w:rsidRDefault="00CA4A07" w:rsidP="00956A53">
      <w:pPr>
        <w:ind w:left="75"/>
      </w:pPr>
      <w:r>
        <w:t xml:space="preserve"> „</w:t>
      </w:r>
      <w:r w:rsidR="007E1F01">
        <w:t>teilausgezogen</w:t>
      </w:r>
      <w:r>
        <w:t xml:space="preserve">“ </w:t>
      </w:r>
      <w:r w:rsidR="007E1F01">
        <w:t>bleib</w:t>
      </w:r>
      <w:r w:rsidR="00CB150E">
        <w:t>en wird</w:t>
      </w:r>
      <w:r w:rsidR="007E1F01">
        <w:t>,</w:t>
      </w:r>
      <w:r w:rsidR="00CB150E">
        <w:t xml:space="preserve"> </w:t>
      </w:r>
      <w:r w:rsidR="007E1F01">
        <w:t>ist</w:t>
      </w:r>
      <w:r w:rsidR="00CB150E">
        <w:t xml:space="preserve"> aufbautechnisch</w:t>
      </w:r>
      <w:r w:rsidR="007E1F01">
        <w:t xml:space="preserve"> sicherzustellen</w:t>
      </w:r>
      <w:r w:rsidR="00332049">
        <w:t xml:space="preserve">, </w:t>
      </w:r>
    </w:p>
    <w:p w:rsidR="00CA4A07" w:rsidRDefault="00CA4A07" w:rsidP="00956A53">
      <w:pPr>
        <w:ind w:left="75"/>
      </w:pPr>
      <w:r>
        <w:t xml:space="preserve"> </w:t>
      </w:r>
      <w:r w:rsidR="00332049">
        <w:t xml:space="preserve">dass die </w:t>
      </w:r>
      <w:r w:rsidR="00CB150E">
        <w:t xml:space="preserve">zulässige Fahrzeuggesamthöhe nicht überschritten </w:t>
      </w:r>
      <w:r w:rsidR="00A12737">
        <w:t>w</w:t>
      </w:r>
      <w:r w:rsidR="00CB150E">
        <w:t>ird</w:t>
      </w:r>
      <w:r w:rsidR="00D76F3D">
        <w:t xml:space="preserve"> </w:t>
      </w:r>
    </w:p>
    <w:p w:rsidR="0009066C" w:rsidRDefault="00CA4A07" w:rsidP="00956A53">
      <w:pPr>
        <w:ind w:left="75"/>
      </w:pPr>
      <w:r>
        <w:t xml:space="preserve"> </w:t>
      </w:r>
      <w:r w:rsidR="00D76F3D">
        <w:t>und</w:t>
      </w:r>
      <w:r w:rsidR="00F76E9E">
        <w:t xml:space="preserve"> die Stabilität des Anbaugerätes während der Fahrt</w:t>
      </w:r>
      <w:r w:rsidR="0009066C">
        <w:t xml:space="preserve"> dauerhaft</w:t>
      </w:r>
    </w:p>
    <w:p w:rsidR="00CA4A07" w:rsidRDefault="00F76E9E" w:rsidP="00956A53">
      <w:pPr>
        <w:ind w:left="75"/>
      </w:pPr>
      <w:r>
        <w:t xml:space="preserve"> gewährleistet bleibt</w:t>
      </w:r>
      <w:r w:rsidR="00D76F3D">
        <w:t xml:space="preserve"> </w:t>
      </w:r>
    </w:p>
    <w:p w:rsidR="007C6EED" w:rsidRDefault="00CA4A07" w:rsidP="00F76E9E">
      <w:pPr>
        <w:ind w:left="75"/>
      </w:pPr>
      <w:r>
        <w:t xml:space="preserve"> </w:t>
      </w:r>
      <w:r w:rsidR="001F389A">
        <w:t>tatsächlich: vom Bieter einzutragen</w:t>
      </w:r>
    </w:p>
    <w:p w:rsidR="00F76E9E" w:rsidRDefault="001F389A" w:rsidP="001F389A">
      <w:r>
        <w:t xml:space="preserve"> </w:t>
      </w:r>
      <w:r w:rsidR="00F76E9E">
        <w:t xml:space="preserve"> </w:t>
      </w:r>
    </w:p>
    <w:p w:rsidR="001F389A" w:rsidRPr="00725BBE" w:rsidRDefault="00F76E9E" w:rsidP="001F389A">
      <w:r>
        <w:t xml:space="preserve">   </w:t>
      </w:r>
      <w:r w:rsidR="001F389A">
        <w:t>…………………………………………………………………………………………………</w:t>
      </w:r>
      <w:r w:rsidR="00AD66BE">
        <w:t>….</w:t>
      </w:r>
      <w:r w:rsidR="001F389A">
        <w:t>…………………………..……</w:t>
      </w:r>
    </w:p>
    <w:p w:rsidR="00510C0C" w:rsidRDefault="00510C0C" w:rsidP="007C6EED">
      <w:pPr>
        <w:ind w:left="709"/>
        <w:rPr>
          <w:b/>
        </w:rPr>
      </w:pPr>
    </w:p>
    <w:p w:rsidR="007C6EED" w:rsidRPr="00155D27" w:rsidRDefault="007C6EED" w:rsidP="007C6EED">
      <w:pPr>
        <w:ind w:left="709"/>
      </w:pPr>
      <w:r w:rsidRPr="0088051A">
        <w:rPr>
          <w:b/>
        </w:rPr>
        <w:t>1</w:t>
      </w:r>
      <w:r>
        <w:rPr>
          <w:b/>
        </w:rPr>
        <w:t>0.1.</w:t>
      </w:r>
      <w:r w:rsidRPr="0088051A">
        <w:t xml:space="preserve">  </w:t>
      </w:r>
      <w:r w:rsidRPr="007C6EED">
        <w:rPr>
          <w:b/>
          <w:u w:val="single"/>
        </w:rPr>
        <w:t>Kran</w:t>
      </w:r>
      <w:r w:rsidR="009E4621">
        <w:rPr>
          <w:b/>
          <w:u w:val="single"/>
        </w:rPr>
        <w:t>service</w:t>
      </w:r>
    </w:p>
    <w:p w:rsidR="007C6EED" w:rsidRDefault="007C6EED" w:rsidP="007C6EED"/>
    <w:p w:rsidR="009E4621" w:rsidRDefault="009E4621" w:rsidP="007C6EED">
      <w:r>
        <w:t>-</w:t>
      </w:r>
      <w:r w:rsidR="007C6EED">
        <w:t xml:space="preserve">Die nächste Kundendienstwerkstatt für den Kran muss sich innerhalb einer Entfernung </w:t>
      </w:r>
      <w:r>
        <w:t xml:space="preserve"> </w:t>
      </w:r>
    </w:p>
    <w:p w:rsidR="009E4621" w:rsidRDefault="009E4621" w:rsidP="007C6EED">
      <w:r>
        <w:t xml:space="preserve"> </w:t>
      </w:r>
      <w:r w:rsidR="007C6EED">
        <w:t xml:space="preserve">von maximal </w:t>
      </w:r>
      <w:r>
        <w:t>4</w:t>
      </w:r>
      <w:r w:rsidR="007C6EED">
        <w:t xml:space="preserve">0 km vom Stadtgebiet Zwickau </w:t>
      </w:r>
      <w:r>
        <w:t xml:space="preserve">entfernt </w:t>
      </w:r>
      <w:r w:rsidR="007C6EED">
        <w:t>befinden. Alle, für den störungs</w:t>
      </w:r>
      <w:r>
        <w:t xml:space="preserve"> </w:t>
      </w:r>
    </w:p>
    <w:p w:rsidR="009E4621" w:rsidRDefault="009E4621" w:rsidP="007C6EED">
      <w:r>
        <w:t xml:space="preserve"> </w:t>
      </w:r>
      <w:r w:rsidR="007C6EED">
        <w:t xml:space="preserve">freien </w:t>
      </w:r>
      <w:r>
        <w:t>B</w:t>
      </w:r>
      <w:r w:rsidR="007C6EED">
        <w:t xml:space="preserve">etrieb des </w:t>
      </w:r>
      <w:r>
        <w:t>K</w:t>
      </w:r>
      <w:r w:rsidR="007C6EED">
        <w:t>ranes notwendigen Serviceleistungen bzw. Garantieansprüche wer</w:t>
      </w:r>
      <w:r>
        <w:t xml:space="preserve">- </w:t>
      </w:r>
    </w:p>
    <w:p w:rsidR="009E4621" w:rsidRDefault="009E4621" w:rsidP="007C6EED">
      <w:r>
        <w:t xml:space="preserve"> </w:t>
      </w:r>
      <w:r w:rsidR="007C6EED">
        <w:t>den über</w:t>
      </w:r>
      <w:r>
        <w:t xml:space="preserve"> </w:t>
      </w:r>
      <w:r w:rsidR="007C6EED">
        <w:t>die nachfolgend genannte Kundendienstwerkst</w:t>
      </w:r>
      <w:r w:rsidR="006E3A65">
        <w:t>a</w:t>
      </w:r>
      <w:r w:rsidR="007C6EED">
        <w:t xml:space="preserve">tt ausgeführt </w:t>
      </w:r>
      <w:r w:rsidR="006E3A65">
        <w:t>und</w:t>
      </w:r>
      <w:r w:rsidR="007C6EED">
        <w:t xml:space="preserve"> abge</w:t>
      </w:r>
      <w:r w:rsidR="009E1851">
        <w:t>rechnet.</w:t>
      </w:r>
      <w:r>
        <w:t xml:space="preserve"> </w:t>
      </w:r>
    </w:p>
    <w:p w:rsidR="006A6A92" w:rsidRDefault="009E4621" w:rsidP="009E1851">
      <w:r>
        <w:t xml:space="preserve"> </w:t>
      </w:r>
    </w:p>
    <w:p w:rsidR="007C6EED" w:rsidRPr="00CF39E0" w:rsidRDefault="007C6EED" w:rsidP="009E1851">
      <w:r w:rsidRPr="00CF39E0">
        <w:t>Anschrift der nächstgelegenen Kundendienstwerkst</w:t>
      </w:r>
      <w:r w:rsidR="009E4621" w:rsidRPr="00CF39E0">
        <w:t>a</w:t>
      </w:r>
      <w:r w:rsidRPr="00CF39E0">
        <w:t>tt</w:t>
      </w:r>
    </w:p>
    <w:p w:rsidR="009E4621" w:rsidRDefault="009E4621" w:rsidP="009E4621"/>
    <w:p w:rsidR="007C6EED" w:rsidRDefault="007C6EED" w:rsidP="007C6EED">
      <w:r>
        <w:t>…………………………………………………………………………………………………………………………………………….</w:t>
      </w:r>
    </w:p>
    <w:p w:rsidR="00CF39E0" w:rsidRDefault="000F046B" w:rsidP="000F046B">
      <w:pPr>
        <w:rPr>
          <w:b/>
        </w:rPr>
      </w:pPr>
      <w:r>
        <w:rPr>
          <w:b/>
        </w:rPr>
        <w:t xml:space="preserve">           </w:t>
      </w:r>
    </w:p>
    <w:p w:rsidR="001C6EC1" w:rsidRDefault="001C6EC1" w:rsidP="000F046B">
      <w:pPr>
        <w:rPr>
          <w:b/>
        </w:rPr>
      </w:pPr>
    </w:p>
    <w:p w:rsidR="001C6EC1" w:rsidRDefault="001C6EC1" w:rsidP="000F046B">
      <w:pPr>
        <w:rPr>
          <w:b/>
        </w:rPr>
      </w:pPr>
    </w:p>
    <w:p w:rsidR="00AB7A46" w:rsidRDefault="00AB7A46" w:rsidP="000F046B">
      <w:pPr>
        <w:rPr>
          <w:b/>
        </w:rPr>
      </w:pPr>
    </w:p>
    <w:p w:rsidR="00AB7A46" w:rsidRDefault="00AB7A46" w:rsidP="000F046B">
      <w:pPr>
        <w:rPr>
          <w:b/>
        </w:rPr>
      </w:pPr>
    </w:p>
    <w:p w:rsidR="00AB7A46" w:rsidRDefault="00AB7A46" w:rsidP="000F046B">
      <w:pPr>
        <w:rPr>
          <w:b/>
        </w:rPr>
      </w:pPr>
    </w:p>
    <w:p w:rsidR="003674C0" w:rsidRPr="00510C0C" w:rsidRDefault="00AB7A46" w:rsidP="00510C0C">
      <w:pPr>
        <w:pStyle w:val="Listenabsatz"/>
        <w:numPr>
          <w:ilvl w:val="0"/>
          <w:numId w:val="34"/>
        </w:numPr>
        <w:rPr>
          <w:b/>
          <w:u w:val="single"/>
        </w:rPr>
      </w:pPr>
      <w:r w:rsidRPr="00AB7A46">
        <w:rPr>
          <w:b/>
        </w:rPr>
        <w:lastRenderedPageBreak/>
        <w:t xml:space="preserve"> </w:t>
      </w:r>
      <w:r w:rsidR="003674C0" w:rsidRPr="00510C0C">
        <w:rPr>
          <w:b/>
          <w:u w:val="single"/>
        </w:rPr>
        <w:t>Werkzeugkiste</w:t>
      </w:r>
    </w:p>
    <w:p w:rsidR="00510C0C" w:rsidRPr="00510C0C" w:rsidRDefault="00510C0C" w:rsidP="00510C0C">
      <w:pPr>
        <w:pStyle w:val="Listenabsatz"/>
        <w:ind w:left="1069"/>
        <w:rPr>
          <w:b/>
          <w:u w:val="single"/>
        </w:rPr>
      </w:pPr>
    </w:p>
    <w:p w:rsidR="00C81B10" w:rsidRDefault="00C81B10" w:rsidP="00C81B10">
      <w:pPr>
        <w:ind w:left="75"/>
      </w:pPr>
      <w:r>
        <w:t>-Zwischen Fahrerhaus und Kippbrücke ist eine</w:t>
      </w:r>
      <w:r w:rsidR="00944987">
        <w:t>, beim Auftraggeber</w:t>
      </w:r>
      <w:r>
        <w:tab/>
        <w:t xml:space="preserve">             Ja/Nein</w:t>
      </w:r>
    </w:p>
    <w:p w:rsidR="00A4638B" w:rsidRDefault="00C81B10" w:rsidP="00C81B10">
      <w:r>
        <w:t xml:space="preserve"> </w:t>
      </w:r>
      <w:r w:rsidR="00DD471A">
        <w:t xml:space="preserve"> </w:t>
      </w:r>
      <w:r w:rsidR="000D3BE5">
        <w:t xml:space="preserve">vorhandene </w:t>
      </w:r>
      <w:r w:rsidR="00A4638B">
        <w:t>Werkzeugkiste aus</w:t>
      </w:r>
      <w:r w:rsidR="007573E0">
        <w:t xml:space="preserve"> nichtrostendem M</w:t>
      </w:r>
      <w:r w:rsidR="0089058E">
        <w:t>etall</w:t>
      </w:r>
      <w:r w:rsidR="007573E0">
        <w:t xml:space="preserve"> </w:t>
      </w:r>
      <w:r>
        <w:t xml:space="preserve">mit </w:t>
      </w:r>
    </w:p>
    <w:p w:rsidR="00F91DB7" w:rsidRDefault="00A4638B" w:rsidP="00C81B10">
      <w:r>
        <w:t xml:space="preserve">  </w:t>
      </w:r>
      <w:r w:rsidR="00F91DB7">
        <w:t xml:space="preserve">folgenden Maßen </w:t>
      </w:r>
      <w:r w:rsidR="006E439A">
        <w:t>e</w:t>
      </w:r>
      <w:r w:rsidR="00C81B10">
        <w:t>inzubauen</w:t>
      </w:r>
      <w:r w:rsidR="006E439A">
        <w:t>.</w:t>
      </w:r>
    </w:p>
    <w:p w:rsidR="00F91DB7" w:rsidRDefault="00F91DB7" w:rsidP="00C81B10">
      <w:r>
        <w:t xml:space="preserve">  Länge: 2,10 m</w:t>
      </w:r>
    </w:p>
    <w:p w:rsidR="00F91DB7" w:rsidRDefault="00F91DB7" w:rsidP="00C81B10">
      <w:r>
        <w:t xml:space="preserve">  Breite: 0,50 m</w:t>
      </w:r>
    </w:p>
    <w:p w:rsidR="00C81B10" w:rsidRDefault="00F91DB7" w:rsidP="00C81B10">
      <w:r>
        <w:t xml:space="preserve">  Höhe:</w:t>
      </w:r>
      <w:r w:rsidR="006E439A">
        <w:t xml:space="preserve">  </w:t>
      </w:r>
      <w:r>
        <w:t>0,60 m</w:t>
      </w:r>
    </w:p>
    <w:p w:rsidR="007C6EED" w:rsidRDefault="007C6EED" w:rsidP="00C81B10"/>
    <w:p w:rsidR="0089058E" w:rsidRDefault="00334D53" w:rsidP="00C81B10">
      <w:r>
        <w:t xml:space="preserve">  Diese Kiste kann ebenfalls vor Abgabe eines Angebotes</w:t>
      </w:r>
      <w:r w:rsidR="007C6EED">
        <w:t xml:space="preserve"> </w:t>
      </w:r>
      <w:r>
        <w:t xml:space="preserve">im Bauhof des Tiefbauamtes </w:t>
      </w:r>
      <w:r w:rsidR="0089058E">
        <w:t xml:space="preserve">            </w:t>
      </w:r>
    </w:p>
    <w:p w:rsidR="00334D53" w:rsidRDefault="0089058E" w:rsidP="00C81B10">
      <w:r>
        <w:t xml:space="preserve">  </w:t>
      </w:r>
      <w:r w:rsidR="00334D53">
        <w:t>(Brander Weg 6 in 08060 Zwickau) besichtigt werden.</w:t>
      </w:r>
    </w:p>
    <w:p w:rsidR="00CF39E0" w:rsidRDefault="006E439A" w:rsidP="00C81B10">
      <w:r>
        <w:t xml:space="preserve"> </w:t>
      </w:r>
      <w:r w:rsidR="00DD471A">
        <w:t xml:space="preserve"> </w:t>
      </w:r>
      <w:r w:rsidR="00944987">
        <w:t xml:space="preserve">tatsächlich: vom Bieter einzutragen: </w:t>
      </w:r>
      <w:r w:rsidR="00DB03B0">
        <w:t xml:space="preserve">  </w:t>
      </w:r>
    </w:p>
    <w:p w:rsidR="00C81B10" w:rsidRPr="00725BBE" w:rsidRDefault="00DB03B0" w:rsidP="00C81B10">
      <w:r>
        <w:t xml:space="preserve">                     </w:t>
      </w:r>
      <w:r w:rsidR="00C81B10">
        <w:t>……………………………………………………………………………………………………………………..……</w:t>
      </w:r>
      <w:r>
        <w:t>……………</w:t>
      </w:r>
    </w:p>
    <w:p w:rsidR="009C0D58" w:rsidRDefault="0088051A" w:rsidP="000F046B">
      <w:pPr>
        <w:ind w:left="567"/>
        <w:rPr>
          <w:b/>
        </w:rPr>
      </w:pPr>
      <w:r>
        <w:rPr>
          <w:b/>
        </w:rPr>
        <w:t xml:space="preserve">  </w:t>
      </w:r>
    </w:p>
    <w:p w:rsidR="00C81B10" w:rsidRPr="000F046B" w:rsidRDefault="0088051A" w:rsidP="000F046B">
      <w:pPr>
        <w:ind w:left="567"/>
        <w:rPr>
          <w:b/>
          <w:u w:val="single"/>
        </w:rPr>
      </w:pPr>
      <w:r>
        <w:rPr>
          <w:b/>
        </w:rPr>
        <w:t>12</w:t>
      </w:r>
      <w:r w:rsidR="000F046B">
        <w:rPr>
          <w:b/>
        </w:rPr>
        <w:t>.</w:t>
      </w:r>
      <w:r w:rsidR="00DB03B0" w:rsidRPr="000F046B">
        <w:rPr>
          <w:b/>
        </w:rPr>
        <w:t xml:space="preserve"> </w:t>
      </w:r>
      <w:r w:rsidR="00A86293" w:rsidRPr="000F046B">
        <w:rPr>
          <w:b/>
          <w:u w:val="single"/>
        </w:rPr>
        <w:t xml:space="preserve">Sonstige Ausstattung </w:t>
      </w:r>
    </w:p>
    <w:p w:rsidR="003674C0" w:rsidRDefault="003674C0" w:rsidP="00AC0E7A">
      <w:pPr>
        <w:rPr>
          <w:b/>
          <w:u w:val="single"/>
        </w:rPr>
      </w:pPr>
    </w:p>
    <w:p w:rsidR="00A86293" w:rsidRDefault="00A86293" w:rsidP="00A86293">
      <w:r>
        <w:t xml:space="preserve">-Korrosionschutz des kompletten </w:t>
      </w:r>
      <w:r w:rsidR="00F83DC1">
        <w:t>F</w:t>
      </w:r>
      <w:r>
        <w:t>ahrzeuges (ohne orange Flächen)</w:t>
      </w:r>
      <w:r>
        <w:tab/>
        <w:t xml:space="preserve">             Ja/Nein</w:t>
      </w:r>
    </w:p>
    <w:p w:rsidR="00A86293" w:rsidRDefault="00A86293" w:rsidP="00A86293">
      <w:r>
        <w:t xml:space="preserve"> </w:t>
      </w:r>
      <w:r w:rsidR="007C6EED">
        <w:t xml:space="preserve"> </w:t>
      </w:r>
      <w:r>
        <w:t>mit Dinitrol oder gleichwertigem Produkt</w:t>
      </w:r>
    </w:p>
    <w:p w:rsidR="00A86293" w:rsidRDefault="00A86293" w:rsidP="00A86293">
      <w:r>
        <w:t xml:space="preserve"> </w:t>
      </w:r>
      <w:r w:rsidR="007C6EED">
        <w:t xml:space="preserve"> </w:t>
      </w:r>
      <w:r>
        <w:t>tatsächlich: vom Bieter einzutragen …………………………………………………………………………………………………………………………</w:t>
      </w:r>
      <w:r w:rsidR="009E4409">
        <w:t>….</w:t>
      </w:r>
      <w:r>
        <w:t>………..……</w:t>
      </w:r>
    </w:p>
    <w:p w:rsidR="00A86293" w:rsidRDefault="00A86293" w:rsidP="00A86293">
      <w:r>
        <w:t>-Verbandskasten im Fahrerhaus</w:t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="000D3BE5">
        <w:t xml:space="preserve">           </w:t>
      </w:r>
      <w:r>
        <w:t>Ja/Nein</w:t>
      </w:r>
    </w:p>
    <w:p w:rsidR="00A86293" w:rsidRDefault="00A86293" w:rsidP="00A86293">
      <w:r>
        <w:t xml:space="preserve">  tatsächlich: vom Bieter einzutragen …………………………………………………………………………………………………………………………………..……</w:t>
      </w:r>
      <w:r w:rsidR="009E4409">
        <w:t>….</w:t>
      </w:r>
    </w:p>
    <w:p w:rsidR="00EC400F" w:rsidRDefault="00EC400F" w:rsidP="00EC400F">
      <w:r>
        <w:t>-Warndreieck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="000D3BE5">
        <w:t xml:space="preserve">           </w:t>
      </w:r>
      <w:r>
        <w:t>Ja/Nein</w:t>
      </w:r>
    </w:p>
    <w:p w:rsidR="00EC400F" w:rsidRDefault="00EC400F" w:rsidP="00EC400F">
      <w:r>
        <w:t xml:space="preserve">  tatsächlich: vom Bieter einzutragen …………………………………………………………………………………………………………………………………..……</w:t>
      </w:r>
      <w:r w:rsidR="009E4409">
        <w:t>….</w:t>
      </w:r>
    </w:p>
    <w:p w:rsidR="00EC400F" w:rsidRDefault="00EC400F" w:rsidP="00EC400F">
      <w:r>
        <w:t>-Warnlampe im Fahrerhaus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="000D3BE5">
        <w:t xml:space="preserve">           </w:t>
      </w:r>
      <w:r>
        <w:t>Ja/Nein</w:t>
      </w:r>
    </w:p>
    <w:p w:rsidR="00EC400F" w:rsidRDefault="00EC400F" w:rsidP="00EC400F">
      <w:r>
        <w:t xml:space="preserve">  tatsächlich: vom Bieter einzutragen …………………………………………………………………………………………………………………………………..……</w:t>
      </w:r>
      <w:r w:rsidR="009E4409">
        <w:t>….</w:t>
      </w:r>
    </w:p>
    <w:p w:rsidR="00EC400F" w:rsidRDefault="00956A53" w:rsidP="00EC400F">
      <w:r>
        <w:t>-</w:t>
      </w:r>
      <w:r w:rsidR="00EC400F">
        <w:t>Bordwerkzeug</w:t>
      </w:r>
      <w:r w:rsidR="00EC400F">
        <w:tab/>
      </w:r>
      <w:r w:rsidR="00EC400F">
        <w:tab/>
      </w:r>
      <w:r w:rsidR="00EC400F">
        <w:tab/>
      </w:r>
      <w:r w:rsidR="00EC400F">
        <w:tab/>
      </w:r>
      <w:r w:rsidR="00EC400F">
        <w:tab/>
      </w:r>
      <w:r w:rsidR="00EC400F">
        <w:tab/>
      </w:r>
      <w:r w:rsidR="00EC400F">
        <w:tab/>
        <w:t xml:space="preserve">             </w:t>
      </w:r>
      <w:r w:rsidR="000D3BE5">
        <w:t xml:space="preserve">           </w:t>
      </w:r>
      <w:r w:rsidR="00EC400F">
        <w:t>Ja/Nein</w:t>
      </w:r>
    </w:p>
    <w:p w:rsidR="00EC400F" w:rsidRDefault="00EC400F" w:rsidP="00EC400F">
      <w:r>
        <w:t xml:space="preserve">  tatsächlich: vom Bieter einzutragen …………………………………………………………………………………………………………………………………..……</w:t>
      </w:r>
      <w:r w:rsidR="009E4409">
        <w:t>…..</w:t>
      </w:r>
    </w:p>
    <w:p w:rsidR="00EC400F" w:rsidRDefault="00EC400F" w:rsidP="00EC400F">
      <w:r>
        <w:t>-Besonders hervorzuhebende Ausstattungsmerkmale oder Fahrzeugeigenschaften</w:t>
      </w:r>
      <w:r>
        <w:tab/>
        <w:t xml:space="preserve">    </w:t>
      </w:r>
    </w:p>
    <w:p w:rsidR="00EC400F" w:rsidRDefault="00EC400F" w:rsidP="00EC400F">
      <w:r>
        <w:t xml:space="preserve"> </w:t>
      </w:r>
      <w:r w:rsidR="000D3BE5">
        <w:t xml:space="preserve"> </w:t>
      </w:r>
      <w:r>
        <w:t>Bei Bedarf vom Bieter ergänzen:</w:t>
      </w:r>
      <w:r>
        <w:tab/>
        <w:t xml:space="preserve">               </w:t>
      </w:r>
    </w:p>
    <w:p w:rsidR="00EC400F" w:rsidRDefault="00EC400F" w:rsidP="00EC400F"/>
    <w:p w:rsidR="00EC400F" w:rsidRDefault="00EC400F" w:rsidP="00EC400F">
      <w:r>
        <w:t>……………………………</w:t>
      </w:r>
      <w:r w:rsidR="000D3BE5">
        <w:t xml:space="preserve"> </w:t>
      </w:r>
      <w:r>
        <w:t>…………………………………………………………………………………………………..……</w:t>
      </w:r>
      <w:r w:rsidR="009E4409">
        <w:t>.</w:t>
      </w:r>
    </w:p>
    <w:p w:rsidR="005C7F88" w:rsidRDefault="005C7F88" w:rsidP="00EC400F"/>
    <w:p w:rsidR="00EC400F" w:rsidRDefault="00EC400F" w:rsidP="00EC400F">
      <w:r>
        <w:t>…………………………………………</w:t>
      </w:r>
      <w:r w:rsidR="005C7F88">
        <w:t>…</w:t>
      </w:r>
      <w:r>
        <w:t>…………………………………………………………………………………..……</w:t>
      </w:r>
      <w:r w:rsidR="009E4409">
        <w:t>..</w:t>
      </w:r>
    </w:p>
    <w:p w:rsidR="005C7F88" w:rsidRDefault="005C7F88" w:rsidP="00EC400F"/>
    <w:p w:rsidR="00EC400F" w:rsidRDefault="00EC400F" w:rsidP="00EC400F">
      <w:r>
        <w:t>…………………………………………………………………</w:t>
      </w:r>
      <w:r w:rsidR="005C7F88">
        <w:t>…</w:t>
      </w:r>
      <w:r>
        <w:t>…………………………………………………………..……</w:t>
      </w:r>
      <w:r w:rsidR="009E4409">
        <w:t>..</w:t>
      </w:r>
    </w:p>
    <w:p w:rsidR="00061E80" w:rsidRDefault="00061E80" w:rsidP="005C7F88"/>
    <w:p w:rsidR="00244D6F" w:rsidRPr="000D3BE5" w:rsidRDefault="0088051A" w:rsidP="0088051A">
      <w:pPr>
        <w:ind w:left="709"/>
      </w:pPr>
      <w:r>
        <w:rPr>
          <w:b/>
        </w:rPr>
        <w:t>13.</w:t>
      </w:r>
      <w:r w:rsidR="000D3BE5" w:rsidRPr="0088051A">
        <w:rPr>
          <w:b/>
        </w:rPr>
        <w:t xml:space="preserve"> </w:t>
      </w:r>
      <w:r w:rsidR="00DB03B0" w:rsidRPr="0088051A">
        <w:rPr>
          <w:b/>
        </w:rPr>
        <w:t xml:space="preserve"> </w:t>
      </w:r>
      <w:r w:rsidR="000D3BE5" w:rsidRPr="0088051A">
        <w:rPr>
          <w:b/>
          <w:u w:val="single"/>
        </w:rPr>
        <w:t>Mängelansprüche</w:t>
      </w:r>
    </w:p>
    <w:p w:rsidR="000D3BE5" w:rsidRDefault="000D3BE5" w:rsidP="000D3BE5"/>
    <w:p w:rsidR="000D3BE5" w:rsidRDefault="00155D27" w:rsidP="000D3BE5">
      <w:r>
        <w:t>-</w:t>
      </w:r>
      <w:r w:rsidR="000D3BE5">
        <w:t>Zeitraum für Mängelansprüche für das Gesamtfahrzeug mindestens 24 Monate / 60 tkm</w:t>
      </w:r>
    </w:p>
    <w:p w:rsidR="000D3BE5" w:rsidRDefault="000D3BE5" w:rsidP="000D3BE5"/>
    <w:p w:rsidR="000D3BE5" w:rsidRDefault="00155D27" w:rsidP="000D3BE5">
      <w:r>
        <w:t xml:space="preserve"> </w:t>
      </w:r>
      <w:r w:rsidR="000D3BE5">
        <w:t>tatsächlich:</w:t>
      </w:r>
      <w:r w:rsidR="000D3BE5">
        <w:tab/>
        <w:t>…………………………………………</w:t>
      </w:r>
      <w:r w:rsidR="00424C8C">
        <w:t xml:space="preserve"> Monate</w:t>
      </w:r>
      <w:r w:rsidR="000D3BE5">
        <w:t>.</w:t>
      </w:r>
    </w:p>
    <w:p w:rsidR="000D3BE5" w:rsidRDefault="000D3BE5" w:rsidP="000D3BE5"/>
    <w:p w:rsidR="000D3BE5" w:rsidRPr="005C7F88" w:rsidRDefault="00155D27" w:rsidP="000D3BE5">
      <w:r>
        <w:t>-</w:t>
      </w:r>
      <w:r w:rsidR="000D3BE5">
        <w:t xml:space="preserve">Zeitraum für Mängelansprüche auf den Antriebsstrang mind. 24 Monate </w:t>
      </w:r>
    </w:p>
    <w:p w:rsidR="00244D6F" w:rsidRDefault="00244D6F" w:rsidP="009D310E">
      <w:pPr>
        <w:rPr>
          <w:i/>
        </w:rPr>
      </w:pPr>
    </w:p>
    <w:p w:rsidR="000D3BE5" w:rsidRDefault="00155D27" w:rsidP="000D3BE5">
      <w:r>
        <w:t xml:space="preserve"> </w:t>
      </w:r>
      <w:r w:rsidR="000D3BE5">
        <w:t>tatsächlich:</w:t>
      </w:r>
      <w:r w:rsidR="000D3BE5">
        <w:tab/>
        <w:t>…………………………………………</w:t>
      </w:r>
      <w:r w:rsidR="00424C8C">
        <w:t xml:space="preserve"> </w:t>
      </w:r>
      <w:r w:rsidR="000D3BE5">
        <w:t>Monate</w:t>
      </w:r>
    </w:p>
    <w:p w:rsidR="000D3BE5" w:rsidRDefault="000D3BE5" w:rsidP="009D310E">
      <w:pPr>
        <w:rPr>
          <w:i/>
        </w:rPr>
      </w:pPr>
    </w:p>
    <w:p w:rsidR="00244D6F" w:rsidRPr="000D3BE5" w:rsidRDefault="00155D27" w:rsidP="009D310E">
      <w:r>
        <w:t>-</w:t>
      </w:r>
      <w:r w:rsidR="000D3BE5">
        <w:t>Zeitraum für Mängelansprüche auf Durchrostung mind. 24 Monate</w:t>
      </w:r>
    </w:p>
    <w:p w:rsidR="00244D6F" w:rsidRDefault="00244D6F" w:rsidP="009D310E">
      <w:pPr>
        <w:rPr>
          <w:i/>
        </w:rPr>
      </w:pPr>
    </w:p>
    <w:p w:rsidR="00155D27" w:rsidRDefault="00155D27" w:rsidP="00155D27">
      <w:r>
        <w:t xml:space="preserve"> </w:t>
      </w:r>
      <w:r w:rsidR="000D3BE5">
        <w:t>tatsächlich:</w:t>
      </w:r>
      <w:r w:rsidR="000D3BE5">
        <w:tab/>
        <w:t>…………………………………………</w:t>
      </w:r>
      <w:r w:rsidR="00424C8C">
        <w:t xml:space="preserve"> </w:t>
      </w:r>
      <w:r w:rsidR="000D3BE5">
        <w:t>Monate</w:t>
      </w:r>
    </w:p>
    <w:p w:rsidR="00155D27" w:rsidRDefault="00155D27" w:rsidP="00155D27"/>
    <w:p w:rsidR="009C0D58" w:rsidRPr="000D3BE5" w:rsidRDefault="009C0D58" w:rsidP="009C0D58">
      <w:r>
        <w:t>-Zeitraum für Mängelansprüche auf den Anbaukran mind. 24 Monate</w:t>
      </w:r>
    </w:p>
    <w:p w:rsidR="009C0D58" w:rsidRDefault="009C0D58" w:rsidP="00155D27"/>
    <w:p w:rsidR="009C0D58" w:rsidRDefault="009C0D58" w:rsidP="00155D27">
      <w:r>
        <w:t xml:space="preserve"> tatsächlich:</w:t>
      </w:r>
      <w:r>
        <w:tab/>
        <w:t>…………………………………………</w:t>
      </w:r>
      <w:r w:rsidR="00424C8C">
        <w:t xml:space="preserve"> </w:t>
      </w:r>
      <w:r>
        <w:t xml:space="preserve">Monate </w:t>
      </w:r>
    </w:p>
    <w:p w:rsidR="00155D27" w:rsidRDefault="00155D27" w:rsidP="00155D27"/>
    <w:p w:rsidR="00396311" w:rsidRDefault="00155D27" w:rsidP="00155D27">
      <w:r>
        <w:t>-Sonstige Angaben zu den Zeiträumen für Mängelansprüche</w:t>
      </w:r>
    </w:p>
    <w:p w:rsidR="00155D27" w:rsidRDefault="00155D27" w:rsidP="00155D27"/>
    <w:p w:rsidR="00155D27" w:rsidRDefault="00155D27" w:rsidP="00155D27">
      <w:r>
        <w:t xml:space="preserve"> ………………………………………………………………………………………………………………………………………</w:t>
      </w:r>
    </w:p>
    <w:p w:rsidR="009E4409" w:rsidRDefault="009E4409"/>
    <w:p w:rsidR="00EC43B8" w:rsidRPr="00155D27" w:rsidRDefault="0088051A" w:rsidP="0088051A">
      <w:pPr>
        <w:ind w:left="709"/>
      </w:pPr>
      <w:r w:rsidRPr="0088051A">
        <w:rPr>
          <w:b/>
        </w:rPr>
        <w:t>1</w:t>
      </w:r>
      <w:r>
        <w:rPr>
          <w:b/>
        </w:rPr>
        <w:t>4.</w:t>
      </w:r>
      <w:r w:rsidR="00B25727" w:rsidRPr="0088051A">
        <w:t xml:space="preserve"> </w:t>
      </w:r>
      <w:r w:rsidR="00AD66BE" w:rsidRPr="0088051A">
        <w:t xml:space="preserve"> </w:t>
      </w:r>
      <w:r w:rsidR="00155D27" w:rsidRPr="0088051A">
        <w:rPr>
          <w:b/>
          <w:u w:val="single"/>
        </w:rPr>
        <w:t>Wartung</w:t>
      </w:r>
    </w:p>
    <w:p w:rsidR="00155D27" w:rsidRDefault="00155D27" w:rsidP="00155D27"/>
    <w:p w:rsidR="00155D27" w:rsidRDefault="00155D27" w:rsidP="00155D27">
      <w:r>
        <w:t xml:space="preserve">Die nächste Kundendienstwerkstatt muss sich innerhalb einer Entfernung von maximal 20 km vom Stadtgebiet Zwickau befinden. Alle Serviceleistungen bzw. Garantieansprüche werden über die nachfolgend genannten </w:t>
      </w:r>
      <w:r w:rsidR="00A275EC">
        <w:t>Kundendienstwerkstätten ausgeführt bzw. abgerechnet.</w:t>
      </w:r>
    </w:p>
    <w:p w:rsidR="00A275EC" w:rsidRDefault="00A275EC" w:rsidP="00155D27"/>
    <w:p w:rsidR="00A275EC" w:rsidRPr="00956A53" w:rsidRDefault="00A275EC" w:rsidP="00956A53">
      <w:pPr>
        <w:ind w:left="1701"/>
        <w:rPr>
          <w:b/>
        </w:rPr>
      </w:pPr>
      <w:r w:rsidRPr="00956A53">
        <w:rPr>
          <w:b/>
        </w:rPr>
        <w:t>Anschriften der nächstgelegenen Kundendienstwerkstätten</w:t>
      </w:r>
    </w:p>
    <w:p w:rsidR="00A275EC" w:rsidRDefault="00A275EC" w:rsidP="00A275EC"/>
    <w:p w:rsidR="00701AA6" w:rsidRDefault="00701AA6" w:rsidP="00A275EC"/>
    <w:p w:rsidR="00A275EC" w:rsidRDefault="00701AA6" w:rsidP="00A275EC">
      <w:r>
        <w:t>1</w:t>
      </w:r>
      <w:r w:rsidR="00A275EC">
        <w:t>…………………………………………………………………………………………………………………………………………….</w:t>
      </w:r>
    </w:p>
    <w:p w:rsidR="00C23D74" w:rsidRDefault="00C23D74"/>
    <w:p w:rsidR="00B322FA" w:rsidRDefault="00B322FA">
      <w:r>
        <w:tab/>
      </w:r>
    </w:p>
    <w:p w:rsidR="008A6F2B" w:rsidRDefault="00701AA6">
      <w:r>
        <w:t>2</w:t>
      </w:r>
      <w:r w:rsidR="00A275EC">
        <w:t>…………………………………………………………………………………………………………………………………………….</w:t>
      </w:r>
    </w:p>
    <w:p w:rsidR="00956A53" w:rsidRDefault="00A275EC" w:rsidP="00CA4A07">
      <w:pPr>
        <w:rPr>
          <w:b/>
        </w:rPr>
      </w:pPr>
      <w:r>
        <w:t xml:space="preserve"> </w:t>
      </w:r>
    </w:p>
    <w:p w:rsidR="00A275EC" w:rsidRPr="00956A53" w:rsidRDefault="00A275EC" w:rsidP="00956A53">
      <w:pPr>
        <w:ind w:left="1701"/>
        <w:rPr>
          <w:b/>
        </w:rPr>
      </w:pPr>
      <w:r w:rsidRPr="00956A53">
        <w:rPr>
          <w:b/>
        </w:rPr>
        <w:t>Werkstattstundensatz</w:t>
      </w:r>
    </w:p>
    <w:p w:rsidR="00A275EC" w:rsidRDefault="00A275EC" w:rsidP="00A275EC"/>
    <w:p w:rsidR="00A275EC" w:rsidRDefault="00BC5AA9" w:rsidP="00A275EC">
      <w:r>
        <w:t>1.</w:t>
      </w:r>
      <w:r w:rsidR="00A275EC">
        <w:t>Werkstattstundensatz ohne MwSt:…………………………………………………………………………</w:t>
      </w:r>
      <w:r>
        <w:t>€</w:t>
      </w:r>
    </w:p>
    <w:p w:rsidR="00A275EC" w:rsidRDefault="00A275EC" w:rsidP="00A275EC"/>
    <w:p w:rsidR="00BC5AA9" w:rsidRDefault="00BC5AA9" w:rsidP="00A275EC">
      <w:r>
        <w:t>2.</w:t>
      </w:r>
      <w:r w:rsidR="00A275EC">
        <w:t>Werkstattstundensatz ohne MwSt:…………………………………………………………………………</w:t>
      </w:r>
      <w:r>
        <w:t>€</w:t>
      </w:r>
    </w:p>
    <w:p w:rsidR="00A275EC" w:rsidRDefault="00BC5AA9" w:rsidP="00A275EC">
      <w:r>
        <w:t xml:space="preserve"> </w:t>
      </w:r>
    </w:p>
    <w:p w:rsidR="002E46CC" w:rsidRPr="00956A53" w:rsidRDefault="00BC5AA9" w:rsidP="00956A53">
      <w:pPr>
        <w:ind w:left="1701"/>
      </w:pPr>
      <w:r w:rsidRPr="00956A53">
        <w:rPr>
          <w:b/>
        </w:rPr>
        <w:t>Anfahrko</w:t>
      </w:r>
      <w:r w:rsidR="00F0146E" w:rsidRPr="00956A53">
        <w:rPr>
          <w:b/>
        </w:rPr>
        <w:t>sten Monteur (Hin- und Rückfahrt)</w:t>
      </w:r>
      <w:r w:rsidR="00F0146E" w:rsidRPr="00956A53">
        <w:t xml:space="preserve"> </w:t>
      </w:r>
    </w:p>
    <w:p w:rsidR="0022446F" w:rsidRDefault="0022446F" w:rsidP="00F0146E"/>
    <w:p w:rsidR="00F0146E" w:rsidRDefault="0022446F" w:rsidP="00F0146E">
      <w:r>
        <w:t xml:space="preserve">(als Zieladresse ist anzunehmen: Brander Weg 6 in 08060 Zwickau) </w:t>
      </w:r>
    </w:p>
    <w:p w:rsidR="0022446F" w:rsidRDefault="0022446F" w:rsidP="00F0146E"/>
    <w:p w:rsidR="00F0146E" w:rsidRDefault="00F0146E" w:rsidP="00F0146E">
      <w:r>
        <w:t>1.Werkstatt (ohne MwSt):……………………………………………………..……………………………..km/€</w:t>
      </w:r>
    </w:p>
    <w:p w:rsidR="00F0146E" w:rsidRDefault="00F0146E" w:rsidP="00F0146E"/>
    <w:p w:rsidR="00F0146E" w:rsidRDefault="00F0146E" w:rsidP="00F0146E">
      <w:r>
        <w:t>2.Werkstatt (ohne MwSt):……………………………………………………………………………………..km/€</w:t>
      </w:r>
    </w:p>
    <w:p w:rsidR="00F0146E" w:rsidRDefault="00F0146E" w:rsidP="00F0146E"/>
    <w:p w:rsidR="00F0146E" w:rsidRPr="00956A53" w:rsidRDefault="00F0146E" w:rsidP="00956A53">
      <w:pPr>
        <w:ind w:left="1701"/>
      </w:pPr>
      <w:r w:rsidRPr="00956A53">
        <w:rPr>
          <w:b/>
        </w:rPr>
        <w:t>Entfernung zwischen Werkstatt und Bauhof</w:t>
      </w:r>
      <w:r w:rsidR="00876C68" w:rsidRPr="00956A53">
        <w:rPr>
          <w:b/>
        </w:rPr>
        <w:t xml:space="preserve"> </w:t>
      </w:r>
      <w:r w:rsidRPr="00956A53">
        <w:rPr>
          <w:b/>
        </w:rPr>
        <w:t>(Brander Weg 6)</w:t>
      </w:r>
    </w:p>
    <w:p w:rsidR="00F0146E" w:rsidRPr="00956A53" w:rsidRDefault="00F0146E" w:rsidP="00F0146E"/>
    <w:p w:rsidR="00F0146E" w:rsidRDefault="00F0146E" w:rsidP="00F0146E">
      <w:r>
        <w:t>1.Werkstatt:………………………………………………………………………………………………………………km</w:t>
      </w:r>
    </w:p>
    <w:p w:rsidR="00F0146E" w:rsidRDefault="00F0146E" w:rsidP="00F0146E"/>
    <w:p w:rsidR="00956A53" w:rsidRDefault="00F0146E" w:rsidP="00956A53">
      <w:r>
        <w:t>2.Werkstatt:………………………………………………………………………………………………………………km</w:t>
      </w:r>
    </w:p>
    <w:p w:rsidR="00956A53" w:rsidRDefault="00956A53" w:rsidP="00956A53">
      <w:r>
        <w:tab/>
      </w:r>
    </w:p>
    <w:p w:rsidR="0022446F" w:rsidRDefault="00956A53" w:rsidP="00956A53">
      <w:r>
        <w:tab/>
      </w:r>
      <w:r>
        <w:tab/>
        <w:t xml:space="preserve">    </w:t>
      </w:r>
    </w:p>
    <w:p w:rsidR="0022446F" w:rsidRDefault="0022446F" w:rsidP="00956A53"/>
    <w:p w:rsidR="0022446F" w:rsidRDefault="0022446F" w:rsidP="00956A53"/>
    <w:p w:rsidR="0022446F" w:rsidRDefault="0022446F" w:rsidP="00956A53"/>
    <w:p w:rsidR="0022446F" w:rsidRDefault="0022446F" w:rsidP="00956A53"/>
    <w:p w:rsidR="0022446F" w:rsidRDefault="0022446F" w:rsidP="00956A53"/>
    <w:p w:rsidR="0022446F" w:rsidRDefault="0022446F" w:rsidP="00956A53"/>
    <w:p w:rsidR="0022446F" w:rsidRDefault="0022446F" w:rsidP="00956A53"/>
    <w:p w:rsidR="00876C68" w:rsidRPr="00956A53" w:rsidRDefault="00956A53" w:rsidP="00956A53">
      <w:r w:rsidRPr="00956A53">
        <w:rPr>
          <w:b/>
        </w:rPr>
        <w:t>S</w:t>
      </w:r>
      <w:r w:rsidR="00876C68" w:rsidRPr="00956A53">
        <w:rPr>
          <w:b/>
        </w:rPr>
        <w:t>ervicedurchsichten (ohne MwSt)</w:t>
      </w:r>
    </w:p>
    <w:p w:rsidR="00876C68" w:rsidRDefault="00876C68" w:rsidP="00876C68"/>
    <w:p w:rsidR="00876C68" w:rsidRDefault="00876C68" w:rsidP="00876C68">
      <w:r w:rsidRPr="00523E03">
        <w:rPr>
          <w:u w:val="single"/>
        </w:rPr>
        <w:t>1.Servicedurchsicht</w:t>
      </w:r>
      <w:r>
        <w:t xml:space="preserve"> (Lohn- und Materialkosten für die, vom Hersteller vorgesehene 1. Durchsicht)</w:t>
      </w:r>
    </w:p>
    <w:p w:rsidR="00876C68" w:rsidRDefault="00876C68" w:rsidP="00876C68"/>
    <w:p w:rsidR="00876C68" w:rsidRDefault="00876C68" w:rsidP="00876C68">
      <w:r>
        <w:t>pauschal:…………………………………………</w:t>
      </w:r>
      <w:r w:rsidR="00AD5DB8">
        <w:t>…</w:t>
      </w:r>
      <w:r>
        <w:t>………………………………………………………………………...€</w:t>
      </w:r>
    </w:p>
    <w:p w:rsidR="00876C68" w:rsidRDefault="00876C68" w:rsidP="00876C68"/>
    <w:p w:rsidR="00876C68" w:rsidRDefault="00876C68" w:rsidP="00876C68">
      <w:r>
        <w:t>Intervallvorgaben vom Bieter einzutragen</w:t>
      </w:r>
      <w:r w:rsidR="00AD5DB8">
        <w:t xml:space="preserve"> (km, Betriebsstunden, Jahr)</w:t>
      </w:r>
    </w:p>
    <w:p w:rsidR="00523E03" w:rsidRDefault="00523E03" w:rsidP="00876C68"/>
    <w:p w:rsidR="00AD5DB8" w:rsidRDefault="00AD5DB8" w:rsidP="00876C68">
      <w:r>
        <w:t>…………………………………………………………………………………………………………………………………………….</w:t>
      </w:r>
    </w:p>
    <w:p w:rsidR="00876C68" w:rsidRDefault="00876C68" w:rsidP="00876C68">
      <w:r w:rsidRPr="00523E03">
        <w:rPr>
          <w:u w:val="single"/>
        </w:rPr>
        <w:t>2.Servicedurchsicht</w:t>
      </w:r>
      <w:r>
        <w:t xml:space="preserve"> (Lohn- und Materialkosten für die, vom Hersteller vorgesehene 2. Durchsicht)</w:t>
      </w:r>
    </w:p>
    <w:p w:rsidR="00876C68" w:rsidRDefault="00876C68" w:rsidP="00876C68"/>
    <w:p w:rsidR="00876C68" w:rsidRDefault="00876C68" w:rsidP="00876C68">
      <w:r>
        <w:t>pauschal:……………………………………………………………………</w:t>
      </w:r>
      <w:r w:rsidR="00AD5DB8">
        <w:t>…</w:t>
      </w:r>
      <w:r>
        <w:t>……………………………………………...€</w:t>
      </w:r>
    </w:p>
    <w:p w:rsidR="00876C68" w:rsidRDefault="00876C68" w:rsidP="00876C68"/>
    <w:p w:rsidR="00AD5DB8" w:rsidRDefault="00AD5DB8" w:rsidP="00AD5DB8">
      <w:r>
        <w:t>Intervallvorgaben vom Bieter einzutragen (km, Betriebsstunden, Jahr)</w:t>
      </w:r>
    </w:p>
    <w:p w:rsidR="00523E03" w:rsidRDefault="00523E03" w:rsidP="00AD5DB8"/>
    <w:p w:rsidR="00AD5DB8" w:rsidRDefault="00AD5DB8" w:rsidP="00AD5DB8">
      <w:r>
        <w:t>…………………………………………………………………………………………………………………………………………….</w:t>
      </w:r>
    </w:p>
    <w:p w:rsidR="009E4409" w:rsidRDefault="009E4409" w:rsidP="00AD5DB8">
      <w:pPr>
        <w:rPr>
          <w:u w:val="single"/>
        </w:rPr>
      </w:pPr>
    </w:p>
    <w:p w:rsidR="00AD5DB8" w:rsidRDefault="00AD5DB8" w:rsidP="00AD5DB8">
      <w:r w:rsidRPr="00523E03">
        <w:rPr>
          <w:u w:val="single"/>
        </w:rPr>
        <w:t>3.Servicedurchsicht</w:t>
      </w:r>
      <w:r>
        <w:t xml:space="preserve"> (Lohn- und Materialkosten für die, vom Hersteller vorgesehene </w:t>
      </w:r>
      <w:r w:rsidR="00523E03">
        <w:t>3.</w:t>
      </w:r>
      <w:r>
        <w:t xml:space="preserve"> Durchsicht)</w:t>
      </w:r>
    </w:p>
    <w:p w:rsidR="00AD5DB8" w:rsidRDefault="00AD5DB8" w:rsidP="00AD5DB8"/>
    <w:p w:rsidR="00AD5DB8" w:rsidRDefault="00AD5DB8" w:rsidP="00AD5DB8">
      <w:r>
        <w:t>pauschal:……………………………………………………………………………………………………………………...€</w:t>
      </w:r>
    </w:p>
    <w:p w:rsidR="00AD5DB8" w:rsidRDefault="00AD5DB8" w:rsidP="00AD5DB8"/>
    <w:p w:rsidR="00AD5DB8" w:rsidRDefault="00AD5DB8" w:rsidP="00AD5DB8">
      <w:r>
        <w:t>Intervallvorgaben vom Bieter einzutragen (km, Betriebsstunden, Jahr)</w:t>
      </w:r>
    </w:p>
    <w:p w:rsidR="00523E03" w:rsidRDefault="00523E03" w:rsidP="00AD5DB8"/>
    <w:p w:rsidR="00AD5DB8" w:rsidRDefault="00AD5DB8" w:rsidP="00AD5DB8">
      <w:r>
        <w:t>…………………………………………………………………………………………………………………………………………….</w:t>
      </w:r>
    </w:p>
    <w:p w:rsidR="00AD5DB8" w:rsidRDefault="00AD5DB8" w:rsidP="00876C68"/>
    <w:p w:rsidR="00523E03" w:rsidRDefault="00523E03" w:rsidP="00876C68">
      <w:pPr>
        <w:rPr>
          <w:b/>
        </w:rPr>
      </w:pPr>
      <w:r w:rsidRPr="00523E03">
        <w:rPr>
          <w:b/>
        </w:rPr>
        <w:t xml:space="preserve">Sollten noch weitere Wartungs- und Servicevorschriften bestehen, sind diese durch den Bieter nachfolgend anzuzeigen: </w:t>
      </w:r>
    </w:p>
    <w:p w:rsidR="00523E03" w:rsidRDefault="00523E03" w:rsidP="00876C68">
      <w:pPr>
        <w:rPr>
          <w:b/>
        </w:rPr>
      </w:pPr>
    </w:p>
    <w:p w:rsidR="00523E03" w:rsidRDefault="00523E03" w:rsidP="00876C68">
      <w:pPr>
        <w:rPr>
          <w:b/>
        </w:rPr>
      </w:pPr>
    </w:p>
    <w:p w:rsidR="00523E03" w:rsidRPr="00523E03" w:rsidRDefault="00523E03" w:rsidP="00876C68">
      <w:r w:rsidRPr="00523E03">
        <w:t>.........................................................................................................................</w:t>
      </w:r>
    </w:p>
    <w:p w:rsidR="00876C68" w:rsidRPr="00523E03" w:rsidRDefault="00876C68" w:rsidP="00F0146E"/>
    <w:p w:rsidR="00876C68" w:rsidRDefault="00876C68" w:rsidP="00F0146E"/>
    <w:p w:rsidR="0045142B" w:rsidRPr="00523E03" w:rsidRDefault="0045142B" w:rsidP="0045142B">
      <w:r w:rsidRPr="00523E03">
        <w:t>.........................................................................................................................</w:t>
      </w:r>
    </w:p>
    <w:p w:rsidR="0045142B" w:rsidRPr="00523E03" w:rsidRDefault="0045142B" w:rsidP="0045142B"/>
    <w:p w:rsidR="0045142B" w:rsidRDefault="0045142B" w:rsidP="0045142B"/>
    <w:p w:rsidR="0045142B" w:rsidRPr="00523E03" w:rsidRDefault="0045142B" w:rsidP="0045142B">
      <w:r w:rsidRPr="00523E03">
        <w:t>.........................................................................................................................</w:t>
      </w:r>
    </w:p>
    <w:p w:rsidR="00061E80" w:rsidRDefault="00061E80" w:rsidP="00061E80">
      <w:pPr>
        <w:ind w:left="709"/>
        <w:rPr>
          <w:b/>
        </w:rPr>
      </w:pPr>
    </w:p>
    <w:p w:rsidR="0045142B" w:rsidRPr="00061E80" w:rsidRDefault="00061E80" w:rsidP="00061E80">
      <w:pPr>
        <w:ind w:left="709"/>
        <w:rPr>
          <w:b/>
          <w:u w:val="single"/>
        </w:rPr>
      </w:pPr>
      <w:r>
        <w:rPr>
          <w:b/>
        </w:rPr>
        <w:tab/>
        <w:t>15.</w:t>
      </w:r>
      <w:r w:rsidR="00B25727" w:rsidRPr="00061E80">
        <w:rPr>
          <w:b/>
        </w:rPr>
        <w:t xml:space="preserve"> </w:t>
      </w:r>
      <w:r w:rsidR="0045142B" w:rsidRPr="00061E80">
        <w:rPr>
          <w:b/>
          <w:u w:val="single"/>
        </w:rPr>
        <w:t>Allgemeines</w:t>
      </w:r>
    </w:p>
    <w:p w:rsidR="00B865BE" w:rsidRDefault="00B865BE" w:rsidP="00B865BE"/>
    <w:p w:rsidR="00B865BE" w:rsidRDefault="00B865BE" w:rsidP="00B865BE">
      <w:pPr>
        <w:pStyle w:val="Listenabsatz"/>
        <w:numPr>
          <w:ilvl w:val="0"/>
          <w:numId w:val="32"/>
        </w:numPr>
      </w:pPr>
      <w:r>
        <w:t>Zertifizierung des Auftragnehmers nach ISO 9001 (Nachweis beifügen)</w:t>
      </w:r>
    </w:p>
    <w:p w:rsidR="00B865BE" w:rsidRDefault="00B865BE" w:rsidP="00B865BE">
      <w:pPr>
        <w:pStyle w:val="Listenabsatz"/>
        <w:numPr>
          <w:ilvl w:val="0"/>
          <w:numId w:val="32"/>
        </w:numPr>
      </w:pPr>
      <w:r>
        <w:t>Zurrpunkte an Nutzfahrze</w:t>
      </w:r>
      <w:r w:rsidR="001C6EC1">
        <w:t>u</w:t>
      </w:r>
      <w:r>
        <w:t>gen zur Güterbeförderung gem. EN 12640</w:t>
      </w:r>
    </w:p>
    <w:p w:rsidR="00B865BE" w:rsidRDefault="00B865BE" w:rsidP="00B865BE">
      <w:pPr>
        <w:pStyle w:val="Listenabsatz"/>
        <w:numPr>
          <w:ilvl w:val="0"/>
          <w:numId w:val="32"/>
        </w:numPr>
      </w:pPr>
      <w:r>
        <w:t>Lärmarm nach 92/97 EWG, max</w:t>
      </w:r>
      <w:r w:rsidR="00F83DC1">
        <w:t>.</w:t>
      </w:r>
      <w:r>
        <w:t xml:space="preserve"> 80 dB (Eint</w:t>
      </w:r>
      <w:r w:rsidR="00061E80">
        <w:t>r</w:t>
      </w:r>
      <w:r>
        <w:t>agung in Zulassung)</w:t>
      </w:r>
    </w:p>
    <w:p w:rsidR="00B865BE" w:rsidRDefault="00B865BE" w:rsidP="00B865BE">
      <w:pPr>
        <w:pStyle w:val="Listenabsatz"/>
        <w:numPr>
          <w:ilvl w:val="0"/>
          <w:numId w:val="32"/>
        </w:numPr>
      </w:pPr>
      <w:r>
        <w:t>UVV-, DEKRA-,</w:t>
      </w:r>
      <w:r w:rsidR="001A2443">
        <w:t xml:space="preserve"> </w:t>
      </w:r>
      <w:r>
        <w:t>und Fahrtenschreiberabnahme (gem. §§19,21 und 57 StVZO)</w:t>
      </w:r>
    </w:p>
    <w:p w:rsidR="00B865BE" w:rsidRDefault="00B865BE" w:rsidP="00B865BE">
      <w:pPr>
        <w:pStyle w:val="Listenabsatz"/>
        <w:numPr>
          <w:ilvl w:val="0"/>
          <w:numId w:val="32"/>
        </w:numPr>
      </w:pPr>
      <w:r>
        <w:t>Personalisierung des Fahrtenschreibers</w:t>
      </w:r>
    </w:p>
    <w:p w:rsidR="00BA756D" w:rsidRPr="001A2443" w:rsidRDefault="00CA4A07" w:rsidP="001A2443">
      <w:pPr>
        <w:pStyle w:val="Listenabsatz"/>
        <w:numPr>
          <w:ilvl w:val="0"/>
          <w:numId w:val="32"/>
        </w:numPr>
      </w:pPr>
      <w:r w:rsidRPr="001A2443">
        <w:t xml:space="preserve">Der Übergabetermin für das einsatzbereite </w:t>
      </w:r>
      <w:r w:rsidR="00510C0C">
        <w:t>F</w:t>
      </w:r>
      <w:r w:rsidRPr="001A2443">
        <w:t xml:space="preserve">ahrzeug ist spätestens </w:t>
      </w:r>
      <w:r w:rsidR="00F446FA">
        <w:t>8 Monate nach Erteilung des Lieferzuschlages</w:t>
      </w:r>
      <w:r w:rsidR="00B865BE" w:rsidRPr="001A2443">
        <w:t xml:space="preserve"> </w:t>
      </w:r>
    </w:p>
    <w:p w:rsidR="00B865BE" w:rsidRDefault="00B865BE" w:rsidP="00560D61">
      <w:pPr>
        <w:pStyle w:val="Listenabsatz"/>
        <w:numPr>
          <w:ilvl w:val="0"/>
          <w:numId w:val="32"/>
        </w:numPr>
      </w:pPr>
      <w:r>
        <w:t xml:space="preserve">Lieferung frei Haus </w:t>
      </w:r>
      <w:r w:rsidR="00D76F3D">
        <w:t xml:space="preserve">an Stadt Zwickau, </w:t>
      </w:r>
      <w:r>
        <w:t>Tiefbauamt, Kommunaler Bauhof, Brander Weg 6</w:t>
      </w:r>
      <w:r w:rsidR="00D76F3D">
        <w:t xml:space="preserve"> in 08060 Zwickau</w:t>
      </w:r>
    </w:p>
    <w:p w:rsidR="00D76F3D" w:rsidRDefault="00B865BE" w:rsidP="00857E7A">
      <w:pPr>
        <w:pStyle w:val="Listenabsatz"/>
        <w:numPr>
          <w:ilvl w:val="0"/>
          <w:numId w:val="32"/>
        </w:numPr>
      </w:pPr>
      <w:r>
        <w:t>2 Jahre Garantie /Gewährleistung auf das Komplettfahrzeug</w:t>
      </w:r>
      <w:r w:rsidR="00D76F3D">
        <w:t xml:space="preserve"> und den Anbaukran</w:t>
      </w:r>
      <w:r>
        <w:t xml:space="preserve"> </w:t>
      </w:r>
    </w:p>
    <w:p w:rsidR="00857E7A" w:rsidRDefault="00B865BE" w:rsidP="00D76F3D">
      <w:pPr>
        <w:pStyle w:val="Listenabsatz"/>
      </w:pPr>
      <w:r>
        <w:lastRenderedPageBreak/>
        <w:t>(</w:t>
      </w:r>
      <w:r w:rsidR="00D76F3D">
        <w:t xml:space="preserve">gem. § </w:t>
      </w:r>
      <w:r>
        <w:t>314,Nr.3 VOL/B)</w:t>
      </w:r>
    </w:p>
    <w:p w:rsidR="00B865BE" w:rsidRDefault="00857E7A" w:rsidP="00B865BE">
      <w:pPr>
        <w:pStyle w:val="Listenabsatz"/>
        <w:numPr>
          <w:ilvl w:val="0"/>
          <w:numId w:val="32"/>
        </w:numPr>
      </w:pPr>
      <w:r>
        <w:t>Zahlungsfrist für das Fahrzeug: ohne Abzug 30 Tage nach Lieferung (§17 VOL/B)</w:t>
      </w:r>
    </w:p>
    <w:p w:rsidR="00857E7A" w:rsidRDefault="00857E7A" w:rsidP="00B865BE">
      <w:pPr>
        <w:pStyle w:val="Listenabsatz"/>
        <w:numPr>
          <w:ilvl w:val="0"/>
          <w:numId w:val="32"/>
        </w:numPr>
      </w:pPr>
      <w:r>
        <w:t>Einweisung: Der Auftragnehmer führt bei der Üb</w:t>
      </w:r>
      <w:r w:rsidR="00F83DC1">
        <w:t>er</w:t>
      </w:r>
      <w:r>
        <w:t>g</w:t>
      </w:r>
      <w:r w:rsidR="00F83DC1">
        <w:t>a</w:t>
      </w:r>
      <w:r>
        <w:t>be des Fahrzeuges eine Einweisung durch. Diese ist Bestandteil des Leistungsumfanges</w:t>
      </w:r>
    </w:p>
    <w:p w:rsidR="00857E7A" w:rsidRDefault="00857E7A" w:rsidP="00B865BE">
      <w:pPr>
        <w:pStyle w:val="Listenabsatz"/>
        <w:numPr>
          <w:ilvl w:val="0"/>
          <w:numId w:val="32"/>
        </w:numPr>
      </w:pPr>
      <w:r w:rsidRPr="00B25727">
        <w:rPr>
          <w:u w:val="single"/>
        </w:rPr>
        <w:t>Dokumentation</w:t>
      </w:r>
      <w:r>
        <w:t>: Folgende Dokumente sind in deutscher Sprache mitzuliefern:</w:t>
      </w:r>
    </w:p>
    <w:p w:rsidR="00857E7A" w:rsidRPr="00AD66BE" w:rsidRDefault="00857E7A" w:rsidP="00857E7A">
      <w:pPr>
        <w:pStyle w:val="Listenabsatz"/>
        <w:rPr>
          <w:i/>
        </w:rPr>
      </w:pPr>
      <w:r w:rsidRPr="00AD66BE">
        <w:rPr>
          <w:i/>
        </w:rPr>
        <w:t>Betriebsanleitung LKW</w:t>
      </w:r>
    </w:p>
    <w:p w:rsidR="00857E7A" w:rsidRPr="00AD66BE" w:rsidRDefault="00857E7A" w:rsidP="00857E7A">
      <w:pPr>
        <w:pStyle w:val="Listenabsatz"/>
        <w:rPr>
          <w:i/>
        </w:rPr>
      </w:pPr>
      <w:r w:rsidRPr="00AD66BE">
        <w:rPr>
          <w:i/>
        </w:rPr>
        <w:t>Wartungsanleitung LKW</w:t>
      </w:r>
    </w:p>
    <w:p w:rsidR="00857E7A" w:rsidRPr="00AD66BE" w:rsidRDefault="00857E7A" w:rsidP="00857E7A">
      <w:pPr>
        <w:pStyle w:val="Listenabsatz"/>
        <w:rPr>
          <w:i/>
        </w:rPr>
      </w:pPr>
      <w:r w:rsidRPr="00AD66BE">
        <w:rPr>
          <w:i/>
        </w:rPr>
        <w:t>Fahrzeugbrief</w:t>
      </w:r>
    </w:p>
    <w:p w:rsidR="00B25727" w:rsidRPr="00AD66BE" w:rsidRDefault="00B25727" w:rsidP="00857E7A">
      <w:pPr>
        <w:pStyle w:val="Listenabsatz"/>
        <w:rPr>
          <w:i/>
        </w:rPr>
      </w:pPr>
      <w:r w:rsidRPr="00AD66BE">
        <w:rPr>
          <w:i/>
        </w:rPr>
        <w:t>Schaltpläne</w:t>
      </w:r>
    </w:p>
    <w:p w:rsidR="00B25727" w:rsidRPr="00AD66BE" w:rsidRDefault="00B25727" w:rsidP="00857E7A">
      <w:pPr>
        <w:pStyle w:val="Listenabsatz"/>
        <w:rPr>
          <w:i/>
        </w:rPr>
      </w:pPr>
      <w:r w:rsidRPr="00AD66BE">
        <w:rPr>
          <w:i/>
        </w:rPr>
        <w:t>Ersatzteilliste (Papier und digital)</w:t>
      </w:r>
    </w:p>
    <w:p w:rsidR="00857E7A" w:rsidRPr="00AD66BE" w:rsidRDefault="00857E7A" w:rsidP="00857E7A">
      <w:pPr>
        <w:pStyle w:val="Listenabsatz"/>
        <w:rPr>
          <w:i/>
        </w:rPr>
      </w:pPr>
      <w:r w:rsidRPr="00AD66BE">
        <w:rPr>
          <w:i/>
        </w:rPr>
        <w:t>Serviceheft</w:t>
      </w:r>
    </w:p>
    <w:p w:rsidR="00857E7A" w:rsidRPr="00AD66BE" w:rsidRDefault="00857E7A" w:rsidP="00857E7A">
      <w:pPr>
        <w:pStyle w:val="Listenabsatz"/>
        <w:rPr>
          <w:i/>
        </w:rPr>
      </w:pPr>
      <w:r w:rsidRPr="00AD66BE">
        <w:rPr>
          <w:i/>
        </w:rPr>
        <w:t>Prüfbuch</w:t>
      </w:r>
      <w:r w:rsidR="0089058E">
        <w:rPr>
          <w:i/>
        </w:rPr>
        <w:t xml:space="preserve"> LKW</w:t>
      </w:r>
    </w:p>
    <w:p w:rsidR="00857E7A" w:rsidRPr="00AD66BE" w:rsidRDefault="00857E7A" w:rsidP="00857E7A">
      <w:pPr>
        <w:pStyle w:val="Listenabsatz"/>
        <w:rPr>
          <w:i/>
        </w:rPr>
      </w:pPr>
      <w:r w:rsidRPr="00AD66BE">
        <w:rPr>
          <w:i/>
        </w:rPr>
        <w:t>Betriebsanleitung Anbaukran</w:t>
      </w:r>
    </w:p>
    <w:p w:rsidR="00857E7A" w:rsidRPr="00AD66BE" w:rsidRDefault="00857E7A" w:rsidP="00857E7A">
      <w:pPr>
        <w:pStyle w:val="Listenabsatz"/>
        <w:rPr>
          <w:i/>
        </w:rPr>
      </w:pPr>
      <w:r w:rsidRPr="00AD66BE">
        <w:rPr>
          <w:i/>
        </w:rPr>
        <w:t>Wartungsanleitung Anbaukran</w:t>
      </w:r>
    </w:p>
    <w:p w:rsidR="00857E7A" w:rsidRPr="00AD66BE" w:rsidRDefault="00857E7A" w:rsidP="00857E7A">
      <w:pPr>
        <w:pStyle w:val="Listenabsatz"/>
        <w:rPr>
          <w:i/>
        </w:rPr>
      </w:pPr>
      <w:r w:rsidRPr="00AD66BE">
        <w:rPr>
          <w:i/>
        </w:rPr>
        <w:t>Serviceheft Anbaukran</w:t>
      </w:r>
    </w:p>
    <w:p w:rsidR="00857E7A" w:rsidRPr="00AD66BE" w:rsidRDefault="00857E7A" w:rsidP="00857E7A">
      <w:pPr>
        <w:pStyle w:val="Listenabsatz"/>
        <w:rPr>
          <w:i/>
        </w:rPr>
      </w:pPr>
      <w:r w:rsidRPr="00AD66BE">
        <w:rPr>
          <w:i/>
        </w:rPr>
        <w:t>Prüfbuch Anbaukran</w:t>
      </w:r>
    </w:p>
    <w:p w:rsidR="00B25727" w:rsidRDefault="00B25727" w:rsidP="00B25727">
      <w:pPr>
        <w:pStyle w:val="Listenabsatz"/>
      </w:pPr>
    </w:p>
    <w:p w:rsidR="00B25727" w:rsidRPr="00B25727" w:rsidRDefault="0088051A" w:rsidP="0088051A">
      <w:pPr>
        <w:ind w:left="709"/>
      </w:pPr>
      <w:r>
        <w:rPr>
          <w:b/>
        </w:rPr>
        <w:t>16.</w:t>
      </w:r>
      <w:r w:rsidR="00B25727" w:rsidRPr="0088051A">
        <w:rPr>
          <w:b/>
        </w:rPr>
        <w:t xml:space="preserve"> </w:t>
      </w:r>
      <w:r w:rsidR="008C2614" w:rsidRPr="0088051A">
        <w:rPr>
          <w:b/>
        </w:rPr>
        <w:t xml:space="preserve">  </w:t>
      </w:r>
      <w:r w:rsidR="00B25727" w:rsidRPr="0088051A">
        <w:rPr>
          <w:b/>
          <w:u w:val="single"/>
        </w:rPr>
        <w:t>Angebotenes Fahrzeug</w:t>
      </w:r>
    </w:p>
    <w:p w:rsidR="00B25727" w:rsidRDefault="00B25727" w:rsidP="00B25727"/>
    <w:p w:rsidR="00B25727" w:rsidRDefault="00B25727" w:rsidP="00B25727"/>
    <w:p w:rsidR="00B25727" w:rsidRPr="00155D27" w:rsidRDefault="00B25727" w:rsidP="00B25727">
      <w:r>
        <w:t>Typ:…………………………………………………………………………………………………………………………………………</w:t>
      </w:r>
    </w:p>
    <w:p w:rsidR="0045142B" w:rsidRDefault="00857E7A" w:rsidP="00F446FA">
      <w:pPr>
        <w:pStyle w:val="Listenabsatz"/>
      </w:pPr>
      <w:r>
        <w:t xml:space="preserve"> </w:t>
      </w:r>
    </w:p>
    <w:p w:rsidR="0045142B" w:rsidRPr="009E04CF" w:rsidRDefault="009E04CF" w:rsidP="009E04CF">
      <w:pPr>
        <w:pStyle w:val="Listenabsatz"/>
        <w:numPr>
          <w:ilvl w:val="0"/>
          <w:numId w:val="38"/>
        </w:numPr>
        <w:rPr>
          <w:b/>
          <w:u w:val="single"/>
        </w:rPr>
      </w:pPr>
      <w:r w:rsidRPr="009E04CF">
        <w:rPr>
          <w:b/>
        </w:rPr>
        <w:t xml:space="preserve">  </w:t>
      </w:r>
      <w:r w:rsidR="00D45941" w:rsidRPr="009E04CF">
        <w:rPr>
          <w:b/>
          <w:u w:val="single"/>
        </w:rPr>
        <w:t>Kostenzusammenstellung</w:t>
      </w:r>
    </w:p>
    <w:p w:rsidR="00D45941" w:rsidRDefault="00D45941" w:rsidP="00D45941"/>
    <w:p w:rsidR="00D45941" w:rsidRDefault="00D45941" w:rsidP="00D45941">
      <w:r>
        <w:t>Netto- Angebotspreis für 1 Stck. LKW mit Anbaukran (Position2-1</w:t>
      </w:r>
      <w:r w:rsidR="002410C0">
        <w:t>2</w:t>
      </w:r>
      <w:r>
        <w:t>)……………………………€</w:t>
      </w:r>
    </w:p>
    <w:p w:rsidR="00D45941" w:rsidRDefault="00D45941" w:rsidP="00D45941"/>
    <w:p w:rsidR="00D45941" w:rsidRDefault="00D45941" w:rsidP="00D45941">
      <w:pPr>
        <w:tabs>
          <w:tab w:val="left" w:pos="6918"/>
        </w:tabs>
      </w:pPr>
      <w:r>
        <w:t>Gesamtangebotssumme ohne Ust., Incl. Nachlass                           …………………………..</w:t>
      </w:r>
      <w:r w:rsidR="002410C0">
        <w:t>€</w:t>
      </w:r>
    </w:p>
    <w:p w:rsidR="002410C0" w:rsidRDefault="002410C0" w:rsidP="00D45941">
      <w:pPr>
        <w:tabs>
          <w:tab w:val="left" w:pos="6918"/>
        </w:tabs>
      </w:pPr>
    </w:p>
    <w:p w:rsidR="002410C0" w:rsidRPr="00523E03" w:rsidRDefault="002410C0" w:rsidP="00D45941">
      <w:pPr>
        <w:tabs>
          <w:tab w:val="left" w:pos="6918"/>
        </w:tabs>
      </w:pPr>
      <w:r>
        <w:t xml:space="preserve">Zuzüglich 19 % Mehrwertsteuer                                                    ______________ €                                           </w:t>
      </w:r>
    </w:p>
    <w:p w:rsidR="0045142B" w:rsidRDefault="0045142B" w:rsidP="0045142B"/>
    <w:p w:rsidR="0045142B" w:rsidRPr="00523E03" w:rsidRDefault="002410C0" w:rsidP="0045142B">
      <w:r>
        <w:t xml:space="preserve">Gesamtsumme incl. USt. und Nachlass                                         </w:t>
      </w:r>
      <w:r w:rsidR="008C2614">
        <w:t xml:space="preserve"> </w:t>
      </w:r>
      <w:r w:rsidRPr="002410C0">
        <w:rPr>
          <w:b/>
        </w:rPr>
        <w:t>_____________</w:t>
      </w:r>
      <w:r>
        <w:t xml:space="preserve">€                                           </w:t>
      </w:r>
    </w:p>
    <w:p w:rsidR="00D76F3D" w:rsidRDefault="00D76F3D" w:rsidP="0088051A">
      <w:pPr>
        <w:ind w:left="709"/>
        <w:rPr>
          <w:b/>
        </w:rPr>
      </w:pPr>
    </w:p>
    <w:p w:rsidR="007B5F93" w:rsidRDefault="007B5F93" w:rsidP="0088051A">
      <w:pPr>
        <w:ind w:left="709"/>
        <w:rPr>
          <w:b/>
        </w:rPr>
      </w:pPr>
    </w:p>
    <w:p w:rsidR="008C2614" w:rsidRPr="0088051A" w:rsidRDefault="0088051A" w:rsidP="0088051A">
      <w:pPr>
        <w:ind w:left="709"/>
        <w:rPr>
          <w:b/>
          <w:u w:val="single"/>
        </w:rPr>
      </w:pPr>
      <w:r>
        <w:rPr>
          <w:b/>
        </w:rPr>
        <w:t>1</w:t>
      </w:r>
      <w:r w:rsidR="007B5F93">
        <w:rPr>
          <w:b/>
        </w:rPr>
        <w:t>8</w:t>
      </w:r>
      <w:r>
        <w:rPr>
          <w:b/>
        </w:rPr>
        <w:t>.</w:t>
      </w:r>
      <w:r w:rsidR="008C2614" w:rsidRPr="0088051A">
        <w:rPr>
          <w:b/>
        </w:rPr>
        <w:t xml:space="preserve">   </w:t>
      </w:r>
      <w:r w:rsidR="008C2614" w:rsidRPr="0088051A">
        <w:rPr>
          <w:b/>
          <w:u w:val="single"/>
        </w:rPr>
        <w:t>Optionalpositionen</w:t>
      </w:r>
    </w:p>
    <w:p w:rsidR="0045142B" w:rsidRDefault="0045142B" w:rsidP="00F0146E"/>
    <w:p w:rsidR="008C2614" w:rsidRDefault="00DB03B0" w:rsidP="00F0146E">
      <w:r>
        <w:t xml:space="preserve">Diese Positionen gehen nicht in die Wertung ein. </w:t>
      </w:r>
      <w:r w:rsidR="008C2614">
        <w:t>Werden einzelne Optionalpositionen nicht angeboten, führt dies nicht automatisch zum Ausschluss aus der Wer</w:t>
      </w:r>
      <w:r>
        <w:t>t</w:t>
      </w:r>
      <w:r w:rsidR="008C2614">
        <w:t>ung (€ incl.MwSt.)</w:t>
      </w:r>
      <w:r>
        <w:t xml:space="preserve">. </w:t>
      </w:r>
    </w:p>
    <w:p w:rsidR="00DB03B0" w:rsidRDefault="00DB03B0" w:rsidP="00F0146E"/>
    <w:p w:rsidR="008C2614" w:rsidRDefault="008C2614" w:rsidP="008C2614">
      <w:pPr>
        <w:pStyle w:val="Listenabsatz"/>
        <w:numPr>
          <w:ilvl w:val="0"/>
          <w:numId w:val="32"/>
        </w:numPr>
      </w:pPr>
      <w:r>
        <w:t xml:space="preserve">Klimaanlage mit automatischer Temperaturregelung             …………………………..€  </w:t>
      </w:r>
    </w:p>
    <w:p w:rsidR="008C2614" w:rsidRDefault="008C2614" w:rsidP="008C2614">
      <w:pPr>
        <w:pStyle w:val="Listenabsatz"/>
      </w:pPr>
    </w:p>
    <w:p w:rsidR="00523E03" w:rsidRDefault="008C2614" w:rsidP="008C2614">
      <w:pPr>
        <w:pStyle w:val="Listenabsatz"/>
        <w:numPr>
          <w:ilvl w:val="0"/>
          <w:numId w:val="32"/>
        </w:numPr>
      </w:pPr>
      <w:r>
        <w:t>Standheizung (</w:t>
      </w:r>
      <w:r w:rsidR="00DB03B0">
        <w:t>D</w:t>
      </w:r>
      <w:r>
        <w:t>iesel</w:t>
      </w:r>
      <w:r w:rsidR="00DB03B0">
        <w:t xml:space="preserve"> </w:t>
      </w:r>
      <w:r>
        <w:t xml:space="preserve">betrieben)        </w:t>
      </w:r>
      <w:r w:rsidR="00F446FA">
        <w:t xml:space="preserve">      </w:t>
      </w:r>
      <w:r>
        <w:t xml:space="preserve">                            </w:t>
      </w:r>
      <w:r w:rsidR="00DB03B0">
        <w:t>…………………………..</w:t>
      </w:r>
      <w:r>
        <w:t>€</w:t>
      </w:r>
    </w:p>
    <w:p w:rsidR="00DB03B0" w:rsidRDefault="00DB03B0" w:rsidP="00DB03B0">
      <w:pPr>
        <w:pStyle w:val="Listenabsatz"/>
      </w:pPr>
    </w:p>
    <w:p w:rsidR="00DB03B0" w:rsidRDefault="00DB03B0" w:rsidP="00DB03B0">
      <w:pPr>
        <w:pStyle w:val="Listenabsatz"/>
        <w:numPr>
          <w:ilvl w:val="0"/>
          <w:numId w:val="32"/>
        </w:numPr>
      </w:pPr>
      <w:r>
        <w:t>Sonnenblende vor der Windschutzscheibe                             …………………………..€</w:t>
      </w:r>
    </w:p>
    <w:p w:rsidR="008C2614" w:rsidRDefault="008C2614" w:rsidP="00DB03B0">
      <w:pPr>
        <w:pStyle w:val="Listenabsatz"/>
      </w:pPr>
    </w:p>
    <w:p w:rsidR="007B5F93" w:rsidRPr="007B5F93" w:rsidRDefault="007B5F93" w:rsidP="001C6EC1">
      <w:pPr>
        <w:pStyle w:val="Listenabsatz"/>
        <w:numPr>
          <w:ilvl w:val="0"/>
          <w:numId w:val="32"/>
        </w:numPr>
        <w:rPr>
          <w:u w:val="single"/>
        </w:rPr>
      </w:pPr>
      <w:r w:rsidRPr="007B5F93">
        <w:rPr>
          <w:u w:val="single"/>
        </w:rPr>
        <w:t>Alternativ zu Position 11</w:t>
      </w:r>
    </w:p>
    <w:p w:rsidR="007B5F93" w:rsidRDefault="001C6EC1" w:rsidP="007B5F93">
      <w:pPr>
        <w:pStyle w:val="Listenabsatz"/>
      </w:pPr>
      <w:r>
        <w:t xml:space="preserve">Lieferung einer Werkzeugkiste aus nichtrostendem </w:t>
      </w:r>
    </w:p>
    <w:p w:rsidR="007B5F93" w:rsidRDefault="007B5F93" w:rsidP="007B5F93">
      <w:pPr>
        <w:pStyle w:val="Listenabsatz"/>
      </w:pPr>
      <w:r>
        <w:t xml:space="preserve">Stahl mit 2 abgedichteten, verschließbaren, </w:t>
      </w:r>
    </w:p>
    <w:p w:rsidR="007B5F93" w:rsidRDefault="007B5F93" w:rsidP="007B5F93">
      <w:pPr>
        <w:pStyle w:val="Listenabsatz"/>
      </w:pPr>
      <w:r>
        <w:t xml:space="preserve">seitlichen Klappen in den Maßen (siehe Position 11) </w:t>
      </w:r>
    </w:p>
    <w:p w:rsidR="007B5F93" w:rsidRDefault="007B5F93" w:rsidP="007B5F93">
      <w:pPr>
        <w:pStyle w:val="Listenabsatz"/>
      </w:pPr>
      <w:r>
        <w:t>und Montage zwischen Fahrerhaus und Kippbrücke                …………………………..€</w:t>
      </w:r>
    </w:p>
    <w:p w:rsidR="001C6EC1" w:rsidRDefault="001C6EC1" w:rsidP="007B5F93">
      <w:pPr>
        <w:pStyle w:val="Listenabsatz"/>
      </w:pPr>
      <w:r>
        <w:t xml:space="preserve"> </w:t>
      </w:r>
    </w:p>
    <w:p w:rsidR="00523E03" w:rsidRPr="00F0146E" w:rsidRDefault="00523E03" w:rsidP="00F0146E"/>
    <w:sectPr w:rsidR="00523E03" w:rsidRPr="00F0146E" w:rsidSect="00705BD5">
      <w:type w:val="continuous"/>
      <w:pgSz w:w="11906" w:h="16838" w:code="9"/>
      <w:pgMar w:top="1843" w:right="1287" w:bottom="1701" w:left="1588" w:header="397" w:footer="34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E3E" w:rsidRDefault="00D40E3E">
      <w:r>
        <w:separator/>
      </w:r>
    </w:p>
  </w:endnote>
  <w:endnote w:type="continuationSeparator" w:id="0">
    <w:p w:rsidR="00D40E3E" w:rsidRDefault="00D40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91" w:type="dxa"/>
      <w:tblLook w:val="01E0" w:firstRow="1" w:lastRow="1" w:firstColumn="1" w:lastColumn="1" w:noHBand="0" w:noVBand="0"/>
    </w:tblPr>
    <w:tblGrid>
      <w:gridCol w:w="7812"/>
      <w:gridCol w:w="1579"/>
    </w:tblGrid>
    <w:tr w:rsidR="001C6EC1" w:rsidTr="00C2496C">
      <w:tc>
        <w:tcPr>
          <w:tcW w:w="7812" w:type="dxa"/>
          <w:tcMar>
            <w:left w:w="0" w:type="dxa"/>
            <w:right w:w="0" w:type="dxa"/>
          </w:tcMar>
        </w:tcPr>
        <w:p w:rsidR="001C6EC1" w:rsidRDefault="001C6EC1" w:rsidP="00AF3538">
          <w:pPr>
            <w:pStyle w:val="Fuzeile"/>
            <w:tabs>
              <w:tab w:val="clear" w:pos="4536"/>
              <w:tab w:val="clear" w:pos="9072"/>
            </w:tabs>
            <w:spacing w:after="60"/>
            <w:rPr>
              <w:rFonts w:cs="Courier New"/>
              <w:color w:val="666666"/>
              <w:sz w:val="12"/>
              <w:szCs w:val="12"/>
            </w:rPr>
          </w:pPr>
          <w:r>
            <w:rPr>
              <w:rFonts w:cs="Courier New"/>
              <w:color w:val="666666"/>
              <w:sz w:val="12"/>
              <w:szCs w:val="12"/>
            </w:rPr>
            <w:t xml:space="preserve">Stadtverwaltung Zwickau </w:t>
          </w:r>
          <w:r>
            <w:rPr>
              <w:color w:val="666666"/>
              <w:sz w:val="12"/>
              <w:szCs w:val="14"/>
            </w:rPr>
            <w:t>∙</w:t>
          </w:r>
          <w:r>
            <w:rPr>
              <w:rFonts w:cs="Courier New"/>
              <w:color w:val="666666"/>
              <w:sz w:val="12"/>
              <w:szCs w:val="12"/>
            </w:rPr>
            <w:t xml:space="preserve"> Hauptmarkt 1</w:t>
          </w:r>
          <w:r>
            <w:rPr>
              <w:rFonts w:cs="Arial"/>
              <w:color w:val="666666"/>
              <w:sz w:val="12"/>
              <w:szCs w:val="12"/>
            </w:rPr>
            <w:t xml:space="preserve"> </w:t>
          </w:r>
          <w:r>
            <w:rPr>
              <w:color w:val="666666"/>
              <w:sz w:val="12"/>
              <w:szCs w:val="14"/>
            </w:rPr>
            <w:t xml:space="preserve">∙ </w:t>
          </w:r>
          <w:r>
            <w:rPr>
              <w:rFonts w:cs="Arial"/>
              <w:color w:val="666666"/>
              <w:sz w:val="12"/>
              <w:szCs w:val="12"/>
            </w:rPr>
            <w:t xml:space="preserve">08056 Zwickau </w:t>
          </w:r>
          <w:r>
            <w:rPr>
              <w:color w:val="666666"/>
              <w:sz w:val="12"/>
              <w:szCs w:val="14"/>
            </w:rPr>
            <w:t>∙</w:t>
          </w:r>
          <w:r>
            <w:rPr>
              <w:rFonts w:cs="Courier New"/>
              <w:color w:val="666666"/>
              <w:sz w:val="12"/>
              <w:szCs w:val="12"/>
            </w:rPr>
            <w:t xml:space="preserve"> Telefon: 0375 83-0 </w:t>
          </w:r>
          <w:r>
            <w:rPr>
              <w:color w:val="666666"/>
              <w:sz w:val="12"/>
              <w:szCs w:val="14"/>
            </w:rPr>
            <w:t>∙</w:t>
          </w:r>
          <w:r>
            <w:rPr>
              <w:rFonts w:cs="Courier New"/>
              <w:color w:val="666666"/>
              <w:sz w:val="12"/>
              <w:szCs w:val="12"/>
            </w:rPr>
            <w:t xml:space="preserve"> Fax: 0375 83-8383 </w:t>
          </w:r>
          <w:r>
            <w:rPr>
              <w:color w:val="666666"/>
              <w:sz w:val="12"/>
              <w:szCs w:val="14"/>
            </w:rPr>
            <w:t>∙</w:t>
          </w:r>
          <w:r>
            <w:rPr>
              <w:rFonts w:cs="Courier New"/>
              <w:color w:val="666666"/>
              <w:sz w:val="12"/>
              <w:szCs w:val="12"/>
            </w:rPr>
            <w:t xml:space="preserve"> www.zwickau.de*</w:t>
          </w:r>
        </w:p>
        <w:p w:rsidR="001C6EC1" w:rsidRDefault="001C6EC1" w:rsidP="00AF3538">
          <w:pPr>
            <w:pStyle w:val="Fuzeile"/>
            <w:tabs>
              <w:tab w:val="clear" w:pos="4536"/>
              <w:tab w:val="clear" w:pos="9072"/>
            </w:tabs>
            <w:spacing w:after="60"/>
            <w:rPr>
              <w:rFonts w:cs="Courier New"/>
              <w:color w:val="666666"/>
              <w:sz w:val="12"/>
              <w:szCs w:val="12"/>
            </w:rPr>
          </w:pPr>
          <w:r>
            <w:rPr>
              <w:rFonts w:cs="Courier New"/>
              <w:color w:val="666666"/>
              <w:sz w:val="12"/>
              <w:szCs w:val="12"/>
            </w:rPr>
            <w:t>Sparkasse Zwickau:</w:t>
          </w:r>
          <w:r>
            <w:rPr>
              <w:rFonts w:cs="Courier New"/>
              <w:color w:val="666666"/>
              <w:sz w:val="12"/>
              <w:szCs w:val="12"/>
            </w:rPr>
            <w:tab/>
          </w:r>
          <w:r w:rsidRPr="00083107">
            <w:rPr>
              <w:rFonts w:cs="Arial"/>
              <w:color w:val="666666"/>
              <w:sz w:val="12"/>
              <w:szCs w:val="12"/>
            </w:rPr>
            <w:t>IBAN:</w:t>
          </w:r>
          <w:r>
            <w:rPr>
              <w:rFonts w:cs="Arial"/>
              <w:color w:val="666666"/>
              <w:sz w:val="12"/>
              <w:szCs w:val="12"/>
            </w:rPr>
            <w:t xml:space="preserve"> </w:t>
          </w:r>
          <w:r w:rsidRPr="00083107">
            <w:rPr>
              <w:rFonts w:cs="Arial"/>
              <w:color w:val="666666"/>
              <w:sz w:val="12"/>
              <w:szCs w:val="12"/>
            </w:rPr>
            <w:t>DE86 8705 5000 2244 0039 76</w:t>
          </w:r>
          <w:r>
            <w:rPr>
              <w:rFonts w:cs="Arial"/>
              <w:color w:val="666666"/>
              <w:sz w:val="12"/>
              <w:szCs w:val="12"/>
            </w:rPr>
            <w:t xml:space="preserve"> </w:t>
          </w:r>
          <w:r>
            <w:rPr>
              <w:rFonts w:cs="Arial"/>
              <w:color w:val="666666"/>
              <w:sz w:val="12"/>
              <w:szCs w:val="12"/>
            </w:rPr>
            <w:tab/>
          </w:r>
          <w:r w:rsidRPr="00083107">
            <w:rPr>
              <w:rFonts w:cs="Arial"/>
              <w:color w:val="666666"/>
              <w:sz w:val="12"/>
              <w:szCs w:val="12"/>
            </w:rPr>
            <w:t>BIC:</w:t>
          </w:r>
          <w:r>
            <w:rPr>
              <w:rFonts w:cs="Arial"/>
              <w:color w:val="666666"/>
              <w:sz w:val="12"/>
              <w:szCs w:val="12"/>
            </w:rPr>
            <w:t xml:space="preserve"> </w:t>
          </w:r>
          <w:r w:rsidRPr="00083107">
            <w:rPr>
              <w:rFonts w:cs="Arial"/>
              <w:color w:val="666666"/>
              <w:sz w:val="12"/>
              <w:szCs w:val="12"/>
            </w:rPr>
            <w:t>WELADED1ZWI</w:t>
          </w:r>
          <w:r>
            <w:rPr>
              <w:rFonts w:cs="Courier New"/>
              <w:color w:val="666666"/>
              <w:sz w:val="12"/>
              <w:szCs w:val="12"/>
            </w:rPr>
            <w:br/>
            <w:t>Hypovereinsbank:</w:t>
          </w:r>
          <w:r>
            <w:rPr>
              <w:rFonts w:cs="Courier New"/>
              <w:color w:val="666666"/>
              <w:sz w:val="12"/>
              <w:szCs w:val="12"/>
            </w:rPr>
            <w:tab/>
          </w:r>
          <w:r w:rsidRPr="00083107">
            <w:rPr>
              <w:rFonts w:cs="Courier New"/>
              <w:color w:val="666666"/>
              <w:sz w:val="12"/>
              <w:szCs w:val="12"/>
            </w:rPr>
            <w:t>IBAN:</w:t>
          </w:r>
          <w:r>
            <w:rPr>
              <w:rFonts w:cs="Courier New"/>
              <w:color w:val="666666"/>
              <w:sz w:val="12"/>
              <w:szCs w:val="12"/>
            </w:rPr>
            <w:t xml:space="preserve"> </w:t>
          </w:r>
          <w:r w:rsidRPr="00083107">
            <w:rPr>
              <w:rFonts w:cs="Courier New"/>
              <w:color w:val="666666"/>
              <w:sz w:val="12"/>
              <w:szCs w:val="12"/>
            </w:rPr>
            <w:t>DE87 8702 0088 0009 2000 02</w:t>
          </w:r>
          <w:r>
            <w:rPr>
              <w:rFonts w:cs="Courier New"/>
              <w:color w:val="666666"/>
              <w:sz w:val="12"/>
              <w:szCs w:val="12"/>
            </w:rPr>
            <w:t xml:space="preserve"> </w:t>
          </w:r>
          <w:r>
            <w:rPr>
              <w:rFonts w:cs="Courier New"/>
              <w:color w:val="666666"/>
              <w:sz w:val="12"/>
              <w:szCs w:val="12"/>
            </w:rPr>
            <w:tab/>
          </w:r>
          <w:r w:rsidRPr="00083107">
            <w:rPr>
              <w:rFonts w:cs="Courier New"/>
              <w:color w:val="666666"/>
              <w:sz w:val="12"/>
              <w:szCs w:val="12"/>
            </w:rPr>
            <w:t>BIC:</w:t>
          </w:r>
          <w:r>
            <w:rPr>
              <w:rFonts w:cs="Courier New"/>
              <w:color w:val="666666"/>
              <w:sz w:val="12"/>
              <w:szCs w:val="12"/>
            </w:rPr>
            <w:t xml:space="preserve"> </w:t>
          </w:r>
          <w:r w:rsidRPr="00083107">
            <w:rPr>
              <w:rFonts w:cs="Courier New"/>
              <w:color w:val="666666"/>
              <w:sz w:val="12"/>
              <w:szCs w:val="12"/>
            </w:rPr>
            <w:t>HYVEDEMM441</w:t>
          </w:r>
          <w:r>
            <w:rPr>
              <w:rFonts w:cs="Courier New"/>
              <w:color w:val="666666"/>
              <w:sz w:val="12"/>
              <w:szCs w:val="12"/>
            </w:rPr>
            <w:br/>
            <w:t>Commerzbank:</w:t>
          </w:r>
          <w:r>
            <w:tab/>
          </w:r>
          <w:r w:rsidRPr="00083107">
            <w:rPr>
              <w:rFonts w:cs="Courier New"/>
              <w:color w:val="666666"/>
              <w:sz w:val="12"/>
              <w:szCs w:val="12"/>
            </w:rPr>
            <w:t>IBAN:</w:t>
          </w:r>
          <w:r>
            <w:rPr>
              <w:rFonts w:cs="Courier New"/>
              <w:color w:val="666666"/>
              <w:sz w:val="12"/>
              <w:szCs w:val="12"/>
            </w:rPr>
            <w:t xml:space="preserve"> </w:t>
          </w:r>
          <w:r w:rsidRPr="00083107">
            <w:rPr>
              <w:rFonts w:cs="Courier New"/>
              <w:color w:val="666666"/>
              <w:sz w:val="12"/>
              <w:szCs w:val="12"/>
            </w:rPr>
            <w:t>DE72 8704 0000 0255 6355 00</w:t>
          </w:r>
          <w:r>
            <w:rPr>
              <w:rFonts w:cs="Courier New"/>
              <w:color w:val="666666"/>
              <w:sz w:val="12"/>
              <w:szCs w:val="12"/>
            </w:rPr>
            <w:t xml:space="preserve"> </w:t>
          </w:r>
          <w:r>
            <w:rPr>
              <w:rFonts w:cs="Courier New"/>
              <w:color w:val="666666"/>
              <w:sz w:val="12"/>
              <w:szCs w:val="12"/>
            </w:rPr>
            <w:tab/>
          </w:r>
          <w:r w:rsidRPr="00083107">
            <w:rPr>
              <w:rFonts w:cs="Courier New"/>
              <w:color w:val="666666"/>
              <w:sz w:val="12"/>
              <w:szCs w:val="12"/>
            </w:rPr>
            <w:t>BIC:</w:t>
          </w:r>
          <w:r>
            <w:rPr>
              <w:rFonts w:cs="Courier New"/>
              <w:color w:val="666666"/>
              <w:sz w:val="12"/>
              <w:szCs w:val="12"/>
            </w:rPr>
            <w:t xml:space="preserve"> </w:t>
          </w:r>
          <w:r w:rsidRPr="00083107">
            <w:rPr>
              <w:rFonts w:cs="Courier New"/>
              <w:color w:val="666666"/>
              <w:sz w:val="12"/>
              <w:szCs w:val="12"/>
            </w:rPr>
            <w:t>COBADEFFXXX</w:t>
          </w:r>
        </w:p>
        <w:p w:rsidR="001C6EC1" w:rsidRDefault="001C6EC1" w:rsidP="00AF3538">
          <w:pPr>
            <w:pStyle w:val="Fuzeile"/>
            <w:tabs>
              <w:tab w:val="clear" w:pos="4536"/>
              <w:tab w:val="clear" w:pos="9072"/>
            </w:tabs>
            <w:spacing w:after="60"/>
            <w:rPr>
              <w:rFonts w:cs="Courier New"/>
              <w:color w:val="666666"/>
              <w:sz w:val="12"/>
              <w:szCs w:val="12"/>
            </w:rPr>
          </w:pPr>
          <w:r w:rsidRPr="00AA1B1B">
            <w:rPr>
              <w:rFonts w:cs="Courier New"/>
              <w:color w:val="666666"/>
              <w:sz w:val="12"/>
              <w:szCs w:val="12"/>
            </w:rPr>
            <w:t>Gläubiger Identifikationsnummer</w:t>
          </w:r>
          <w:r>
            <w:rPr>
              <w:rFonts w:cs="Courier New"/>
              <w:color w:val="666666"/>
              <w:sz w:val="12"/>
              <w:szCs w:val="12"/>
            </w:rPr>
            <w:t>:</w:t>
          </w:r>
          <w:r w:rsidRPr="00AA1B1B">
            <w:rPr>
              <w:rFonts w:cs="Courier New"/>
              <w:color w:val="666666"/>
              <w:sz w:val="12"/>
              <w:szCs w:val="12"/>
            </w:rPr>
            <w:t xml:space="preserve"> </w:t>
          </w:r>
          <w:r w:rsidRPr="00924EDB">
            <w:rPr>
              <w:rFonts w:cs="Courier New"/>
              <w:color w:val="666666"/>
              <w:sz w:val="12"/>
              <w:szCs w:val="12"/>
            </w:rPr>
            <w:t>DE81ZZZ00000013255</w:t>
          </w:r>
          <w:r>
            <w:rPr>
              <w:rFonts w:cs="Courier New"/>
              <w:color w:val="666666"/>
              <w:sz w:val="12"/>
              <w:szCs w:val="12"/>
            </w:rPr>
            <w:tab/>
          </w:r>
          <w:r>
            <w:rPr>
              <w:rFonts w:cs="Courier New"/>
              <w:color w:val="666666"/>
              <w:sz w:val="12"/>
              <w:szCs w:val="12"/>
            </w:rPr>
            <w:tab/>
            <w:t>USt-IdNr: DE141384058</w:t>
          </w:r>
        </w:p>
        <w:p w:rsidR="001C6EC1" w:rsidRDefault="001C6EC1" w:rsidP="00AF3538">
          <w:pPr>
            <w:pStyle w:val="Fuzeile"/>
            <w:tabs>
              <w:tab w:val="clear" w:pos="4536"/>
            </w:tabs>
            <w:spacing w:after="60"/>
            <w:ind w:left="180" w:hanging="180"/>
            <w:rPr>
              <w:szCs w:val="12"/>
            </w:rPr>
          </w:pPr>
          <w:r w:rsidRPr="00434C80">
            <w:rPr>
              <w:rFonts w:cs="Arial"/>
              <w:color w:val="666666"/>
              <w:sz w:val="10"/>
              <w:szCs w:val="10"/>
            </w:rPr>
            <w:t>*</w:t>
          </w:r>
          <w:r>
            <w:rPr>
              <w:rFonts w:cs="Arial"/>
              <w:color w:val="666666"/>
              <w:sz w:val="10"/>
              <w:szCs w:val="10"/>
            </w:rPr>
            <w:tab/>
          </w:r>
          <w:r w:rsidRPr="00AC7797">
            <w:rPr>
              <w:rFonts w:cs="Arial"/>
              <w:color w:val="666666"/>
              <w:sz w:val="10"/>
              <w:szCs w:val="10"/>
            </w:rPr>
            <w:t>Der Zugang für elektronisch signierte und für verschlüsselte elektronische Dokumente ist nur unter bestimmt</w:t>
          </w:r>
          <w:r>
            <w:rPr>
              <w:rFonts w:cs="Arial"/>
              <w:color w:val="666666"/>
              <w:sz w:val="10"/>
              <w:szCs w:val="10"/>
            </w:rPr>
            <w:t>en Voraussetzungen eröffnet.</w:t>
          </w:r>
          <w:r>
            <w:rPr>
              <w:rFonts w:cs="Arial"/>
              <w:color w:val="666666"/>
              <w:sz w:val="10"/>
              <w:szCs w:val="10"/>
            </w:rPr>
            <w:br/>
          </w:r>
          <w:r w:rsidRPr="00AC7797">
            <w:rPr>
              <w:rFonts w:cs="Arial"/>
              <w:color w:val="666666"/>
              <w:sz w:val="10"/>
              <w:szCs w:val="10"/>
            </w:rPr>
            <w:t>Geltende Regelungen, Informationen und Erläuterungen finden Sie auf unserer Hom</w:t>
          </w:r>
          <w:r>
            <w:rPr>
              <w:rFonts w:cs="Arial"/>
              <w:color w:val="666666"/>
              <w:sz w:val="10"/>
              <w:szCs w:val="10"/>
            </w:rPr>
            <w:t>e</w:t>
          </w:r>
          <w:r w:rsidRPr="00AC7797">
            <w:rPr>
              <w:rFonts w:cs="Arial"/>
              <w:color w:val="666666"/>
              <w:sz w:val="10"/>
              <w:szCs w:val="10"/>
            </w:rPr>
            <w:t>page www.zwickau.de/esignatur.</w:t>
          </w:r>
        </w:p>
      </w:tc>
      <w:tc>
        <w:tcPr>
          <w:tcW w:w="1579" w:type="dxa"/>
        </w:tcPr>
        <w:p w:rsidR="001C6EC1" w:rsidRDefault="001C6EC1">
          <w:pPr>
            <w:pStyle w:val="Fuzeile"/>
            <w:rPr>
              <w:szCs w:val="12"/>
            </w:rPr>
          </w:pPr>
          <w:bookmarkStart w:id="10" w:name="Signet2"/>
          <w:bookmarkEnd w:id="10"/>
          <w:r>
            <w:rPr>
              <w:noProof/>
              <w:szCs w:val="12"/>
            </w:rPr>
            <w:drawing>
              <wp:inline distT="0" distB="0" distL="0" distR="0">
                <wp:extent cx="685800" cy="823965"/>
                <wp:effectExtent l="0" t="0" r="0" b="0"/>
                <wp:docPr id="6" name="Grafi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" cy="8239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C6EC1" w:rsidRPr="00705BD5" w:rsidRDefault="001C6EC1">
    <w:pPr>
      <w:pStyle w:val="Fuzeil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7920"/>
      <w:gridCol w:w="1579"/>
    </w:tblGrid>
    <w:tr w:rsidR="001C6EC1" w:rsidTr="00C2496C">
      <w:tc>
        <w:tcPr>
          <w:tcW w:w="7920" w:type="dxa"/>
          <w:tcMar>
            <w:left w:w="0" w:type="dxa"/>
            <w:right w:w="0" w:type="dxa"/>
          </w:tcMar>
        </w:tcPr>
        <w:p w:rsidR="001C6EC1" w:rsidRDefault="001C6EC1" w:rsidP="00434C80">
          <w:pPr>
            <w:pStyle w:val="Fuzeile"/>
            <w:tabs>
              <w:tab w:val="clear" w:pos="4536"/>
              <w:tab w:val="clear" w:pos="9072"/>
            </w:tabs>
            <w:spacing w:after="60"/>
            <w:rPr>
              <w:rFonts w:cs="Courier New"/>
              <w:color w:val="666666"/>
              <w:sz w:val="12"/>
              <w:szCs w:val="12"/>
            </w:rPr>
          </w:pPr>
          <w:r>
            <w:rPr>
              <w:rFonts w:cs="Courier New"/>
              <w:color w:val="666666"/>
              <w:sz w:val="12"/>
              <w:szCs w:val="12"/>
            </w:rPr>
            <w:t xml:space="preserve">Stadtverwaltung Zwickau </w:t>
          </w:r>
          <w:r>
            <w:rPr>
              <w:color w:val="666666"/>
              <w:sz w:val="12"/>
              <w:szCs w:val="14"/>
            </w:rPr>
            <w:t>∙</w:t>
          </w:r>
          <w:r>
            <w:rPr>
              <w:rFonts w:cs="Courier New"/>
              <w:color w:val="666666"/>
              <w:sz w:val="12"/>
              <w:szCs w:val="12"/>
            </w:rPr>
            <w:t xml:space="preserve"> Hauptmarkt 1</w:t>
          </w:r>
          <w:r>
            <w:rPr>
              <w:rFonts w:cs="Arial"/>
              <w:color w:val="666666"/>
              <w:sz w:val="12"/>
              <w:szCs w:val="12"/>
            </w:rPr>
            <w:t xml:space="preserve"> </w:t>
          </w:r>
          <w:r>
            <w:rPr>
              <w:color w:val="666666"/>
              <w:sz w:val="12"/>
              <w:szCs w:val="14"/>
            </w:rPr>
            <w:t xml:space="preserve">∙ </w:t>
          </w:r>
          <w:r>
            <w:rPr>
              <w:rFonts w:cs="Arial"/>
              <w:color w:val="666666"/>
              <w:sz w:val="12"/>
              <w:szCs w:val="12"/>
            </w:rPr>
            <w:t xml:space="preserve">08056 Zwickau </w:t>
          </w:r>
          <w:r>
            <w:rPr>
              <w:color w:val="666666"/>
              <w:sz w:val="12"/>
              <w:szCs w:val="14"/>
            </w:rPr>
            <w:t>∙</w:t>
          </w:r>
          <w:r>
            <w:rPr>
              <w:rFonts w:cs="Courier New"/>
              <w:color w:val="666666"/>
              <w:sz w:val="12"/>
              <w:szCs w:val="12"/>
            </w:rPr>
            <w:t xml:space="preserve"> Telefon: 0375 83-0 </w:t>
          </w:r>
          <w:r>
            <w:rPr>
              <w:color w:val="666666"/>
              <w:sz w:val="12"/>
              <w:szCs w:val="14"/>
            </w:rPr>
            <w:t>∙</w:t>
          </w:r>
          <w:r>
            <w:rPr>
              <w:rFonts w:cs="Courier New"/>
              <w:color w:val="666666"/>
              <w:sz w:val="12"/>
              <w:szCs w:val="12"/>
            </w:rPr>
            <w:t xml:space="preserve"> Fax: 0375 83-8383 </w:t>
          </w:r>
          <w:r>
            <w:rPr>
              <w:color w:val="666666"/>
              <w:sz w:val="12"/>
              <w:szCs w:val="14"/>
            </w:rPr>
            <w:t>∙</w:t>
          </w:r>
          <w:r>
            <w:rPr>
              <w:rFonts w:cs="Courier New"/>
              <w:color w:val="666666"/>
              <w:sz w:val="12"/>
              <w:szCs w:val="12"/>
            </w:rPr>
            <w:t xml:space="preserve"> www.zwickau.de*</w:t>
          </w:r>
        </w:p>
        <w:p w:rsidR="001C6EC1" w:rsidRDefault="001C6EC1" w:rsidP="00434C80">
          <w:pPr>
            <w:pStyle w:val="Fuzeile"/>
            <w:tabs>
              <w:tab w:val="clear" w:pos="4536"/>
              <w:tab w:val="clear" w:pos="9072"/>
            </w:tabs>
            <w:spacing w:after="60"/>
            <w:rPr>
              <w:rFonts w:cs="Courier New"/>
              <w:color w:val="666666"/>
              <w:sz w:val="12"/>
              <w:szCs w:val="12"/>
            </w:rPr>
          </w:pPr>
          <w:r>
            <w:rPr>
              <w:rFonts w:cs="Courier New"/>
              <w:color w:val="666666"/>
              <w:sz w:val="12"/>
              <w:szCs w:val="12"/>
            </w:rPr>
            <w:t>Sparkasse Zwickau:</w:t>
          </w:r>
          <w:r>
            <w:rPr>
              <w:rFonts w:cs="Courier New"/>
              <w:color w:val="666666"/>
              <w:sz w:val="12"/>
              <w:szCs w:val="12"/>
            </w:rPr>
            <w:tab/>
          </w:r>
          <w:r w:rsidRPr="00083107">
            <w:rPr>
              <w:rFonts w:cs="Arial"/>
              <w:color w:val="666666"/>
              <w:sz w:val="12"/>
              <w:szCs w:val="12"/>
            </w:rPr>
            <w:t>IBAN:</w:t>
          </w:r>
          <w:r>
            <w:rPr>
              <w:rFonts w:cs="Arial"/>
              <w:color w:val="666666"/>
              <w:sz w:val="12"/>
              <w:szCs w:val="12"/>
            </w:rPr>
            <w:t xml:space="preserve"> </w:t>
          </w:r>
          <w:r w:rsidRPr="00083107">
            <w:rPr>
              <w:rFonts w:cs="Arial"/>
              <w:color w:val="666666"/>
              <w:sz w:val="12"/>
              <w:szCs w:val="12"/>
            </w:rPr>
            <w:t>DE86 8705 5000 2244 0039 76</w:t>
          </w:r>
          <w:r>
            <w:rPr>
              <w:rFonts w:cs="Arial"/>
              <w:color w:val="666666"/>
              <w:sz w:val="12"/>
              <w:szCs w:val="12"/>
            </w:rPr>
            <w:t xml:space="preserve"> </w:t>
          </w:r>
          <w:r>
            <w:rPr>
              <w:rFonts w:cs="Arial"/>
              <w:color w:val="666666"/>
              <w:sz w:val="12"/>
              <w:szCs w:val="12"/>
            </w:rPr>
            <w:tab/>
          </w:r>
          <w:r w:rsidRPr="00083107">
            <w:rPr>
              <w:rFonts w:cs="Arial"/>
              <w:color w:val="666666"/>
              <w:sz w:val="12"/>
              <w:szCs w:val="12"/>
            </w:rPr>
            <w:t>BIC:</w:t>
          </w:r>
          <w:r>
            <w:rPr>
              <w:rFonts w:cs="Arial"/>
              <w:color w:val="666666"/>
              <w:sz w:val="12"/>
              <w:szCs w:val="12"/>
            </w:rPr>
            <w:t xml:space="preserve"> </w:t>
          </w:r>
          <w:r w:rsidRPr="00083107">
            <w:rPr>
              <w:rFonts w:cs="Arial"/>
              <w:color w:val="666666"/>
              <w:sz w:val="12"/>
              <w:szCs w:val="12"/>
            </w:rPr>
            <w:t>WELADED1ZWI</w:t>
          </w:r>
          <w:r>
            <w:rPr>
              <w:rFonts w:cs="Courier New"/>
              <w:color w:val="666666"/>
              <w:sz w:val="12"/>
              <w:szCs w:val="12"/>
            </w:rPr>
            <w:br/>
            <w:t>Hypovereinsbank:</w:t>
          </w:r>
          <w:r>
            <w:rPr>
              <w:rFonts w:cs="Courier New"/>
              <w:color w:val="666666"/>
              <w:sz w:val="12"/>
              <w:szCs w:val="12"/>
            </w:rPr>
            <w:tab/>
          </w:r>
          <w:r w:rsidRPr="00083107">
            <w:rPr>
              <w:rFonts w:cs="Courier New"/>
              <w:color w:val="666666"/>
              <w:sz w:val="12"/>
              <w:szCs w:val="12"/>
            </w:rPr>
            <w:t>IBAN:</w:t>
          </w:r>
          <w:r>
            <w:rPr>
              <w:rFonts w:cs="Courier New"/>
              <w:color w:val="666666"/>
              <w:sz w:val="12"/>
              <w:szCs w:val="12"/>
            </w:rPr>
            <w:t xml:space="preserve"> </w:t>
          </w:r>
          <w:r w:rsidRPr="00083107">
            <w:rPr>
              <w:rFonts w:cs="Courier New"/>
              <w:color w:val="666666"/>
              <w:sz w:val="12"/>
              <w:szCs w:val="12"/>
            </w:rPr>
            <w:t>DE87 8702 0088 0009 2000 02</w:t>
          </w:r>
          <w:r>
            <w:rPr>
              <w:rFonts w:cs="Courier New"/>
              <w:color w:val="666666"/>
              <w:sz w:val="12"/>
              <w:szCs w:val="12"/>
            </w:rPr>
            <w:t xml:space="preserve"> </w:t>
          </w:r>
          <w:r>
            <w:rPr>
              <w:rFonts w:cs="Courier New"/>
              <w:color w:val="666666"/>
              <w:sz w:val="12"/>
              <w:szCs w:val="12"/>
            </w:rPr>
            <w:tab/>
          </w:r>
          <w:r w:rsidRPr="00083107">
            <w:rPr>
              <w:rFonts w:cs="Courier New"/>
              <w:color w:val="666666"/>
              <w:sz w:val="12"/>
              <w:szCs w:val="12"/>
            </w:rPr>
            <w:t>BIC:</w:t>
          </w:r>
          <w:r>
            <w:rPr>
              <w:rFonts w:cs="Courier New"/>
              <w:color w:val="666666"/>
              <w:sz w:val="12"/>
              <w:szCs w:val="12"/>
            </w:rPr>
            <w:t xml:space="preserve"> </w:t>
          </w:r>
          <w:r w:rsidRPr="00083107">
            <w:rPr>
              <w:rFonts w:cs="Courier New"/>
              <w:color w:val="666666"/>
              <w:sz w:val="12"/>
              <w:szCs w:val="12"/>
            </w:rPr>
            <w:t>HYVEDEMM441</w:t>
          </w:r>
          <w:r>
            <w:rPr>
              <w:rFonts w:cs="Courier New"/>
              <w:color w:val="666666"/>
              <w:sz w:val="12"/>
              <w:szCs w:val="12"/>
            </w:rPr>
            <w:br/>
            <w:t>Commerzbank:</w:t>
          </w:r>
          <w:r>
            <w:tab/>
          </w:r>
          <w:r w:rsidRPr="00083107">
            <w:rPr>
              <w:rFonts w:cs="Courier New"/>
              <w:color w:val="666666"/>
              <w:sz w:val="12"/>
              <w:szCs w:val="12"/>
            </w:rPr>
            <w:t>IBAN:</w:t>
          </w:r>
          <w:r>
            <w:rPr>
              <w:rFonts w:cs="Courier New"/>
              <w:color w:val="666666"/>
              <w:sz w:val="12"/>
              <w:szCs w:val="12"/>
            </w:rPr>
            <w:t xml:space="preserve"> </w:t>
          </w:r>
          <w:r w:rsidRPr="00083107">
            <w:rPr>
              <w:rFonts w:cs="Courier New"/>
              <w:color w:val="666666"/>
              <w:sz w:val="12"/>
              <w:szCs w:val="12"/>
            </w:rPr>
            <w:t>DE72 8704 0000 0255 6355 00</w:t>
          </w:r>
          <w:r>
            <w:rPr>
              <w:rFonts w:cs="Courier New"/>
              <w:color w:val="666666"/>
              <w:sz w:val="12"/>
              <w:szCs w:val="12"/>
            </w:rPr>
            <w:t xml:space="preserve"> </w:t>
          </w:r>
          <w:r>
            <w:rPr>
              <w:rFonts w:cs="Courier New"/>
              <w:color w:val="666666"/>
              <w:sz w:val="12"/>
              <w:szCs w:val="12"/>
            </w:rPr>
            <w:tab/>
          </w:r>
          <w:r w:rsidRPr="00083107">
            <w:rPr>
              <w:rFonts w:cs="Courier New"/>
              <w:color w:val="666666"/>
              <w:sz w:val="12"/>
              <w:szCs w:val="12"/>
            </w:rPr>
            <w:t>BIC:</w:t>
          </w:r>
          <w:r>
            <w:rPr>
              <w:rFonts w:cs="Courier New"/>
              <w:color w:val="666666"/>
              <w:sz w:val="12"/>
              <w:szCs w:val="12"/>
            </w:rPr>
            <w:t xml:space="preserve"> </w:t>
          </w:r>
          <w:r w:rsidRPr="00083107">
            <w:rPr>
              <w:rFonts w:cs="Courier New"/>
              <w:color w:val="666666"/>
              <w:sz w:val="12"/>
              <w:szCs w:val="12"/>
            </w:rPr>
            <w:t>COBADEFFXXX</w:t>
          </w:r>
        </w:p>
        <w:p w:rsidR="001C6EC1" w:rsidRDefault="001C6EC1" w:rsidP="00434C80">
          <w:pPr>
            <w:pStyle w:val="Fuzeile"/>
            <w:tabs>
              <w:tab w:val="clear" w:pos="4536"/>
              <w:tab w:val="clear" w:pos="9072"/>
            </w:tabs>
            <w:spacing w:after="60"/>
            <w:rPr>
              <w:rFonts w:cs="Courier New"/>
              <w:color w:val="666666"/>
              <w:sz w:val="12"/>
              <w:szCs w:val="12"/>
            </w:rPr>
          </w:pPr>
          <w:r w:rsidRPr="00AA1B1B">
            <w:rPr>
              <w:rFonts w:cs="Courier New"/>
              <w:color w:val="666666"/>
              <w:sz w:val="12"/>
              <w:szCs w:val="12"/>
            </w:rPr>
            <w:t>Gläubiger Identifikationsnummer</w:t>
          </w:r>
          <w:r>
            <w:rPr>
              <w:rFonts w:cs="Courier New"/>
              <w:color w:val="666666"/>
              <w:sz w:val="12"/>
              <w:szCs w:val="12"/>
            </w:rPr>
            <w:t>:</w:t>
          </w:r>
          <w:r w:rsidRPr="00AA1B1B">
            <w:rPr>
              <w:rFonts w:cs="Courier New"/>
              <w:color w:val="666666"/>
              <w:sz w:val="12"/>
              <w:szCs w:val="12"/>
            </w:rPr>
            <w:t xml:space="preserve"> </w:t>
          </w:r>
          <w:r w:rsidRPr="00924EDB">
            <w:rPr>
              <w:rFonts w:cs="Courier New"/>
              <w:color w:val="666666"/>
              <w:sz w:val="12"/>
              <w:szCs w:val="12"/>
            </w:rPr>
            <w:t>DE81ZZZ00000013255</w:t>
          </w:r>
          <w:r>
            <w:rPr>
              <w:rFonts w:cs="Courier New"/>
              <w:color w:val="666666"/>
              <w:sz w:val="12"/>
              <w:szCs w:val="12"/>
            </w:rPr>
            <w:tab/>
          </w:r>
          <w:r>
            <w:rPr>
              <w:rFonts w:cs="Courier New"/>
              <w:color w:val="666666"/>
              <w:sz w:val="12"/>
              <w:szCs w:val="12"/>
            </w:rPr>
            <w:tab/>
            <w:t xml:space="preserve">USt-IdNr: </w:t>
          </w:r>
          <w:r w:rsidRPr="00FE418A">
            <w:rPr>
              <w:rFonts w:cs="Courier New"/>
              <w:color w:val="666666"/>
              <w:sz w:val="12"/>
              <w:szCs w:val="12"/>
            </w:rPr>
            <w:t>DE141384058</w:t>
          </w:r>
        </w:p>
        <w:p w:rsidR="001C6EC1" w:rsidRPr="00434C80" w:rsidRDefault="001C6EC1" w:rsidP="00083107">
          <w:pPr>
            <w:pStyle w:val="Fuzeile"/>
            <w:tabs>
              <w:tab w:val="clear" w:pos="4536"/>
              <w:tab w:val="clear" w:pos="9072"/>
              <w:tab w:val="left" w:pos="176"/>
            </w:tabs>
            <w:spacing w:after="60"/>
            <w:ind w:left="180" w:hanging="180"/>
            <w:rPr>
              <w:rFonts w:cs="Arial"/>
              <w:color w:val="666666"/>
              <w:sz w:val="10"/>
              <w:szCs w:val="10"/>
            </w:rPr>
          </w:pPr>
          <w:r w:rsidRPr="00434C80">
            <w:rPr>
              <w:rFonts w:cs="Arial"/>
              <w:color w:val="666666"/>
              <w:sz w:val="10"/>
              <w:szCs w:val="10"/>
            </w:rPr>
            <w:t>*</w:t>
          </w:r>
          <w:r>
            <w:rPr>
              <w:rFonts w:cs="Arial"/>
              <w:color w:val="666666"/>
              <w:sz w:val="10"/>
              <w:szCs w:val="10"/>
            </w:rPr>
            <w:tab/>
          </w:r>
          <w:r w:rsidRPr="00AC7797">
            <w:rPr>
              <w:rFonts w:cs="Arial"/>
              <w:color w:val="666666"/>
              <w:sz w:val="10"/>
              <w:szCs w:val="10"/>
            </w:rPr>
            <w:t>Der Zugang für elektronisch signierte und für verschlüsselte elektronische Dokumente ist nur unter bestimmt</w:t>
          </w:r>
          <w:r>
            <w:rPr>
              <w:rFonts w:cs="Arial"/>
              <w:color w:val="666666"/>
              <w:sz w:val="10"/>
              <w:szCs w:val="10"/>
            </w:rPr>
            <w:t>en Voraussetzungen eröffnet.</w:t>
          </w:r>
          <w:r>
            <w:rPr>
              <w:rFonts w:cs="Arial"/>
              <w:color w:val="666666"/>
              <w:sz w:val="10"/>
              <w:szCs w:val="10"/>
            </w:rPr>
            <w:br/>
          </w:r>
          <w:r w:rsidRPr="00AC7797">
            <w:rPr>
              <w:rFonts w:cs="Arial"/>
              <w:color w:val="666666"/>
              <w:sz w:val="10"/>
              <w:szCs w:val="10"/>
            </w:rPr>
            <w:t>Geltende Regelungen, Informationen und Erläuterungen finden Sie auf unserer Hom</w:t>
          </w:r>
          <w:r>
            <w:rPr>
              <w:rFonts w:cs="Arial"/>
              <w:color w:val="666666"/>
              <w:sz w:val="10"/>
              <w:szCs w:val="10"/>
            </w:rPr>
            <w:t>e</w:t>
          </w:r>
          <w:r w:rsidRPr="00AC7797">
            <w:rPr>
              <w:rFonts w:cs="Arial"/>
              <w:color w:val="666666"/>
              <w:sz w:val="10"/>
              <w:szCs w:val="10"/>
            </w:rPr>
            <w:t>page www.zwickau.de/esignatur.</w:t>
          </w:r>
        </w:p>
      </w:tc>
      <w:tc>
        <w:tcPr>
          <w:tcW w:w="1579" w:type="dxa"/>
        </w:tcPr>
        <w:p w:rsidR="001C6EC1" w:rsidRDefault="001C6EC1">
          <w:pPr>
            <w:pStyle w:val="Fuzeile"/>
            <w:rPr>
              <w:szCs w:val="12"/>
            </w:rPr>
          </w:pPr>
          <w:bookmarkStart w:id="11" w:name="Signet1"/>
          <w:bookmarkEnd w:id="11"/>
          <w:r>
            <w:rPr>
              <w:noProof/>
              <w:szCs w:val="12"/>
            </w:rPr>
            <w:drawing>
              <wp:inline distT="0" distB="0" distL="0" distR="0">
                <wp:extent cx="685800" cy="823965"/>
                <wp:effectExtent l="0" t="0" r="0" b="0"/>
                <wp:docPr id="5" name="Grafik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" cy="8239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C6EC1" w:rsidRDefault="001C6EC1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E3E" w:rsidRDefault="00D40E3E">
      <w:r>
        <w:separator/>
      </w:r>
    </w:p>
  </w:footnote>
  <w:footnote w:type="continuationSeparator" w:id="0">
    <w:p w:rsidR="00D40E3E" w:rsidRDefault="00D40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EC1" w:rsidRDefault="001C6EC1">
    <w:pPr>
      <w:pStyle w:val="Kopfzeile"/>
    </w:pPr>
  </w:p>
  <w:p w:rsidR="001C6EC1" w:rsidRDefault="001C6EC1">
    <w:pPr>
      <w:pStyle w:val="Kopfzeile"/>
    </w:pPr>
  </w:p>
  <w:p w:rsidR="001C6EC1" w:rsidRDefault="001C6EC1">
    <w:pPr>
      <w:pStyle w:val="Kopfzeile"/>
    </w:pPr>
  </w:p>
  <w:p w:rsidR="001C6EC1" w:rsidRDefault="001C6EC1">
    <w:pPr>
      <w:pStyle w:val="Kopfzeile"/>
    </w:pPr>
  </w:p>
  <w:p w:rsidR="001C6EC1" w:rsidRDefault="001C6EC1">
    <w:pPr>
      <w:pStyle w:val="Kopfzeile"/>
    </w:pPr>
  </w:p>
  <w:p w:rsidR="001C6EC1" w:rsidRDefault="001C6EC1">
    <w:pPr>
      <w:pStyle w:val="Text"/>
      <w:tabs>
        <w:tab w:val="left" w:pos="5387"/>
      </w:tabs>
      <w:spacing w:before="120"/>
    </w:pPr>
    <w:r>
      <w:rPr>
        <w:noProof/>
      </w:rPr>
      <w:drawing>
        <wp:anchor distT="0" distB="0" distL="114300" distR="114300" simplePos="0" relativeHeight="251657216" behindDoc="1" locked="1" layoutInCell="1" allowOverlap="1" wp14:anchorId="7AC238E5" wp14:editId="080D9B50">
          <wp:simplePos x="0" y="0"/>
          <wp:positionH relativeFrom="page">
            <wp:posOffset>4194175</wp:posOffset>
          </wp:positionH>
          <wp:positionV relativeFrom="page">
            <wp:posOffset>250190</wp:posOffset>
          </wp:positionV>
          <wp:extent cx="1764665" cy="888365"/>
          <wp:effectExtent l="0" t="0" r="6985" b="6985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gnet_c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64665" cy="888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fldChar w:fldCharType="begin"/>
    </w:r>
    <w:r>
      <w:instrText xml:space="preserve"> REF  Amt1 </w:instrText>
    </w:r>
    <w:r>
      <w:fldChar w:fldCharType="end"/>
    </w:r>
  </w:p>
  <w:p w:rsidR="001C6EC1" w:rsidRDefault="001C6EC1">
    <w:pPr>
      <w:pStyle w:val="Text"/>
      <w:tabs>
        <w:tab w:val="left" w:pos="5387"/>
      </w:tabs>
      <w:rPr>
        <w:szCs w:val="20"/>
      </w:rPr>
    </w:pPr>
    <w:r>
      <w:rPr>
        <w:rStyle w:val="Seitenzahl"/>
        <w:sz w:val="14"/>
        <w:szCs w:val="14"/>
      </w:rPr>
      <w:fldChar w:fldCharType="begin"/>
    </w:r>
    <w:r>
      <w:rPr>
        <w:rStyle w:val="Seitenzahl"/>
        <w:sz w:val="14"/>
        <w:szCs w:val="14"/>
      </w:rPr>
      <w:instrText xml:space="preserve"> PAGE </w:instrText>
    </w:r>
    <w:r>
      <w:rPr>
        <w:rStyle w:val="Seitenzahl"/>
        <w:sz w:val="14"/>
        <w:szCs w:val="14"/>
      </w:rPr>
      <w:fldChar w:fldCharType="separate"/>
    </w:r>
    <w:r w:rsidR="007203EB">
      <w:rPr>
        <w:rStyle w:val="Seitenzahl"/>
        <w:noProof/>
        <w:sz w:val="14"/>
        <w:szCs w:val="14"/>
      </w:rPr>
      <w:t>2</w:t>
    </w:r>
    <w:r>
      <w:rPr>
        <w:rStyle w:val="Seitenzahl"/>
        <w:sz w:val="14"/>
        <w:szCs w:val="14"/>
      </w:rPr>
      <w:fldChar w:fldCharType="end"/>
    </w:r>
    <w:r>
      <w:rPr>
        <w:rStyle w:val="Seitenzahl"/>
        <w:sz w:val="14"/>
        <w:szCs w:val="14"/>
      </w:rPr>
      <w:t xml:space="preserve"> von </w:t>
    </w:r>
    <w:r>
      <w:rPr>
        <w:rStyle w:val="Seitenzahl"/>
        <w:sz w:val="14"/>
        <w:szCs w:val="14"/>
      </w:rPr>
      <w:fldChar w:fldCharType="begin"/>
    </w:r>
    <w:r>
      <w:rPr>
        <w:rStyle w:val="Seitenzahl"/>
        <w:sz w:val="14"/>
        <w:szCs w:val="14"/>
      </w:rPr>
      <w:instrText xml:space="preserve"> NUMPAGES </w:instrText>
    </w:r>
    <w:r>
      <w:rPr>
        <w:rStyle w:val="Seitenzahl"/>
        <w:sz w:val="14"/>
        <w:szCs w:val="14"/>
      </w:rPr>
      <w:fldChar w:fldCharType="separate"/>
    </w:r>
    <w:r w:rsidR="007203EB">
      <w:rPr>
        <w:rStyle w:val="Seitenzahl"/>
        <w:noProof/>
        <w:sz w:val="14"/>
        <w:szCs w:val="14"/>
      </w:rPr>
      <w:t>12</w:t>
    </w:r>
    <w:r>
      <w:rPr>
        <w:rStyle w:val="Seitenzahl"/>
        <w:sz w:val="14"/>
        <w:szCs w:val="14"/>
      </w:rPr>
      <w:fldChar w:fldCharType="end"/>
    </w:r>
    <w:r>
      <w:rPr>
        <w:sz w:val="14"/>
        <w:szCs w:val="14"/>
      </w:rPr>
      <w:tab/>
    </w:r>
    <w:r>
      <w:rPr>
        <w:szCs w:val="20"/>
      </w:rPr>
      <w:fldChar w:fldCharType="begin"/>
    </w:r>
    <w:r>
      <w:rPr>
        <w:szCs w:val="20"/>
      </w:rPr>
      <w:instrText xml:space="preserve"> REF  Amt2  \* MERGEFORMAT </w:instrText>
    </w:r>
    <w:r>
      <w:rPr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EC1" w:rsidRDefault="001C6EC1">
    <w:pPr>
      <w:pStyle w:val="Kopfzeil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19E6576E" wp14:editId="34B4DE25">
          <wp:simplePos x="0" y="0"/>
          <wp:positionH relativeFrom="page">
            <wp:posOffset>4194175</wp:posOffset>
          </wp:positionH>
          <wp:positionV relativeFrom="page">
            <wp:posOffset>250190</wp:posOffset>
          </wp:positionV>
          <wp:extent cx="1764665" cy="888365"/>
          <wp:effectExtent l="0" t="0" r="6985" b="6985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net_c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64665" cy="888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0B6896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CB37BF"/>
    <w:multiLevelType w:val="hybridMultilevel"/>
    <w:tmpl w:val="65F4B8DA"/>
    <w:lvl w:ilvl="0" w:tplc="6602EA48">
      <w:numFmt w:val="bullet"/>
      <w:lvlText w:val="-"/>
      <w:lvlJc w:val="left"/>
      <w:pPr>
        <w:ind w:left="435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08914893"/>
    <w:multiLevelType w:val="multilevel"/>
    <w:tmpl w:val="003403C0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007" w:hanging="144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367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727" w:hanging="216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  <w:u w:val="none"/>
      </w:rPr>
    </w:lvl>
  </w:abstractNum>
  <w:abstractNum w:abstractNumId="3" w15:restartNumberingAfterBreak="0">
    <w:nsid w:val="109E27BB"/>
    <w:multiLevelType w:val="hybridMultilevel"/>
    <w:tmpl w:val="F7ECCB8C"/>
    <w:lvl w:ilvl="0" w:tplc="4AAC333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C3EAE"/>
    <w:multiLevelType w:val="hybridMultilevel"/>
    <w:tmpl w:val="3C8C17BC"/>
    <w:lvl w:ilvl="0" w:tplc="C23C06A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43149"/>
    <w:multiLevelType w:val="hybridMultilevel"/>
    <w:tmpl w:val="97AE938A"/>
    <w:lvl w:ilvl="0" w:tplc="4DB0D60E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A4754"/>
    <w:multiLevelType w:val="hybridMultilevel"/>
    <w:tmpl w:val="FA4AAA26"/>
    <w:lvl w:ilvl="0" w:tplc="5094D50E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229A0"/>
    <w:multiLevelType w:val="multilevel"/>
    <w:tmpl w:val="EF1A60E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5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007" w:hanging="144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367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727" w:hanging="216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  <w:u w:val="none"/>
      </w:rPr>
    </w:lvl>
  </w:abstractNum>
  <w:abstractNum w:abstractNumId="8" w15:restartNumberingAfterBreak="0">
    <w:nsid w:val="1CED7534"/>
    <w:multiLevelType w:val="hybridMultilevel"/>
    <w:tmpl w:val="C62E5D0C"/>
    <w:lvl w:ilvl="0" w:tplc="B5E6C3C4">
      <w:start w:val="14"/>
      <w:numFmt w:val="decimal"/>
      <w:lvlText w:val="%1"/>
      <w:lvlJc w:val="left"/>
      <w:pPr>
        <w:ind w:left="1069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0847196"/>
    <w:multiLevelType w:val="hybridMultilevel"/>
    <w:tmpl w:val="FA5E872C"/>
    <w:lvl w:ilvl="0" w:tplc="E5548A8E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  <w:sz w:val="18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B96C2F"/>
    <w:multiLevelType w:val="hybridMultilevel"/>
    <w:tmpl w:val="B9EC23A6"/>
    <w:lvl w:ilvl="0" w:tplc="80328B3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D85132"/>
    <w:multiLevelType w:val="hybridMultilevel"/>
    <w:tmpl w:val="BF84CE7E"/>
    <w:lvl w:ilvl="0" w:tplc="D5BC4ABE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917E8"/>
    <w:multiLevelType w:val="hybridMultilevel"/>
    <w:tmpl w:val="F074417C"/>
    <w:lvl w:ilvl="0" w:tplc="F4FC06C4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D82F69"/>
    <w:multiLevelType w:val="hybridMultilevel"/>
    <w:tmpl w:val="E1F64002"/>
    <w:lvl w:ilvl="0" w:tplc="AC84C6E6">
      <w:numFmt w:val="bullet"/>
      <w:lvlText w:val="-"/>
      <w:lvlJc w:val="left"/>
      <w:pPr>
        <w:ind w:left="435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4" w15:restartNumberingAfterBreak="0">
    <w:nsid w:val="3A3B1D95"/>
    <w:multiLevelType w:val="hybridMultilevel"/>
    <w:tmpl w:val="906AC6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B3765"/>
    <w:multiLevelType w:val="hybridMultilevel"/>
    <w:tmpl w:val="40D22D0E"/>
    <w:lvl w:ilvl="0" w:tplc="7898BAD6">
      <w:start w:val="1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E6849D4"/>
    <w:multiLevelType w:val="hybridMultilevel"/>
    <w:tmpl w:val="4720E2FA"/>
    <w:lvl w:ilvl="0" w:tplc="B8F2D1B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2A15F11"/>
    <w:multiLevelType w:val="hybridMultilevel"/>
    <w:tmpl w:val="73EEE63A"/>
    <w:lvl w:ilvl="0" w:tplc="8B2468C2">
      <w:start w:val="15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3B10DBD"/>
    <w:multiLevelType w:val="hybridMultilevel"/>
    <w:tmpl w:val="9126DFA6"/>
    <w:lvl w:ilvl="0" w:tplc="C3366B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7F515C"/>
    <w:multiLevelType w:val="hybridMultilevel"/>
    <w:tmpl w:val="A8184426"/>
    <w:lvl w:ilvl="0" w:tplc="074ADD84">
      <w:numFmt w:val="bullet"/>
      <w:lvlText w:val="-"/>
      <w:lvlJc w:val="left"/>
      <w:pPr>
        <w:ind w:left="435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0" w15:restartNumberingAfterBreak="0">
    <w:nsid w:val="473F1196"/>
    <w:multiLevelType w:val="hybridMultilevel"/>
    <w:tmpl w:val="2918EE0A"/>
    <w:lvl w:ilvl="0" w:tplc="67D0364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9151A3"/>
    <w:multiLevelType w:val="hybridMultilevel"/>
    <w:tmpl w:val="B334454A"/>
    <w:lvl w:ilvl="0" w:tplc="89282EB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E1B"/>
    <w:multiLevelType w:val="multilevel"/>
    <w:tmpl w:val="EF1A60EC"/>
    <w:lvl w:ilvl="0">
      <w:start w:val="7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5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007" w:hanging="144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367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727" w:hanging="216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  <w:u w:val="none"/>
      </w:rPr>
    </w:lvl>
  </w:abstractNum>
  <w:abstractNum w:abstractNumId="23" w15:restartNumberingAfterBreak="0">
    <w:nsid w:val="4C552343"/>
    <w:multiLevelType w:val="hybridMultilevel"/>
    <w:tmpl w:val="F654952E"/>
    <w:lvl w:ilvl="0" w:tplc="52C005C0">
      <w:start w:val="7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E79492E"/>
    <w:multiLevelType w:val="hybridMultilevel"/>
    <w:tmpl w:val="E3D63B3E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C81D7E"/>
    <w:multiLevelType w:val="hybridMultilevel"/>
    <w:tmpl w:val="CFF8DC74"/>
    <w:lvl w:ilvl="0" w:tplc="D8189222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92A95"/>
    <w:multiLevelType w:val="multilevel"/>
    <w:tmpl w:val="EF1A60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5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007" w:hanging="144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367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727" w:hanging="216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  <w:u w:val="none"/>
      </w:rPr>
    </w:lvl>
  </w:abstractNum>
  <w:abstractNum w:abstractNumId="27" w15:restartNumberingAfterBreak="0">
    <w:nsid w:val="54521731"/>
    <w:multiLevelType w:val="hybridMultilevel"/>
    <w:tmpl w:val="EE6C42FA"/>
    <w:lvl w:ilvl="0" w:tplc="516893F6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66D6321"/>
    <w:multiLevelType w:val="multilevel"/>
    <w:tmpl w:val="EF1A60E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5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007" w:hanging="144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367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727" w:hanging="216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  <w:u w:val="none"/>
      </w:rPr>
    </w:lvl>
  </w:abstractNum>
  <w:abstractNum w:abstractNumId="29" w15:restartNumberingAfterBreak="0">
    <w:nsid w:val="57D42CB0"/>
    <w:multiLevelType w:val="hybridMultilevel"/>
    <w:tmpl w:val="F6C8D912"/>
    <w:lvl w:ilvl="0" w:tplc="327AC7E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0A57F0"/>
    <w:multiLevelType w:val="hybridMultilevel"/>
    <w:tmpl w:val="8BBAF548"/>
    <w:lvl w:ilvl="0" w:tplc="DD78DE16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864CCE"/>
    <w:multiLevelType w:val="hybridMultilevel"/>
    <w:tmpl w:val="31B42E2C"/>
    <w:lvl w:ilvl="0" w:tplc="0A9C5A14">
      <w:start w:val="3"/>
      <w:numFmt w:val="bullet"/>
      <w:lvlText w:val="-"/>
      <w:lvlJc w:val="left"/>
      <w:pPr>
        <w:ind w:left="435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2" w15:restartNumberingAfterBreak="0">
    <w:nsid w:val="63CD77E3"/>
    <w:multiLevelType w:val="multilevel"/>
    <w:tmpl w:val="EF1A60E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5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007" w:hanging="144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367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727" w:hanging="216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  <w:u w:val="none"/>
      </w:rPr>
    </w:lvl>
  </w:abstractNum>
  <w:abstractNum w:abstractNumId="33" w15:restartNumberingAfterBreak="0">
    <w:nsid w:val="6AD0690E"/>
    <w:multiLevelType w:val="hybridMultilevel"/>
    <w:tmpl w:val="A24825EA"/>
    <w:lvl w:ilvl="0" w:tplc="F406203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60E1AF0">
      <w:start w:val="1"/>
      <w:numFmt w:val="lowerLetter"/>
      <w:lvlText w:val="%2."/>
      <w:lvlJc w:val="left"/>
      <w:pPr>
        <w:ind w:left="2202" w:hanging="360"/>
      </w:pPr>
      <w:rPr>
        <w:b/>
      </w:r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CEE41B0"/>
    <w:multiLevelType w:val="hybridMultilevel"/>
    <w:tmpl w:val="4E14B66C"/>
    <w:lvl w:ilvl="0" w:tplc="538EC40A">
      <w:start w:val="4"/>
      <w:numFmt w:val="bullet"/>
      <w:lvlText w:val="-"/>
      <w:lvlJc w:val="left"/>
      <w:pPr>
        <w:ind w:left="435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5" w15:restartNumberingAfterBreak="0">
    <w:nsid w:val="6E187080"/>
    <w:multiLevelType w:val="hybridMultilevel"/>
    <w:tmpl w:val="326009F0"/>
    <w:lvl w:ilvl="0" w:tplc="D6F4F89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526A2E"/>
    <w:multiLevelType w:val="hybridMultilevel"/>
    <w:tmpl w:val="3A98600C"/>
    <w:lvl w:ilvl="0" w:tplc="5942BDE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C13E93"/>
    <w:multiLevelType w:val="hybridMultilevel"/>
    <w:tmpl w:val="031CA626"/>
    <w:lvl w:ilvl="0" w:tplc="7F7AEEF0">
      <w:start w:val="1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5"/>
  </w:num>
  <w:num w:numId="3">
    <w:abstractNumId w:val="9"/>
  </w:num>
  <w:num w:numId="4">
    <w:abstractNumId w:val="30"/>
  </w:num>
  <w:num w:numId="5">
    <w:abstractNumId w:val="21"/>
  </w:num>
  <w:num w:numId="6">
    <w:abstractNumId w:val="4"/>
  </w:num>
  <w:num w:numId="7">
    <w:abstractNumId w:val="20"/>
  </w:num>
  <w:num w:numId="8">
    <w:abstractNumId w:val="6"/>
  </w:num>
  <w:num w:numId="9">
    <w:abstractNumId w:val="12"/>
  </w:num>
  <w:num w:numId="10">
    <w:abstractNumId w:val="5"/>
  </w:num>
  <w:num w:numId="11">
    <w:abstractNumId w:val="36"/>
  </w:num>
  <w:num w:numId="12">
    <w:abstractNumId w:val="18"/>
  </w:num>
  <w:num w:numId="13">
    <w:abstractNumId w:val="3"/>
  </w:num>
  <w:num w:numId="14">
    <w:abstractNumId w:val="10"/>
  </w:num>
  <w:num w:numId="15">
    <w:abstractNumId w:val="27"/>
  </w:num>
  <w:num w:numId="16">
    <w:abstractNumId w:val="19"/>
  </w:num>
  <w:num w:numId="17">
    <w:abstractNumId w:val="1"/>
  </w:num>
  <w:num w:numId="18">
    <w:abstractNumId w:val="13"/>
  </w:num>
  <w:num w:numId="19">
    <w:abstractNumId w:val="34"/>
  </w:num>
  <w:num w:numId="20">
    <w:abstractNumId w:val="24"/>
  </w:num>
  <w:num w:numId="21">
    <w:abstractNumId w:val="23"/>
  </w:num>
  <w:num w:numId="22">
    <w:abstractNumId w:val="26"/>
  </w:num>
  <w:num w:numId="23">
    <w:abstractNumId w:val="16"/>
  </w:num>
  <w:num w:numId="24">
    <w:abstractNumId w:val="11"/>
  </w:num>
  <w:num w:numId="25">
    <w:abstractNumId w:val="31"/>
  </w:num>
  <w:num w:numId="26">
    <w:abstractNumId w:val="37"/>
  </w:num>
  <w:num w:numId="27">
    <w:abstractNumId w:val="2"/>
  </w:num>
  <w:num w:numId="28">
    <w:abstractNumId w:val="14"/>
  </w:num>
  <w:num w:numId="29">
    <w:abstractNumId w:val="7"/>
  </w:num>
  <w:num w:numId="30">
    <w:abstractNumId w:val="28"/>
  </w:num>
  <w:num w:numId="31">
    <w:abstractNumId w:val="32"/>
  </w:num>
  <w:num w:numId="32">
    <w:abstractNumId w:val="35"/>
  </w:num>
  <w:num w:numId="33">
    <w:abstractNumId w:val="22"/>
  </w:num>
  <w:num w:numId="34">
    <w:abstractNumId w:val="33"/>
  </w:num>
  <w:num w:numId="35">
    <w:abstractNumId w:val="29"/>
  </w:num>
  <w:num w:numId="36">
    <w:abstractNumId w:val="8"/>
  </w:num>
  <w:num w:numId="37">
    <w:abstractNumId w:val="17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AAA"/>
    <w:rsid w:val="000157FA"/>
    <w:rsid w:val="00015D0D"/>
    <w:rsid w:val="00017704"/>
    <w:rsid w:val="00024F6E"/>
    <w:rsid w:val="00036757"/>
    <w:rsid w:val="00056CCD"/>
    <w:rsid w:val="000606C9"/>
    <w:rsid w:val="00061E80"/>
    <w:rsid w:val="00062F35"/>
    <w:rsid w:val="00071AD7"/>
    <w:rsid w:val="00072EFA"/>
    <w:rsid w:val="00083107"/>
    <w:rsid w:val="00084ED8"/>
    <w:rsid w:val="00086A20"/>
    <w:rsid w:val="0009066C"/>
    <w:rsid w:val="0009770B"/>
    <w:rsid w:val="000B7746"/>
    <w:rsid w:val="000C6A1E"/>
    <w:rsid w:val="000D333B"/>
    <w:rsid w:val="000D3BE5"/>
    <w:rsid w:val="000D658B"/>
    <w:rsid w:val="000D6FC6"/>
    <w:rsid w:val="000F046B"/>
    <w:rsid w:val="00111A5F"/>
    <w:rsid w:val="0012285B"/>
    <w:rsid w:val="0013094D"/>
    <w:rsid w:val="00131F96"/>
    <w:rsid w:val="00140B11"/>
    <w:rsid w:val="001412B4"/>
    <w:rsid w:val="00143551"/>
    <w:rsid w:val="001440D1"/>
    <w:rsid w:val="001501DE"/>
    <w:rsid w:val="00150AAA"/>
    <w:rsid w:val="0015314E"/>
    <w:rsid w:val="00155D27"/>
    <w:rsid w:val="00156F6F"/>
    <w:rsid w:val="00182BD0"/>
    <w:rsid w:val="001A2443"/>
    <w:rsid w:val="001C6EC1"/>
    <w:rsid w:val="001E321B"/>
    <w:rsid w:val="001E53EC"/>
    <w:rsid w:val="001F268F"/>
    <w:rsid w:val="001F389A"/>
    <w:rsid w:val="001F73D1"/>
    <w:rsid w:val="00207C8B"/>
    <w:rsid w:val="00220CC0"/>
    <w:rsid w:val="0022446F"/>
    <w:rsid w:val="00225079"/>
    <w:rsid w:val="002410C0"/>
    <w:rsid w:val="00244D6F"/>
    <w:rsid w:val="00250623"/>
    <w:rsid w:val="00260932"/>
    <w:rsid w:val="00263286"/>
    <w:rsid w:val="002938DA"/>
    <w:rsid w:val="002B4D67"/>
    <w:rsid w:val="002B5A36"/>
    <w:rsid w:val="002C4B94"/>
    <w:rsid w:val="002D4155"/>
    <w:rsid w:val="002E46CC"/>
    <w:rsid w:val="00301662"/>
    <w:rsid w:val="00305603"/>
    <w:rsid w:val="00312D66"/>
    <w:rsid w:val="00326E14"/>
    <w:rsid w:val="00332049"/>
    <w:rsid w:val="00334D53"/>
    <w:rsid w:val="003374F1"/>
    <w:rsid w:val="00337C8A"/>
    <w:rsid w:val="003415C0"/>
    <w:rsid w:val="00343817"/>
    <w:rsid w:val="003447EE"/>
    <w:rsid w:val="00353942"/>
    <w:rsid w:val="00366D0C"/>
    <w:rsid w:val="003674C0"/>
    <w:rsid w:val="0038674C"/>
    <w:rsid w:val="00396311"/>
    <w:rsid w:val="003C21E6"/>
    <w:rsid w:val="003C2E68"/>
    <w:rsid w:val="003C7135"/>
    <w:rsid w:val="003E22CC"/>
    <w:rsid w:val="00410BD8"/>
    <w:rsid w:val="00421772"/>
    <w:rsid w:val="00424C8C"/>
    <w:rsid w:val="00434C80"/>
    <w:rsid w:val="00437F6D"/>
    <w:rsid w:val="00441D86"/>
    <w:rsid w:val="0045142B"/>
    <w:rsid w:val="00453C7B"/>
    <w:rsid w:val="00456400"/>
    <w:rsid w:val="00456BC1"/>
    <w:rsid w:val="0049534D"/>
    <w:rsid w:val="004B0920"/>
    <w:rsid w:val="004B35FE"/>
    <w:rsid w:val="004C4F6F"/>
    <w:rsid w:val="004C511D"/>
    <w:rsid w:val="004D3C58"/>
    <w:rsid w:val="004D783A"/>
    <w:rsid w:val="004F0DCA"/>
    <w:rsid w:val="004F260E"/>
    <w:rsid w:val="005008CA"/>
    <w:rsid w:val="00506B2F"/>
    <w:rsid w:val="00510C0C"/>
    <w:rsid w:val="00510CDD"/>
    <w:rsid w:val="00514418"/>
    <w:rsid w:val="00523E03"/>
    <w:rsid w:val="00546DD3"/>
    <w:rsid w:val="00555012"/>
    <w:rsid w:val="00555D65"/>
    <w:rsid w:val="0056003E"/>
    <w:rsid w:val="00560D61"/>
    <w:rsid w:val="00583F3C"/>
    <w:rsid w:val="005858DD"/>
    <w:rsid w:val="005A4C94"/>
    <w:rsid w:val="005B611B"/>
    <w:rsid w:val="005C7F88"/>
    <w:rsid w:val="005D278F"/>
    <w:rsid w:val="005D41E3"/>
    <w:rsid w:val="005F04DB"/>
    <w:rsid w:val="0060346C"/>
    <w:rsid w:val="0060468F"/>
    <w:rsid w:val="006132EE"/>
    <w:rsid w:val="006165AC"/>
    <w:rsid w:val="00641CBD"/>
    <w:rsid w:val="00645348"/>
    <w:rsid w:val="006516E2"/>
    <w:rsid w:val="00652AE1"/>
    <w:rsid w:val="006536F8"/>
    <w:rsid w:val="006550A4"/>
    <w:rsid w:val="006572C7"/>
    <w:rsid w:val="00671355"/>
    <w:rsid w:val="006729D9"/>
    <w:rsid w:val="006A6A92"/>
    <w:rsid w:val="006B1967"/>
    <w:rsid w:val="006B2649"/>
    <w:rsid w:val="006B3E92"/>
    <w:rsid w:val="006C0275"/>
    <w:rsid w:val="006D58F1"/>
    <w:rsid w:val="006E1A6B"/>
    <w:rsid w:val="006E3A65"/>
    <w:rsid w:val="006E3ED8"/>
    <w:rsid w:val="006E439A"/>
    <w:rsid w:val="006E4A63"/>
    <w:rsid w:val="006E4D81"/>
    <w:rsid w:val="006E72B0"/>
    <w:rsid w:val="00701AA6"/>
    <w:rsid w:val="007039C0"/>
    <w:rsid w:val="00705BD5"/>
    <w:rsid w:val="00715530"/>
    <w:rsid w:val="007203EB"/>
    <w:rsid w:val="00725BBE"/>
    <w:rsid w:val="00726A58"/>
    <w:rsid w:val="007547CE"/>
    <w:rsid w:val="007573E0"/>
    <w:rsid w:val="00757875"/>
    <w:rsid w:val="00792066"/>
    <w:rsid w:val="00795FC3"/>
    <w:rsid w:val="00796C90"/>
    <w:rsid w:val="007B51DC"/>
    <w:rsid w:val="007B5F93"/>
    <w:rsid w:val="007B751A"/>
    <w:rsid w:val="007C468E"/>
    <w:rsid w:val="007C6EED"/>
    <w:rsid w:val="007D246A"/>
    <w:rsid w:val="007D3987"/>
    <w:rsid w:val="007E1F01"/>
    <w:rsid w:val="007E3A53"/>
    <w:rsid w:val="00800272"/>
    <w:rsid w:val="0081229A"/>
    <w:rsid w:val="008148B5"/>
    <w:rsid w:val="00817BD7"/>
    <w:rsid w:val="0083124C"/>
    <w:rsid w:val="008313B3"/>
    <w:rsid w:val="00840B14"/>
    <w:rsid w:val="00854282"/>
    <w:rsid w:val="00857E7A"/>
    <w:rsid w:val="008606B8"/>
    <w:rsid w:val="00861A47"/>
    <w:rsid w:val="00863570"/>
    <w:rsid w:val="00876C68"/>
    <w:rsid w:val="0088051A"/>
    <w:rsid w:val="00882289"/>
    <w:rsid w:val="00882B29"/>
    <w:rsid w:val="008830C9"/>
    <w:rsid w:val="0089058E"/>
    <w:rsid w:val="008A6F2B"/>
    <w:rsid w:val="008C2614"/>
    <w:rsid w:val="008D2692"/>
    <w:rsid w:val="008D44E6"/>
    <w:rsid w:val="008E235F"/>
    <w:rsid w:val="008E51FE"/>
    <w:rsid w:val="00901084"/>
    <w:rsid w:val="0091569F"/>
    <w:rsid w:val="00921AD9"/>
    <w:rsid w:val="00924EDB"/>
    <w:rsid w:val="00944987"/>
    <w:rsid w:val="00950B6F"/>
    <w:rsid w:val="00951CB2"/>
    <w:rsid w:val="00953F4E"/>
    <w:rsid w:val="00956A53"/>
    <w:rsid w:val="00961141"/>
    <w:rsid w:val="00961F13"/>
    <w:rsid w:val="00967312"/>
    <w:rsid w:val="00970746"/>
    <w:rsid w:val="00972A9D"/>
    <w:rsid w:val="00987C57"/>
    <w:rsid w:val="00992794"/>
    <w:rsid w:val="00993B0B"/>
    <w:rsid w:val="00996849"/>
    <w:rsid w:val="009B7065"/>
    <w:rsid w:val="009C0D58"/>
    <w:rsid w:val="009C3D34"/>
    <w:rsid w:val="009D310E"/>
    <w:rsid w:val="009E04CF"/>
    <w:rsid w:val="009E1851"/>
    <w:rsid w:val="009E4409"/>
    <w:rsid w:val="009E4621"/>
    <w:rsid w:val="009F7BBD"/>
    <w:rsid w:val="00A11AEF"/>
    <w:rsid w:val="00A12737"/>
    <w:rsid w:val="00A12CB3"/>
    <w:rsid w:val="00A21D0F"/>
    <w:rsid w:val="00A22A81"/>
    <w:rsid w:val="00A24605"/>
    <w:rsid w:val="00A275EC"/>
    <w:rsid w:val="00A34A1A"/>
    <w:rsid w:val="00A4638B"/>
    <w:rsid w:val="00A60C8C"/>
    <w:rsid w:val="00A66ABD"/>
    <w:rsid w:val="00A67EA0"/>
    <w:rsid w:val="00A7102E"/>
    <w:rsid w:val="00A86293"/>
    <w:rsid w:val="00A9378B"/>
    <w:rsid w:val="00A95256"/>
    <w:rsid w:val="00A95AC5"/>
    <w:rsid w:val="00A972CF"/>
    <w:rsid w:val="00AA1B1B"/>
    <w:rsid w:val="00AA294C"/>
    <w:rsid w:val="00AA675A"/>
    <w:rsid w:val="00AA6EB0"/>
    <w:rsid w:val="00AB2704"/>
    <w:rsid w:val="00AB7A46"/>
    <w:rsid w:val="00AB7C49"/>
    <w:rsid w:val="00AC0E7A"/>
    <w:rsid w:val="00AC7797"/>
    <w:rsid w:val="00AD5DB8"/>
    <w:rsid w:val="00AD66BE"/>
    <w:rsid w:val="00AF138C"/>
    <w:rsid w:val="00AF3538"/>
    <w:rsid w:val="00AF43C0"/>
    <w:rsid w:val="00AF7820"/>
    <w:rsid w:val="00B027A6"/>
    <w:rsid w:val="00B25727"/>
    <w:rsid w:val="00B322FA"/>
    <w:rsid w:val="00B36E67"/>
    <w:rsid w:val="00B37163"/>
    <w:rsid w:val="00B767B9"/>
    <w:rsid w:val="00B82CE1"/>
    <w:rsid w:val="00B865BE"/>
    <w:rsid w:val="00B93126"/>
    <w:rsid w:val="00BA53A9"/>
    <w:rsid w:val="00BA756D"/>
    <w:rsid w:val="00BB233D"/>
    <w:rsid w:val="00BC20E7"/>
    <w:rsid w:val="00BC5AA9"/>
    <w:rsid w:val="00BC77E1"/>
    <w:rsid w:val="00BD4F6F"/>
    <w:rsid w:val="00BF06CB"/>
    <w:rsid w:val="00C0367A"/>
    <w:rsid w:val="00C0508F"/>
    <w:rsid w:val="00C06EE9"/>
    <w:rsid w:val="00C21F07"/>
    <w:rsid w:val="00C23D74"/>
    <w:rsid w:val="00C2496C"/>
    <w:rsid w:val="00C2624C"/>
    <w:rsid w:val="00C27BE8"/>
    <w:rsid w:val="00C3232C"/>
    <w:rsid w:val="00C352E0"/>
    <w:rsid w:val="00C507E7"/>
    <w:rsid w:val="00C72D3E"/>
    <w:rsid w:val="00C80B69"/>
    <w:rsid w:val="00C81B10"/>
    <w:rsid w:val="00C96C9C"/>
    <w:rsid w:val="00CA4A07"/>
    <w:rsid w:val="00CB150E"/>
    <w:rsid w:val="00CB1A6A"/>
    <w:rsid w:val="00CD13D8"/>
    <w:rsid w:val="00CD2770"/>
    <w:rsid w:val="00CE1973"/>
    <w:rsid w:val="00CE2754"/>
    <w:rsid w:val="00CE412D"/>
    <w:rsid w:val="00CF158F"/>
    <w:rsid w:val="00CF1C71"/>
    <w:rsid w:val="00CF39E0"/>
    <w:rsid w:val="00D12DBA"/>
    <w:rsid w:val="00D13D62"/>
    <w:rsid w:val="00D149A5"/>
    <w:rsid w:val="00D204E8"/>
    <w:rsid w:val="00D23425"/>
    <w:rsid w:val="00D40E3E"/>
    <w:rsid w:val="00D42751"/>
    <w:rsid w:val="00D45941"/>
    <w:rsid w:val="00D478C1"/>
    <w:rsid w:val="00D7593D"/>
    <w:rsid w:val="00D76F3D"/>
    <w:rsid w:val="00D808EC"/>
    <w:rsid w:val="00D85357"/>
    <w:rsid w:val="00D85829"/>
    <w:rsid w:val="00D87BF8"/>
    <w:rsid w:val="00DA226F"/>
    <w:rsid w:val="00DA3E95"/>
    <w:rsid w:val="00DB03B0"/>
    <w:rsid w:val="00DB77D8"/>
    <w:rsid w:val="00DD471A"/>
    <w:rsid w:val="00DE3CB9"/>
    <w:rsid w:val="00E03091"/>
    <w:rsid w:val="00E22C98"/>
    <w:rsid w:val="00E2676A"/>
    <w:rsid w:val="00E33EB3"/>
    <w:rsid w:val="00E7025A"/>
    <w:rsid w:val="00E72A91"/>
    <w:rsid w:val="00E73B4D"/>
    <w:rsid w:val="00E8658B"/>
    <w:rsid w:val="00EA5631"/>
    <w:rsid w:val="00EC400F"/>
    <w:rsid w:val="00EC43B8"/>
    <w:rsid w:val="00EE54AA"/>
    <w:rsid w:val="00EE5C08"/>
    <w:rsid w:val="00EF758F"/>
    <w:rsid w:val="00F00469"/>
    <w:rsid w:val="00F0146E"/>
    <w:rsid w:val="00F0309D"/>
    <w:rsid w:val="00F24698"/>
    <w:rsid w:val="00F446FA"/>
    <w:rsid w:val="00F45674"/>
    <w:rsid w:val="00F504C6"/>
    <w:rsid w:val="00F520A2"/>
    <w:rsid w:val="00F6206A"/>
    <w:rsid w:val="00F63201"/>
    <w:rsid w:val="00F63B2F"/>
    <w:rsid w:val="00F63E5F"/>
    <w:rsid w:val="00F65652"/>
    <w:rsid w:val="00F7417C"/>
    <w:rsid w:val="00F76BD7"/>
    <w:rsid w:val="00F76E9E"/>
    <w:rsid w:val="00F800CC"/>
    <w:rsid w:val="00F83DC1"/>
    <w:rsid w:val="00F91DB7"/>
    <w:rsid w:val="00F957C8"/>
    <w:rsid w:val="00FA6076"/>
    <w:rsid w:val="00FB2C3C"/>
    <w:rsid w:val="00FB7910"/>
    <w:rsid w:val="00FE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94E2FE"/>
  <w15:docId w15:val="{76BC0BBF-22CA-4B60-B88C-A736D411E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C6EED"/>
    <w:rPr>
      <w:rFonts w:ascii="Verdana" w:hAnsi="Verdana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Text">
    <w:name w:val="Text"/>
    <w:basedOn w:val="Standard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NurText">
    <w:name w:val="Plain Text"/>
    <w:basedOn w:val="Standard"/>
    <w:link w:val="NurTextZchn"/>
    <w:uiPriority w:val="99"/>
    <w:unhideWhenUsed/>
    <w:rsid w:val="00434C80"/>
    <w:rPr>
      <w:rFonts w:ascii="Courier New" w:eastAsiaTheme="minorHAnsi" w:hAnsi="Courier New" w:cstheme="minorBidi"/>
      <w:sz w:val="24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434C80"/>
    <w:rPr>
      <w:rFonts w:ascii="Courier New" w:eastAsiaTheme="minorHAnsi" w:hAnsi="Courier New" w:cstheme="minorBidi"/>
      <w:sz w:val="24"/>
      <w:szCs w:val="21"/>
      <w:lang w:eastAsia="en-US"/>
    </w:rPr>
  </w:style>
  <w:style w:type="paragraph" w:styleId="Listenabsatz">
    <w:name w:val="List Paragraph"/>
    <w:basedOn w:val="Standard"/>
    <w:uiPriority w:val="34"/>
    <w:qFormat/>
    <w:rsid w:val="006536F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57E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9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tadtzwickau.de\ablage\abl_extkom\Brief_09_01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DF91F-2D21-49C7-B24B-B40A1F812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Brief_09_01</Template>
  <TotalTime>0</TotalTime>
  <Pages>1</Pages>
  <Words>3711</Words>
  <Characters>23381</Characters>
  <Application>Microsoft Office Word</Application>
  <DocSecurity>0</DocSecurity>
  <Lines>194</Lines>
  <Paragraphs>54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Zwickau</Company>
  <LinksUpToDate>false</LinksUpToDate>
  <CharactersWithSpaces>27038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Liebisch, T. Hr.</dc:creator>
  <cp:lastModifiedBy>Liebisch, T. Hr.</cp:lastModifiedBy>
  <cp:revision>98</cp:revision>
  <cp:lastPrinted>2025-05-15T09:32:00Z</cp:lastPrinted>
  <dcterms:created xsi:type="dcterms:W3CDTF">2024-11-14T09:16:00Z</dcterms:created>
  <dcterms:modified xsi:type="dcterms:W3CDTF">2025-05-15T11:19:00Z</dcterms:modified>
</cp:coreProperties>
</file>