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BBA" w:rsidRDefault="00295BBA">
      <w:pPr>
        <w:pStyle w:val="berschrift1"/>
        <w:spacing w:after="120"/>
        <w:rPr>
          <w:sz w:val="22"/>
        </w:rPr>
      </w:pPr>
      <w:r>
        <w:rPr>
          <w:sz w:val="22"/>
        </w:rPr>
        <w:t>Bezeichnung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817"/>
        <w:gridCol w:w="160"/>
        <w:gridCol w:w="2977"/>
        <w:gridCol w:w="252"/>
        <w:gridCol w:w="31"/>
        <w:gridCol w:w="221"/>
        <w:gridCol w:w="63"/>
        <w:gridCol w:w="189"/>
        <w:gridCol w:w="94"/>
        <w:gridCol w:w="158"/>
        <w:gridCol w:w="126"/>
        <w:gridCol w:w="126"/>
        <w:gridCol w:w="157"/>
        <w:gridCol w:w="95"/>
        <w:gridCol w:w="189"/>
        <w:gridCol w:w="63"/>
        <w:gridCol w:w="252"/>
        <w:gridCol w:w="252"/>
      </w:tblGrid>
      <w:tr w:rsidR="00295BBA">
        <w:trPr>
          <w:trHeight w:hRule="exact" w:val="1600"/>
        </w:trPr>
        <w:tc>
          <w:tcPr>
            <w:tcW w:w="46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80" w:after="40"/>
              <w:ind w:left="28"/>
              <w:rPr>
                <w:rFonts w:ascii="Arial" w:hAnsi="Arial"/>
                <w:sz w:val="18"/>
                <w:vertAlign w:val="superscript"/>
              </w:rPr>
            </w:pPr>
            <w:r>
              <w:rPr>
                <w:rFonts w:ascii="Arial" w:hAnsi="Arial"/>
                <w:sz w:val="18"/>
              </w:rPr>
              <w:t xml:space="preserve">Beabsichtigte Bezeichnung der Baumaßnahme </w:t>
            </w:r>
            <w:r>
              <w:rPr>
                <w:rFonts w:ascii="Arial" w:hAnsi="Arial"/>
                <w:sz w:val="18"/>
                <w:vertAlign w:val="superscript"/>
              </w:rPr>
              <w:t>1)</w:t>
            </w:r>
          </w:p>
          <w:p w:rsidR="00295BBA" w:rsidRDefault="00295BBA" w:rsidP="00C92E96">
            <w:pPr>
              <w:pStyle w:val="Kopfzeile"/>
              <w:tabs>
                <w:tab w:val="clear" w:pos="4536"/>
                <w:tab w:val="clear" w:pos="9072"/>
              </w:tabs>
              <w:ind w:left="34" w:right="11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70"/>
                  </w:textInput>
                </w:ffData>
              </w:fldChar>
            </w:r>
            <w:bookmarkStart w:id="0" w:name="Text1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UKD Standard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0"/>
          </w:p>
        </w:tc>
        <w:tc>
          <w:tcPr>
            <w:tcW w:w="5245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BBA" w:rsidRDefault="00295BBA">
            <w:pPr>
              <w:spacing w:before="80" w:after="40"/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Abteilung, Gruppe, Sachgebiet  (Blatt 1  Spalte 4)</w:t>
            </w:r>
          </w:p>
          <w:p w:rsidR="00295BBA" w:rsidRDefault="00295BBA" w:rsidP="00C92E96">
            <w:pPr>
              <w:ind w:left="40" w:right="28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90"/>
                  </w:textInput>
                </w:ffData>
              </w:fldChar>
            </w:r>
            <w:bookmarkStart w:id="1" w:name="Text2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22"/>
              </w:rPr>
              <w:t>Bau und Technik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1"/>
          </w:p>
        </w:tc>
      </w:tr>
      <w:tr w:rsidR="00295BBA">
        <w:trPr>
          <w:cantSplit/>
          <w:trHeight w:hRule="exact" w:val="113"/>
        </w:trPr>
        <w:tc>
          <w:tcPr>
            <w:tcW w:w="1701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Raumbezeichnung</w:t>
            </w:r>
          </w:p>
          <w:p w:rsidR="00295BBA" w:rsidRDefault="00295BBA">
            <w:pPr>
              <w:ind w:left="28"/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(Blatt 1  Spalte 2)</w:t>
            </w:r>
          </w:p>
        </w:tc>
        <w:tc>
          <w:tcPr>
            <w:tcW w:w="2817" w:type="dxa"/>
            <w:vMerge w:val="restart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 w:rsidP="009A0A24">
            <w:pPr>
              <w:ind w:left="-57" w:right="-45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21"/>
                  </w:textInput>
                </w:ffData>
              </w:fldChar>
            </w:r>
            <w:bookmarkStart w:id="2" w:name="Text4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9A0A24">
              <w:rPr>
                <w:rFonts w:ascii="Courier New" w:hAnsi="Courier New"/>
                <w:b/>
                <w:noProof/>
                <w:sz w:val="22"/>
              </w:rPr>
              <w:t>Operationsraum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2"/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</w:p>
        </w:tc>
        <w:tc>
          <w:tcPr>
            <w:tcW w:w="3260" w:type="dxa"/>
            <w:gridSpan w:val="3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Raumcode RC  (Blatt 1  Spalte 3)</w:t>
            </w:r>
            <w:r>
              <w:rPr>
                <w:rFonts w:ascii="Arial" w:hAnsi="Arial"/>
                <w:sz w:val="18"/>
              </w:rPr>
              <w:tab/>
            </w: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227"/>
        </w:trPr>
        <w:tc>
          <w:tcPr>
            <w:tcW w:w="1701" w:type="dxa"/>
            <w:vMerge/>
            <w:tcBorders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right w:val="nil"/>
            </w:tcBorders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 w:rsidP="009A0A24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3" w:name="Text5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9A0A24">
              <w:rPr>
                <w:rFonts w:ascii="Courier New" w:hAnsi="Courier New"/>
                <w:b/>
                <w:noProof/>
                <w:sz w:val="22"/>
              </w:rPr>
              <w:t>6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3"/>
          </w:p>
        </w:tc>
        <w:tc>
          <w:tcPr>
            <w:tcW w:w="2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 w:rsidP="009A0A24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9A0A24">
              <w:rPr>
                <w:rFonts w:ascii="Courier New" w:hAnsi="Courier New"/>
                <w:b/>
                <w:noProof/>
                <w:sz w:val="22"/>
              </w:rPr>
              <w:t>3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 w:rsidP="009A0A24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9A0A24">
              <w:rPr>
                <w:rFonts w:ascii="Courier New" w:hAnsi="Courier New"/>
                <w:b/>
                <w:noProof/>
                <w:sz w:val="22"/>
              </w:rPr>
              <w:t>1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</w:tcBorders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gridSpan w:val="2"/>
            <w:tcBorders>
              <w:bottom w:val="nil"/>
              <w:right w:val="nil"/>
            </w:tcBorders>
            <w:vAlign w:val="bottom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3"/>
            <w:vMerge/>
            <w:tcBorders>
              <w:left w:val="single" w:sz="12" w:space="0" w:color="auto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ind w:left="28"/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84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gridSpan w:val="3"/>
            <w:tcBorders>
              <w:top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113"/>
        </w:trPr>
        <w:tc>
          <w:tcPr>
            <w:tcW w:w="1701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20"/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Raumgruppe</w:t>
            </w:r>
          </w:p>
        </w:tc>
        <w:tc>
          <w:tcPr>
            <w:tcW w:w="2817" w:type="dxa"/>
            <w:vMerge w:val="restart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295BBA" w:rsidRDefault="00295BBA" w:rsidP="009A0A24">
            <w:pPr>
              <w:pStyle w:val="Kopfzeile"/>
              <w:tabs>
                <w:tab w:val="clear" w:pos="4536"/>
                <w:tab w:val="clear" w:pos="9072"/>
              </w:tabs>
              <w:ind w:left="-57" w:right="-45"/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 w:rsidR="009A0A24">
              <w:rPr>
                <w:rFonts w:ascii="Courier New" w:hAnsi="Courier New"/>
                <w:b/>
                <w:noProof/>
                <w:sz w:val="22"/>
              </w:rPr>
              <w:t>OP-Bereich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Courier New" w:hAnsi="Courier New"/>
                <w:b/>
                <w:sz w:val="22"/>
              </w:rPr>
            </w:pPr>
          </w:p>
        </w:tc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ind w:left="28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Lfd. Nr</w:t>
            </w:r>
            <w:proofErr w:type="gramStart"/>
            <w:r>
              <w:rPr>
                <w:rFonts w:ascii="Arial" w:hAnsi="Arial"/>
                <w:sz w:val="18"/>
              </w:rPr>
              <w:t xml:space="preserve">.  </w:t>
            </w:r>
            <w:proofErr w:type="gramEnd"/>
            <w:r>
              <w:rPr>
                <w:rFonts w:ascii="Arial" w:hAnsi="Arial"/>
                <w:sz w:val="18"/>
              </w:rPr>
              <w:t>(Blatt 1  Spalte 1)</w:t>
            </w:r>
          </w:p>
        </w:tc>
        <w:tc>
          <w:tcPr>
            <w:tcW w:w="252" w:type="dxa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gridSpan w:val="2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nil"/>
              <w:bottom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vMerge w:val="restart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left" w:pos="3191"/>
              </w:tabs>
              <w:spacing w:before="8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vertAlign w:val="superscript"/>
              </w:rPr>
              <w:t>2)</w:t>
            </w:r>
          </w:p>
        </w:tc>
      </w:tr>
      <w:tr w:rsidR="00295BBA">
        <w:trPr>
          <w:cantSplit/>
          <w:trHeight w:hRule="exact" w:val="227"/>
        </w:trPr>
        <w:tc>
          <w:tcPr>
            <w:tcW w:w="1701" w:type="dxa"/>
            <w:vMerge/>
            <w:tcBorders>
              <w:top w:val="nil"/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5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-</w:t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jc w:val="center"/>
              <w:rPr>
                <w:rFonts w:ascii="Courier New" w:hAnsi="Courier New"/>
                <w:b/>
                <w:sz w:val="22"/>
                <w:vertAlign w:val="superscript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</w:p>
        </w:tc>
        <w:tc>
          <w:tcPr>
            <w:tcW w:w="252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top w:val="nil"/>
              <w:lef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817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vMerge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52" w:type="dxa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gridSpan w:val="2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tcBorders>
              <w:top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  <w:tc>
          <w:tcPr>
            <w:tcW w:w="252" w:type="dxa"/>
            <w:tcBorders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191"/>
              </w:tabs>
              <w:rPr>
                <w:rFonts w:ascii="Arial" w:hAnsi="Arial"/>
                <w:sz w:val="18"/>
                <w:vertAlign w:val="superscript"/>
              </w:rPr>
            </w:pPr>
          </w:p>
        </w:tc>
      </w:tr>
      <w:tr w:rsidR="00295BBA">
        <w:trPr>
          <w:cantSplit/>
          <w:trHeight w:hRule="exact" w:val="57"/>
        </w:trPr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spacing w:before="160"/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bottom w:val="single" w:sz="12" w:space="0" w:color="auto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  <w:tc>
          <w:tcPr>
            <w:tcW w:w="2268" w:type="dxa"/>
            <w:gridSpan w:val="15"/>
            <w:tcBorders>
              <w:bottom w:val="single" w:sz="12" w:space="0" w:color="auto"/>
              <w:right w:val="single" w:sz="12" w:space="0" w:color="auto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3474"/>
              </w:tabs>
              <w:spacing w:before="200"/>
              <w:rPr>
                <w:rFonts w:ascii="Arial" w:hAnsi="Arial"/>
                <w:sz w:val="18"/>
              </w:rPr>
            </w:pPr>
          </w:p>
        </w:tc>
      </w:tr>
    </w:tbl>
    <w:p w:rsidR="00295BBA" w:rsidRDefault="00295BBA">
      <w:pPr>
        <w:tabs>
          <w:tab w:val="left" w:pos="7797"/>
        </w:tabs>
        <w:rPr>
          <w:rFonts w:ascii="Arial" w:hAnsi="Arial"/>
          <w:sz w:val="12"/>
        </w:rPr>
      </w:pPr>
    </w:p>
    <w:p w:rsidR="00295BBA" w:rsidRDefault="00295BBA">
      <w:pPr>
        <w:tabs>
          <w:tab w:val="left" w:pos="7797"/>
        </w:tabs>
        <w:rPr>
          <w:rFonts w:ascii="Arial" w:hAnsi="Arial"/>
          <w:sz w:val="12"/>
        </w:rPr>
      </w:pPr>
    </w:p>
    <w:p w:rsidR="00295BBA" w:rsidRDefault="00295BBA">
      <w:pPr>
        <w:tabs>
          <w:tab w:val="left" w:pos="6804"/>
          <w:tab w:val="left" w:pos="8505"/>
        </w:tabs>
        <w:spacing w:after="120"/>
        <w:ind w:right="-227"/>
        <w:rPr>
          <w:rFonts w:ascii="Courier New" w:hAnsi="Courier New"/>
          <w:b/>
          <w:sz w:val="24"/>
        </w:rPr>
      </w:pPr>
      <w:r>
        <w:rPr>
          <w:rFonts w:ascii="Arial" w:hAnsi="Arial"/>
          <w:b/>
          <w:sz w:val="22"/>
        </w:rPr>
        <w:t>Besondere Anforderungen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6"/>
        </w:rPr>
        <w:t>ja</w:t>
      </w:r>
      <w:r>
        <w:rPr>
          <w:rFonts w:ascii="Arial" w:hAnsi="Arial"/>
          <w:b/>
          <w:sz w:val="24"/>
        </w:rPr>
        <w:t xml:space="preserve">  </w:t>
      </w:r>
      <w:r>
        <w:rPr>
          <w:rFonts w:ascii="Courier New" w:hAnsi="Courier New"/>
          <w:b/>
          <w:sz w:val="26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/>
            </w:checkBox>
          </w:ffData>
        </w:fldChar>
      </w:r>
      <w:bookmarkStart w:id="4" w:name="Kontrollkästchen1"/>
      <w:r>
        <w:rPr>
          <w:rFonts w:ascii="Courier New" w:hAnsi="Courier New"/>
          <w:b/>
          <w:sz w:val="26"/>
        </w:rPr>
        <w:instrText xml:space="preserve"> FORMCHECKBOX </w:instrText>
      </w:r>
      <w:r w:rsidR="005C4A77">
        <w:rPr>
          <w:rFonts w:ascii="Courier New" w:hAnsi="Courier New"/>
          <w:b/>
          <w:sz w:val="26"/>
        </w:rPr>
      </w:r>
      <w:r w:rsidR="005C4A77">
        <w:rPr>
          <w:rFonts w:ascii="Courier New" w:hAnsi="Courier New"/>
          <w:b/>
          <w:sz w:val="26"/>
        </w:rPr>
        <w:fldChar w:fldCharType="separate"/>
      </w:r>
      <w:r>
        <w:rPr>
          <w:rFonts w:ascii="Courier New" w:hAnsi="Courier New"/>
          <w:b/>
          <w:sz w:val="26"/>
        </w:rPr>
        <w:fldChar w:fldCharType="end"/>
      </w:r>
      <w:bookmarkEnd w:id="4"/>
      <w:r>
        <w:rPr>
          <w:rFonts w:ascii="Arial" w:hAnsi="Arial"/>
          <w:b/>
          <w:sz w:val="24"/>
        </w:rPr>
        <w:tab/>
      </w:r>
      <w:r>
        <w:rPr>
          <w:rFonts w:ascii="Arial" w:hAnsi="Arial"/>
          <w:sz w:val="26"/>
        </w:rPr>
        <w:t>nein</w:t>
      </w:r>
      <w:r>
        <w:rPr>
          <w:rFonts w:ascii="Arial" w:hAnsi="Arial"/>
          <w:b/>
          <w:sz w:val="24"/>
        </w:rPr>
        <w:t xml:space="preserve">  </w:t>
      </w:r>
      <w:r>
        <w:rPr>
          <w:rFonts w:ascii="Courier New" w:hAnsi="Courier New"/>
          <w:b/>
          <w:sz w:val="26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2"/>
      <w:r>
        <w:rPr>
          <w:rFonts w:ascii="Courier New" w:hAnsi="Courier New"/>
          <w:b/>
          <w:sz w:val="26"/>
        </w:rPr>
        <w:instrText xml:space="preserve"> FORMCHECKBOX </w:instrText>
      </w:r>
      <w:r w:rsidR="005C4A77">
        <w:rPr>
          <w:rFonts w:ascii="Courier New" w:hAnsi="Courier New"/>
          <w:b/>
          <w:sz w:val="26"/>
        </w:rPr>
      </w:r>
      <w:r w:rsidR="005C4A77">
        <w:rPr>
          <w:rFonts w:ascii="Courier New" w:hAnsi="Courier New"/>
          <w:b/>
          <w:sz w:val="26"/>
        </w:rPr>
        <w:fldChar w:fldCharType="separate"/>
      </w:r>
      <w:r>
        <w:rPr>
          <w:rFonts w:ascii="Courier New" w:hAnsi="Courier New"/>
          <w:b/>
          <w:sz w:val="26"/>
        </w:rPr>
        <w:fldChar w:fldCharType="end"/>
      </w:r>
      <w:bookmarkEnd w:id="5"/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52"/>
        <w:gridCol w:w="2467"/>
        <w:gridCol w:w="3090"/>
        <w:gridCol w:w="170"/>
      </w:tblGrid>
      <w:tr w:rsidR="00295BBA" w:rsidTr="00C7458E">
        <w:trPr>
          <w:cantSplit/>
          <w:trHeight w:hRule="exact" w:val="340"/>
          <w:tblHeader/>
        </w:trPr>
        <w:tc>
          <w:tcPr>
            <w:tcW w:w="419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ind w:right="-57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8"/>
              </w:rPr>
              <w:t>Sondernutzung des Raumes / der Raumgruppe:</w:t>
            </w:r>
          </w:p>
        </w:tc>
        <w:tc>
          <w:tcPr>
            <w:tcW w:w="555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  <w:r>
              <w:rPr>
                <w:rFonts w:ascii="Courier New" w:hAnsi="Courier New"/>
                <w:b/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41"/>
                  </w:textInput>
                </w:ffData>
              </w:fldChar>
            </w:r>
            <w:bookmarkStart w:id="6" w:name="Text6"/>
            <w:r>
              <w:rPr>
                <w:rFonts w:ascii="Courier New" w:hAnsi="Courier New"/>
                <w:b/>
                <w:sz w:val="22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22"/>
              </w:rPr>
            </w:r>
            <w:r>
              <w:rPr>
                <w:rFonts w:ascii="Courier New" w:hAnsi="Courier New"/>
                <w:b/>
                <w:sz w:val="22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noProof/>
                <w:sz w:val="22"/>
              </w:rPr>
              <w:t> </w:t>
            </w:r>
            <w:r>
              <w:rPr>
                <w:rFonts w:ascii="Courier New" w:hAnsi="Courier New"/>
                <w:b/>
                <w:sz w:val="22"/>
              </w:rPr>
              <w:fldChar w:fldCharType="end"/>
            </w:r>
            <w:bookmarkEnd w:id="6"/>
          </w:p>
        </w:tc>
        <w:tc>
          <w:tcPr>
            <w:tcW w:w="17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295BBA" w:rsidRDefault="00295BBA">
            <w:pPr>
              <w:rPr>
                <w:rFonts w:ascii="Courier New" w:hAnsi="Courier New"/>
                <w:b/>
                <w:sz w:val="22"/>
              </w:rPr>
            </w:pPr>
          </w:p>
        </w:tc>
      </w:tr>
      <w:tr w:rsidR="00295BBA" w:rsidTr="00C7458E">
        <w:trPr>
          <w:cantSplit/>
          <w:trHeight w:hRule="exact" w:val="40"/>
        </w:trPr>
        <w:tc>
          <w:tcPr>
            <w:tcW w:w="4196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8"/>
              </w:rPr>
            </w:pP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rPr>
                <w:rFonts w:ascii="Arial" w:hAnsi="Arial"/>
                <w:sz w:val="14"/>
              </w:rPr>
            </w:pPr>
          </w:p>
        </w:tc>
      </w:tr>
      <w:tr w:rsidR="00295BBA" w:rsidTr="00C7458E">
        <w:trPr>
          <w:trHeight w:hRule="exact" w:val="320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9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300</w:t>
            </w:r>
            <w:r>
              <w:rPr>
                <w:rFonts w:ascii="Arial" w:hAnsi="Arial"/>
                <w:sz w:val="18"/>
              </w:rPr>
              <w:tab/>
              <w:t>Bauwerk – Baukonstruktion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9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400</w:t>
            </w:r>
            <w:r>
              <w:rPr>
                <w:rFonts w:ascii="Arial" w:hAnsi="Arial"/>
                <w:sz w:val="18"/>
              </w:rPr>
              <w:tab/>
              <w:t>Bauwerk – Technische Anlagen</w:t>
            </w:r>
          </w:p>
        </w:tc>
      </w:tr>
      <w:tr w:rsidR="00295BBA" w:rsidTr="00C7458E">
        <w:trPr>
          <w:trHeight w:hRule="exact" w:val="120"/>
        </w:trPr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sz w:val="8"/>
              </w:rPr>
            </w:pP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8"/>
              </w:rPr>
            </w:pPr>
          </w:p>
        </w:tc>
        <w:tc>
          <w:tcPr>
            <w:tcW w:w="3260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295BBA" w:rsidRDefault="00295BBA">
            <w:pPr>
              <w:pStyle w:val="berschrift3"/>
              <w:tabs>
                <w:tab w:val="left" w:pos="497"/>
              </w:tabs>
              <w:rPr>
                <w:sz w:val="8"/>
              </w:rPr>
            </w:pPr>
          </w:p>
        </w:tc>
      </w:tr>
      <w:tr w:rsidR="00295BBA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295BBA" w:rsidRDefault="00295BBA">
            <w:pPr>
              <w:pStyle w:val="Kopfzeile"/>
              <w:tabs>
                <w:tab w:val="clear" w:pos="4536"/>
                <w:tab w:val="clear" w:pos="9072"/>
                <w:tab w:val="left" w:pos="49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Raum allgemein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410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Abwasser-/Wasseranlagen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295BBA" w:rsidRDefault="00295BBA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450</w:t>
            </w:r>
            <w:r>
              <w:rPr>
                <w:rFonts w:ascii="Arial" w:hAnsi="Arial"/>
                <w:sz w:val="18"/>
              </w:rPr>
              <w:tab/>
            </w:r>
            <w:r w:rsidR="00C7458E">
              <w:rPr>
                <w:rFonts w:ascii="Arial" w:hAnsi="Arial"/>
                <w:sz w:val="18"/>
                <w:u w:val="single"/>
              </w:rPr>
              <w:t>Fernmelde- und</w:t>
            </w:r>
          </w:p>
        </w:tc>
      </w:tr>
      <w:tr w:rsidR="00C7458E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7458E" w:rsidRDefault="00C7458E">
            <w:pPr>
              <w:pStyle w:val="Kopfzeile"/>
              <w:tabs>
                <w:tab w:val="clear" w:pos="4536"/>
                <w:tab w:val="clear" w:pos="9072"/>
                <w:tab w:val="left" w:pos="499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7458E" w:rsidRDefault="00C7458E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7458E" w:rsidRPr="00C7458E" w:rsidRDefault="00C7458E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</w:rPr>
              <w:tab/>
            </w:r>
            <w:r w:rsidRPr="00C7458E">
              <w:rPr>
                <w:rFonts w:ascii="Arial" w:hAnsi="Arial"/>
                <w:sz w:val="18"/>
                <w:u w:val="single"/>
              </w:rPr>
              <w:t>informationstechnische</w:t>
            </w:r>
          </w:p>
        </w:tc>
      </w:tr>
      <w:tr w:rsidR="00AC709D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9A0A24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Raumhöhe i. Lichten</w:t>
            </w:r>
            <w:r>
              <w:rPr>
                <w:rFonts w:ascii="Arial" w:hAnsi="Arial"/>
                <w:sz w:val="14"/>
              </w:rPr>
              <w:tab/>
              <w:t>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3,</w:t>
            </w:r>
            <w:r w:rsidR="009A0A24">
              <w:rPr>
                <w:rFonts w:ascii="Courier New" w:hAnsi="Courier New"/>
                <w:b/>
                <w:noProof/>
                <w:sz w:val="16"/>
              </w:rPr>
              <w:t>2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Laborabwasser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technische Anlagen</w:t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9A0A24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Verkehrslast</w:t>
            </w:r>
            <w:r>
              <w:rPr>
                <w:rFonts w:ascii="Arial" w:hAnsi="Arial"/>
                <w:sz w:val="14"/>
              </w:rPr>
              <w:tab/>
              <w:t>kN/m²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9A0A24">
              <w:rPr>
                <w:rFonts w:ascii="Courier New" w:hAnsi="Courier New"/>
                <w:b/>
                <w:sz w:val="16"/>
              </w:rPr>
              <w:t>5</w:t>
            </w:r>
            <w:r w:rsidR="00C92E96">
              <w:rPr>
                <w:rFonts w:ascii="Courier New" w:hAnsi="Courier New"/>
                <w:b/>
                <w:noProof/>
                <w:sz w:val="16"/>
              </w:rPr>
              <w:t>,0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Bodenablauf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rPr>
                <w:rFonts w:ascii="Arial" w:hAnsi="Arial"/>
                <w:sz w:val="18"/>
                <w:u w:val="single"/>
              </w:rPr>
            </w:pP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9A0A24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098"/>
                <w:tab w:val="left" w:pos="2624"/>
                <w:tab w:val="left" w:pos="3191"/>
              </w:tabs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Einzellast</w:t>
            </w:r>
            <w:r>
              <w:rPr>
                <w:rFonts w:ascii="Arial" w:hAnsi="Arial"/>
                <w:sz w:val="14"/>
              </w:rPr>
              <w:tab/>
              <w:t>kN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9A0A24">
              <w:rPr>
                <w:rFonts w:ascii="Courier New" w:hAnsi="Courier New"/>
                <w:b/>
                <w:noProof/>
                <w:sz w:val="16"/>
              </w:rPr>
              <w:t>3,5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</w:rPr>
              <w:tab/>
              <w:t>Trinkwasser (TW) / (TWW)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pStyle w:val="berschrift2"/>
              <w:tabs>
                <w:tab w:val="clear" w:pos="2765"/>
                <w:tab w:val="left" w:pos="497"/>
                <w:tab w:val="left" w:pos="2909"/>
              </w:tabs>
              <w:rPr>
                <w:u w:val="none"/>
              </w:rPr>
            </w:pPr>
            <w:r>
              <w:rPr>
                <w:u w:val="none"/>
              </w:rPr>
              <w:tab/>
              <w:t>Telekommunikationsanlagen</w:t>
            </w:r>
            <w:r>
              <w:rPr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Tageslicht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Aufber. Wasser: enthärtet / VE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  <w:lang w:val="en-GB"/>
              </w:rPr>
              <w:tab/>
            </w:r>
            <w:r>
              <w:rPr>
                <w:rFonts w:ascii="Arial" w:hAnsi="Arial"/>
                <w:sz w:val="14"/>
              </w:rPr>
              <w:t>Zeitdienstanlagen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Türen / Fenster m. bes. Anford.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Waschbecken / Schulwaschb.</w:t>
            </w: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Elektroakustische 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Verdunkelung voll / teilweise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Ausguss / Spüle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Fernseh- und Antennenanlagen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909"/>
                <w:tab w:val="left" w:pos="3191"/>
              </w:tabs>
              <w:ind w:left="1560" w:hanging="1560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Sonnenschutz / Blendschutz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295BBA">
            <w:pPr>
              <w:tabs>
                <w:tab w:val="left" w:pos="497"/>
                <w:tab w:val="left" w:pos="2483"/>
                <w:tab w:val="left" w:pos="2765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Notdusche / Augendusche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Übertragungsnetze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</w:r>
            <w:proofErr w:type="gramStart"/>
            <w:r>
              <w:rPr>
                <w:rFonts w:ascii="Arial" w:hAnsi="Arial"/>
                <w:sz w:val="14"/>
              </w:rPr>
              <w:t>mech</w:t>
            </w:r>
            <w:proofErr w:type="gramEnd"/>
            <w:r>
              <w:rPr>
                <w:rFonts w:ascii="Arial" w:hAnsi="Arial"/>
                <w:sz w:val="14"/>
              </w:rPr>
              <w:t>. Sicherungsmaßnahmen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9A0A24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9A0A24">
              <w:rPr>
                <w:rFonts w:ascii="Courier New" w:hAnsi="Courier New"/>
                <w:b/>
                <w:sz w:val="16"/>
              </w:rPr>
              <w:t> </w:t>
            </w:r>
            <w:r w:rsidR="009A0A24">
              <w:rPr>
                <w:rFonts w:ascii="Courier New" w:hAnsi="Courier New"/>
                <w:b/>
                <w:sz w:val="16"/>
              </w:rPr>
              <w:t> </w:t>
            </w:r>
            <w:r w:rsidR="009A0A24">
              <w:rPr>
                <w:rFonts w:ascii="Courier New" w:hAnsi="Courier New"/>
                <w:b/>
                <w:sz w:val="16"/>
              </w:rPr>
              <w:t> </w:t>
            </w:r>
            <w:r w:rsidR="009A0A24">
              <w:rPr>
                <w:rFonts w:ascii="Courier New" w:hAnsi="Courier New"/>
                <w:b/>
                <w:sz w:val="16"/>
              </w:rPr>
              <w:t> </w:t>
            </w:r>
            <w:r w:rsidR="009A0A24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 w:rsidP="006D1498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9A0A24">
              <w:rPr>
                <w:rFonts w:ascii="Courier New" w:hAnsi="Courier New"/>
                <w:b/>
                <w:sz w:val="16"/>
              </w:rPr>
              <w:t>B</w:t>
            </w:r>
            <w:r w:rsidR="006D1498">
              <w:rPr>
                <w:rFonts w:ascii="Courier New" w:hAnsi="Courier New"/>
                <w:b/>
                <w:sz w:val="16"/>
              </w:rPr>
              <w:t>MA,Such,-</w:t>
            </w:r>
            <w:proofErr w:type="spellStart"/>
            <w:r w:rsidR="006D1498">
              <w:rPr>
                <w:rFonts w:ascii="Courier New" w:hAnsi="Courier New"/>
                <w:b/>
                <w:sz w:val="16"/>
              </w:rPr>
              <w:t>Signalanl</w:t>
            </w:r>
            <w:proofErr w:type="spellEnd"/>
            <w:r w:rsidR="006D1498">
              <w:rPr>
                <w:rFonts w:ascii="Courier New" w:hAnsi="Courier New"/>
                <w:b/>
                <w:sz w:val="16"/>
              </w:rPr>
              <w:t>.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608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Schallschutz (Stufe)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BB6EEC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BB6EEC">
              <w:rPr>
                <w:rFonts w:ascii="Courier New" w:hAnsi="Courier New"/>
                <w:b/>
                <w:sz w:val="16"/>
              </w:rPr>
              <w:t> </w:t>
            </w:r>
            <w:r w:rsidR="00BB6EEC">
              <w:rPr>
                <w:rFonts w:ascii="Courier New" w:hAnsi="Courier New"/>
                <w:b/>
                <w:sz w:val="16"/>
              </w:rPr>
              <w:t> </w:t>
            </w:r>
            <w:r w:rsidR="00BB6EEC">
              <w:rPr>
                <w:rFonts w:ascii="Courier New" w:hAnsi="Courier New"/>
                <w:b/>
                <w:sz w:val="16"/>
              </w:rPr>
              <w:t> </w:t>
            </w:r>
            <w:r w:rsidR="00BB6EEC">
              <w:rPr>
                <w:rFonts w:ascii="Courier New" w:hAnsi="Courier New"/>
                <w:b/>
                <w:sz w:val="16"/>
              </w:rPr>
              <w:t> </w:t>
            </w:r>
            <w:r w:rsidR="00BB6EEC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 w:rsidP="006D1498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BB6EEC">
              <w:rPr>
                <w:rFonts w:ascii="Courier New" w:hAnsi="Courier New"/>
                <w:b/>
                <w:sz w:val="16"/>
              </w:rPr>
              <w:t>DECT</w:t>
            </w:r>
            <w:r w:rsidR="009A0A24">
              <w:rPr>
                <w:rFonts w:ascii="Courier New" w:hAnsi="Courier New"/>
                <w:b/>
                <w:sz w:val="16"/>
              </w:rPr>
              <w:t>,</w:t>
            </w:r>
            <w:r w:rsidR="006D1498">
              <w:rPr>
                <w:rFonts w:ascii="Courier New" w:hAnsi="Courier New"/>
                <w:b/>
                <w:sz w:val="16"/>
              </w:rPr>
              <w:t xml:space="preserve"> Vi</w:t>
            </w:r>
            <w:r w:rsidR="009A0A24">
              <w:rPr>
                <w:rFonts w:ascii="Courier New" w:hAnsi="Courier New"/>
                <w:b/>
                <w:sz w:val="16"/>
              </w:rPr>
              <w:t>deo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AC709D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AC709D" w:rsidRDefault="00AC709D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Raumakustik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C709D" w:rsidRDefault="00AC709D" w:rsidP="00BB6EEC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BB6EEC">
              <w:rPr>
                <w:rFonts w:ascii="Courier New" w:hAnsi="Courier New"/>
                <w:b/>
                <w:sz w:val="16"/>
              </w:rPr>
              <w:t> </w:t>
            </w:r>
            <w:r w:rsidR="00BB6EEC">
              <w:rPr>
                <w:rFonts w:ascii="Courier New" w:hAnsi="Courier New"/>
                <w:b/>
                <w:sz w:val="16"/>
              </w:rPr>
              <w:t> </w:t>
            </w:r>
            <w:r w:rsidR="00BB6EEC">
              <w:rPr>
                <w:rFonts w:ascii="Courier New" w:hAnsi="Courier New"/>
                <w:b/>
                <w:sz w:val="16"/>
              </w:rPr>
              <w:t> </w:t>
            </w:r>
            <w:r w:rsidR="00BB6EEC">
              <w:rPr>
                <w:rFonts w:ascii="Courier New" w:hAnsi="Courier New"/>
                <w:b/>
                <w:sz w:val="16"/>
              </w:rPr>
              <w:t> </w:t>
            </w:r>
            <w:r w:rsidR="00BB6EEC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AC709D" w:rsidRDefault="00AC709D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295BBA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Strahlenschutz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6D1498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6D1498" w:rsidRPr="006D1498">
              <w:rPr>
                <w:rFonts w:ascii="Courier New" w:hAnsi="Courier New"/>
                <w:b/>
                <w:noProof/>
                <w:sz w:val="16"/>
              </w:rPr>
              <w:t xml:space="preserve">     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835"/>
              </w:tabs>
            </w:pPr>
            <w:r>
              <w:t>460</w:t>
            </w:r>
            <w:r>
              <w:rPr>
                <w:u w:val="none"/>
              </w:rPr>
              <w:tab/>
            </w:r>
            <w:r>
              <w:t>Förderanlagen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9A0A24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9A0A24">
              <w:rPr>
                <w:rFonts w:ascii="Courier New" w:hAnsi="Courier New"/>
                <w:b/>
                <w:noProof/>
                <w:sz w:val="16"/>
              </w:rPr>
              <w:t>Laserschutz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>
            <w:pPr>
              <w:tabs>
                <w:tab w:val="left" w:pos="497"/>
                <w:tab w:val="left" w:pos="2765"/>
              </w:tabs>
              <w:rPr>
                <w:rFonts w:ascii="Arial" w:hAnsi="Arial"/>
                <w:b/>
                <w:sz w:val="14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283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9A0A24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9A0A24">
              <w:rPr>
                <w:rFonts w:ascii="Courier New" w:hAnsi="Courier New"/>
                <w:b/>
                <w:noProof/>
                <w:sz w:val="16"/>
              </w:rPr>
              <w:t>Strahlensch. nach med.Bedarf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  <w:u w:val="single"/>
              </w:rPr>
              <w:t>420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Wärmeversorgungsanlagen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985"/>
                <w:tab w:val="left" w:pos="2155"/>
                <w:tab w:val="left" w:pos="2625"/>
                <w:tab w:val="left" w:pos="2909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Hebezeug / Kran</w:t>
            </w:r>
            <w:r>
              <w:rPr>
                <w:rFonts w:ascii="Arial" w:hAnsi="Arial"/>
                <w:sz w:val="14"/>
              </w:rPr>
              <w:tab/>
              <w:t>t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9A0A24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9A0A24">
              <w:rPr>
                <w:rFonts w:ascii="Courier New" w:hAnsi="Courier New"/>
                <w:b/>
                <w:sz w:val="16"/>
              </w:rPr>
              <w:t> </w:t>
            </w:r>
            <w:r w:rsidR="009A0A24">
              <w:rPr>
                <w:rFonts w:ascii="Courier New" w:hAnsi="Courier New"/>
                <w:b/>
                <w:sz w:val="16"/>
              </w:rPr>
              <w:t> </w:t>
            </w:r>
            <w:r w:rsidR="009A0A24">
              <w:rPr>
                <w:rFonts w:ascii="Courier New" w:hAnsi="Courier New"/>
                <w:b/>
                <w:sz w:val="16"/>
              </w:rPr>
              <w:t> </w:t>
            </w:r>
            <w:r w:rsidR="009A0A24">
              <w:rPr>
                <w:rFonts w:ascii="Courier New" w:hAnsi="Courier New"/>
                <w:b/>
                <w:sz w:val="16"/>
              </w:rPr>
              <w:t> </w:t>
            </w:r>
            <w:r w:rsidR="009A0A24">
              <w:rPr>
                <w:rFonts w:ascii="Courier New" w:hAnsi="Courier New"/>
                <w:b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107AEC" w:rsidRDefault="00C93496" w:rsidP="00107AEC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Courier New" w:hAnsi="Courier New"/>
                <w:b/>
                <w:noProof/>
                <w:sz w:val="16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</w:p>
          <w:p w:rsidR="00C93496" w:rsidRDefault="00107AEC" w:rsidP="00107AEC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Courier New" w:hAnsi="Courier New"/>
                <w:b/>
                <w:noProof/>
                <w:sz w:val="16"/>
              </w:rPr>
              <w:t>L</w:t>
            </w:r>
            <w:r w:rsidR="00C93496">
              <w:rPr>
                <w:rFonts w:ascii="Courier New" w:hAnsi="Courier New"/>
                <w:b/>
                <w:sz w:val="16"/>
              </w:rPr>
              <w:fldChar w:fldCharType="end"/>
            </w:r>
            <w:r w:rsidR="00C93496">
              <w:rPr>
                <w:rFonts w:ascii="Arial" w:hAnsi="Arial"/>
                <w:b/>
                <w:sz w:val="14"/>
              </w:rPr>
              <w:tab/>
            </w:r>
            <w:r w:rsidR="00C93496"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3496"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 w:rsidR="00C93496"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6D1498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765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6D1498">
              <w:rPr>
                <w:rFonts w:ascii="Courier New" w:hAnsi="Courier New"/>
                <w:b/>
                <w:sz w:val="16"/>
              </w:rPr>
              <w:t>Flächenheizkörper nach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  <w:tab w:val="left" w:pos="2835"/>
              </w:tabs>
              <w:rPr>
                <w:rFonts w:ascii="Arial" w:hAnsi="Arial"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Pr="00F95FFE" w:rsidRDefault="00C93496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6D1498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765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6D1498">
              <w:rPr>
                <w:rFonts w:ascii="Courier New" w:hAnsi="Courier New"/>
                <w:b/>
                <w:noProof/>
                <w:sz w:val="16"/>
              </w:rPr>
              <w:t>Bedarf T =22-30°C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98"/>
                <w:tab w:val="left" w:pos="2481"/>
                <w:tab w:val="left" w:pos="2765"/>
                <w:tab w:val="left" w:pos="2835"/>
              </w:tabs>
            </w:pPr>
            <w:r>
              <w:t>470</w:t>
            </w:r>
            <w:r>
              <w:rPr>
                <w:u w:val="none"/>
              </w:rPr>
              <w:tab/>
            </w:r>
            <w:r>
              <w:t>Nutzungsspezifische 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340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Wände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2623"/>
              </w:tabs>
              <w:rPr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  <w:tab w:val="left" w:pos="283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63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</w:tabs>
            </w:pPr>
            <w:r>
              <w:t>430</w:t>
            </w:r>
            <w:r>
              <w:rPr>
                <w:u w:val="none"/>
              </w:rPr>
              <w:tab/>
            </w:r>
            <w:r>
              <w:t>Lufttechnische 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6D1498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6D1498">
              <w:rPr>
                <w:rFonts w:ascii="Courier New" w:hAnsi="Courier New"/>
                <w:b/>
                <w:sz w:val="16"/>
              </w:rPr>
              <w:t>Laser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abwaschbar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2623"/>
              </w:tabs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9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desinfektionsmittelbeständig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483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</w:r>
            <w:proofErr w:type="gramStart"/>
            <w:r>
              <w:rPr>
                <w:sz w:val="14"/>
                <w:u w:val="none"/>
              </w:rPr>
              <w:t>mech</w:t>
            </w:r>
            <w:proofErr w:type="gramEnd"/>
            <w:r>
              <w:rPr>
                <w:sz w:val="14"/>
                <w:u w:val="none"/>
              </w:rPr>
              <w:t>. Be- / Entlüftung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6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</w:tabs>
              <w:rPr>
                <w:rFonts w:ascii="Arial" w:hAnsi="Arial"/>
                <w:sz w:val="18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6D1498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6D1498">
              <w:rPr>
                <w:rFonts w:ascii="Courier New" w:hAnsi="Courier New"/>
                <w:b/>
                <w:noProof/>
                <w:sz w:val="16"/>
              </w:rPr>
              <w:t>scheuerfest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Klimatisierung</w:t>
            </w:r>
            <w:r>
              <w:rPr>
                <w:sz w:val="14"/>
                <w:u w:val="none"/>
              </w:rPr>
              <w:tab/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98"/>
                <w:tab w:val="left" w:pos="2481"/>
                <w:tab w:val="left" w:pos="2765"/>
              </w:tabs>
            </w:pPr>
            <w:r>
              <w:t>473</w:t>
            </w:r>
            <w:r>
              <w:rPr>
                <w:u w:val="none"/>
              </w:rPr>
              <w:tab/>
            </w:r>
            <w:r>
              <w:t>Medienversorgungsanlagen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Pr="00F95FFE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6D1498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Temperatur °C</w:t>
            </w:r>
            <w:r>
              <w:rPr>
                <w:sz w:val="14"/>
                <w:u w:val="none"/>
              </w:rPr>
              <w:tab/>
              <w:t xml:space="preserve">min/max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6D1498">
              <w:rPr>
                <w:rFonts w:ascii="Courier New" w:hAnsi="Courier New"/>
                <w:b/>
                <w:sz w:val="16"/>
                <w:u w:val="none"/>
              </w:rPr>
              <w:t>22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>/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6D1498">
              <w:rPr>
                <w:rFonts w:ascii="Courier New" w:hAnsi="Courier New"/>
                <w:b/>
                <w:sz w:val="16"/>
                <w:u w:val="none"/>
              </w:rPr>
              <w:t>26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638"/>
                <w:tab w:val="left" w:pos="2198"/>
                <w:tab w:val="left" w:pos="2481"/>
                <w:tab w:val="left" w:pos="2765"/>
              </w:tabs>
              <w:rPr>
                <w:rFonts w:ascii="Arial" w:hAnsi="Arial"/>
                <w:sz w:val="18"/>
                <w:u w:val="single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835"/>
                <w:tab w:val="left" w:pos="3119"/>
              </w:tabs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350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Decken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6D1498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Luftfeuchte %</w:t>
            </w:r>
            <w:r>
              <w:rPr>
                <w:sz w:val="14"/>
                <w:u w:val="none"/>
              </w:rPr>
              <w:tab/>
              <w:t xml:space="preserve">min/max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6D1498">
              <w:rPr>
                <w:rFonts w:ascii="Courier New" w:hAnsi="Courier New"/>
                <w:b/>
                <w:noProof/>
                <w:sz w:val="16"/>
                <w:u w:val="none"/>
              </w:rPr>
              <w:t>30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>/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6D1498">
              <w:rPr>
                <w:rFonts w:ascii="Courier New" w:hAnsi="Courier New"/>
                <w:b/>
                <w:noProof/>
                <w:sz w:val="16"/>
                <w:u w:val="none"/>
              </w:rPr>
              <w:t>60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Druckluft, medizin. 6 bar / 10 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1489"/>
                <w:tab w:val="left" w:pos="2340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Sonderabsaugung</w:t>
            </w:r>
            <w:r>
              <w:rPr>
                <w:sz w:val="14"/>
                <w:u w:val="none"/>
              </w:rPr>
              <w:tab/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Druckluft, techn</w:t>
            </w:r>
            <w:proofErr w:type="gramStart"/>
            <w:r>
              <w:rPr>
                <w:rFonts w:ascii="Arial" w:hAnsi="Arial"/>
                <w:sz w:val="14"/>
              </w:rPr>
              <w:t xml:space="preserve">. </w:t>
            </w:r>
            <w:r>
              <w:rPr>
                <w:rFonts w:ascii="Arial" w:hAnsi="Arial"/>
                <w:sz w:val="10"/>
              </w:rPr>
              <w:t xml:space="preserve">     </w:t>
            </w:r>
            <w:proofErr w:type="gramEnd"/>
            <w:r>
              <w:rPr>
                <w:rFonts w:ascii="Arial" w:hAnsi="Arial"/>
                <w:sz w:val="14"/>
              </w:rPr>
              <w:t>6 bar / 10 bar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6D1498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6D1498">
              <w:rPr>
                <w:rFonts w:ascii="Courier New" w:hAnsi="Courier New"/>
                <w:b/>
                <w:noProof/>
                <w:sz w:val="16"/>
              </w:rPr>
              <w:t>OP Decke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9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6D1498">
            <w:pPr>
              <w:tabs>
                <w:tab w:val="left" w:pos="497"/>
                <w:tab w:val="left" w:pos="638"/>
                <w:tab w:val="left" w:pos="1205"/>
                <w:tab w:val="left" w:pos="175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medizinische Gase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6D1498">
              <w:rPr>
                <w:rFonts w:ascii="Courier New" w:hAnsi="Courier New"/>
                <w:b/>
                <w:noProof/>
                <w:sz w:val="16"/>
              </w:rPr>
              <w:t>redundant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9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1205"/>
                <w:tab w:val="left" w:pos="175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technische Gase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1489"/>
                <w:tab w:val="left" w:pos="2340"/>
                <w:tab w:val="left" w:pos="2623"/>
              </w:tabs>
              <w:rPr>
                <w:sz w:val="14"/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Brenngas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352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Decken-/Bodenbeläge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</w:tabs>
            </w:pPr>
            <w:r>
              <w:t>440</w:t>
            </w:r>
            <w:r>
              <w:rPr>
                <w:u w:val="none"/>
              </w:rPr>
              <w:tab/>
            </w:r>
            <w:r>
              <w:t>Starkstromanlagen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Vakuum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6D1498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6D1498">
              <w:rPr>
                <w:rFonts w:ascii="Courier New" w:hAnsi="Courier New"/>
                <w:b/>
                <w:noProof/>
                <w:sz w:val="16"/>
              </w:rPr>
              <w:t>Sauerstoff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desinfektionsmittelbeständig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Netzsteckdose 400 V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6D1498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6D1498">
              <w:rPr>
                <w:rFonts w:ascii="Courier New" w:hAnsi="Courier New"/>
                <w:b/>
                <w:noProof/>
                <w:sz w:val="16"/>
              </w:rPr>
              <w:t>CO2 nach Bedarf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leitfähig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Sicherheitsstromversorgung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  <w:tab w:val="left" w:pos="3191"/>
              </w:tabs>
              <w:rPr>
                <w:rFonts w:ascii="Arial" w:hAnsi="Arial"/>
                <w:b/>
                <w:sz w:val="14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chemikalienbeständig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6D1498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 xml:space="preserve">Großgeräte-Anschluss in kW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6D1498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6D1498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6D1498">
              <w:rPr>
                <w:rFonts w:ascii="Courier New" w:hAnsi="Courier New"/>
                <w:b/>
                <w:sz w:val="16"/>
                <w:u w:val="none"/>
              </w:rPr>
              <w:t> </w:t>
            </w:r>
            <w:r w:rsidR="006D1498">
              <w:rPr>
                <w:rFonts w:ascii="Courier New" w:hAnsi="Courier New"/>
                <w:b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</w:rPr>
            </w:pPr>
            <w:r w:rsidRPr="00C93496">
              <w:rPr>
                <w:rFonts w:ascii="Arial" w:hAnsi="Arial"/>
                <w:sz w:val="18"/>
                <w:u w:val="single"/>
              </w:rPr>
              <w:t>474</w:t>
            </w:r>
            <w:r w:rsidRPr="00B43D73">
              <w:rPr>
                <w:rFonts w:ascii="Arial" w:hAnsi="Arial"/>
                <w:sz w:val="18"/>
              </w:rPr>
              <w:tab/>
            </w:r>
            <w:r w:rsidRPr="00C93496">
              <w:rPr>
                <w:rFonts w:ascii="Arial" w:hAnsi="Arial"/>
                <w:sz w:val="18"/>
                <w:u w:val="single"/>
              </w:rPr>
              <w:t>Medizin- und</w:t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6D1498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6D1498">
              <w:rPr>
                <w:rFonts w:ascii="Courier New" w:hAnsi="Courier New"/>
                <w:b/>
                <w:sz w:val="16"/>
              </w:rPr>
              <w:t>scheuerfest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765"/>
              </w:tabs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Elektrokanal</w:t>
            </w:r>
            <w:r>
              <w:rPr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C93496" w:rsidRDefault="00C93496" w:rsidP="00A52975">
            <w:pPr>
              <w:tabs>
                <w:tab w:val="left" w:pos="497"/>
              </w:tabs>
              <w:rPr>
                <w:rFonts w:ascii="Arial" w:hAnsi="Arial"/>
                <w:sz w:val="18"/>
                <w:u w:val="single"/>
              </w:rPr>
            </w:pPr>
            <w:r w:rsidRPr="00C93496">
              <w:rPr>
                <w:rFonts w:ascii="Arial" w:hAnsi="Arial"/>
                <w:sz w:val="18"/>
              </w:rPr>
              <w:tab/>
            </w:r>
            <w:r w:rsidRPr="00C93496">
              <w:rPr>
                <w:rFonts w:ascii="Arial" w:hAnsi="Arial"/>
                <w:sz w:val="18"/>
                <w:u w:val="single"/>
              </w:rPr>
              <w:t>labortechnische Anlagen</w:t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3191"/>
              </w:tabs>
              <w:rPr>
                <w:rFonts w:ascii="Arial" w:hAnsi="Arial"/>
                <w:b/>
                <w:sz w:val="14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6D1498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Allgemeine Beleuchtung</w:t>
            </w:r>
            <w:r>
              <w:rPr>
                <w:sz w:val="14"/>
                <w:u w:val="none"/>
              </w:rPr>
              <w:tab/>
              <w:t xml:space="preserve">Ix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6D1498">
              <w:rPr>
                <w:rFonts w:ascii="Courier New" w:hAnsi="Courier New"/>
                <w:b/>
                <w:sz w:val="16"/>
                <w:u w:val="none"/>
              </w:rPr>
              <w:t>10</w:t>
            </w:r>
            <w:r w:rsidR="00C92E96">
              <w:rPr>
                <w:rFonts w:ascii="Courier New" w:hAnsi="Courier New"/>
                <w:b/>
                <w:noProof/>
                <w:sz w:val="16"/>
                <w:u w:val="none"/>
              </w:rPr>
              <w:t>00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Pr="00F95FFE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8"/>
                <w:szCs w:val="18"/>
              </w:rPr>
            </w:pP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49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  <w:r>
              <w:rPr>
                <w:rFonts w:ascii="Arial" w:hAnsi="Arial"/>
                <w:sz w:val="18"/>
                <w:u w:val="single"/>
              </w:rPr>
              <w:t>370</w:t>
            </w:r>
            <w:r>
              <w:rPr>
                <w:rFonts w:ascii="Arial" w:hAnsi="Arial"/>
                <w:sz w:val="18"/>
              </w:rPr>
              <w:tab/>
            </w:r>
            <w:r>
              <w:rPr>
                <w:rFonts w:ascii="Arial" w:hAnsi="Arial"/>
                <w:sz w:val="18"/>
                <w:u w:val="single"/>
              </w:rPr>
              <w:t>Baukonstruktive Einbauten</w:t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pStyle w:val="berschrift3"/>
              <w:tabs>
                <w:tab w:val="left" w:pos="497"/>
                <w:tab w:val="left" w:pos="2155"/>
                <w:tab w:val="left" w:pos="2765"/>
              </w:tabs>
              <w:jc w:val="both"/>
              <w:rPr>
                <w:sz w:val="14"/>
                <w:u w:val="none"/>
              </w:rPr>
            </w:pPr>
            <w:r>
              <w:rPr>
                <w:sz w:val="14"/>
                <w:u w:val="none"/>
              </w:rPr>
              <w:tab/>
              <w:t>BAP-Beleuchtung</w:t>
            </w:r>
            <w:r>
              <w:rPr>
                <w:sz w:val="14"/>
                <w:u w:val="none"/>
              </w:rPr>
              <w:tab/>
              <w:t xml:space="preserve">Ix  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  <w:u w:val="none"/>
              </w:rPr>
              <w:t> 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Labortisch m. Trichterbecken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u w:val="single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5C4A77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proofErr w:type="spellStart"/>
            <w:r w:rsidR="005C4A77">
              <w:rPr>
                <w:rFonts w:ascii="Courier New" w:hAnsi="Courier New"/>
                <w:b/>
                <w:sz w:val="16"/>
                <w:u w:val="none"/>
              </w:rPr>
              <w:t>Umfeldbeleucht.OP</w:t>
            </w:r>
            <w:proofErr w:type="spellEnd"/>
            <w:r w:rsidR="005C4A77">
              <w:rPr>
                <w:rFonts w:ascii="Courier New" w:hAnsi="Courier New"/>
                <w:b/>
                <w:sz w:val="16"/>
                <w:u w:val="none"/>
              </w:rPr>
              <w:t>-Tisch</w:t>
            </w:r>
            <w:bookmarkStart w:id="7" w:name="_GoBack"/>
            <w:bookmarkEnd w:id="7"/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1914"/>
                <w:tab w:val="left" w:pos="262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Laborspüle / Färbebecken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Arial" w:hAnsi="Arial"/>
                <w:b/>
                <w:sz w:val="16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6D1498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6D1498">
              <w:rPr>
                <w:rFonts w:ascii="Courier New" w:hAnsi="Courier New"/>
                <w:b/>
                <w:noProof/>
                <w:sz w:val="16"/>
              </w:rPr>
              <w:t>OP-Tisch-Säule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6D1498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6D1498">
              <w:rPr>
                <w:rFonts w:ascii="Courier New" w:hAnsi="Courier New"/>
                <w:b/>
                <w:noProof/>
                <w:sz w:val="16"/>
                <w:u w:val="none"/>
              </w:rPr>
              <w:t>8 Steckd. 230V SV/AV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Digestorium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20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6D1498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6D1498">
              <w:rPr>
                <w:rFonts w:ascii="Courier New" w:hAnsi="Courier New"/>
                <w:b/>
                <w:noProof/>
                <w:sz w:val="16"/>
              </w:rPr>
              <w:t>DVE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6D1498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6D1498">
              <w:rPr>
                <w:rFonts w:ascii="Courier New" w:hAnsi="Courier New"/>
                <w:b/>
                <w:noProof/>
                <w:sz w:val="16"/>
                <w:u w:val="none"/>
              </w:rPr>
              <w:t>8 Steckd. 230V ZSV/SV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1205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Abzughaube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6D1498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lastRenderedPageBreak/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6D1498">
              <w:rPr>
                <w:rFonts w:ascii="Courier New" w:hAnsi="Courier New"/>
                <w:b/>
                <w:sz w:val="16"/>
              </w:rPr>
              <w:t>OP-Leuchten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6D1498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6D1498">
              <w:rPr>
                <w:rFonts w:ascii="Courier New" w:hAnsi="Courier New"/>
                <w:b/>
                <w:noProof/>
                <w:sz w:val="16"/>
                <w:u w:val="none"/>
              </w:rPr>
              <w:t>4 Steckd. 230V SV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Chemikalienschrank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6D1498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 w:rsidR="006D1498">
              <w:rPr>
                <w:rFonts w:ascii="Courier New" w:hAnsi="Courier New"/>
                <w:b/>
                <w:sz w:val="16"/>
              </w:rPr>
              <w:t xml:space="preserve">Bildschirme und </w:t>
            </w:r>
            <w:proofErr w:type="spellStart"/>
            <w:r w:rsidR="006D1498">
              <w:rPr>
                <w:rFonts w:ascii="Courier New" w:hAnsi="Courier New"/>
                <w:b/>
                <w:sz w:val="16"/>
              </w:rPr>
              <w:t>Röfi</w:t>
            </w:r>
            <w:proofErr w:type="spellEnd"/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6D1498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6D1498">
              <w:rPr>
                <w:rFonts w:ascii="Courier New" w:hAnsi="Courier New"/>
                <w:b/>
                <w:noProof/>
                <w:sz w:val="16"/>
                <w:u w:val="none"/>
              </w:rPr>
              <w:t>4 Steckd. 230V AV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6D1498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638"/>
                <w:tab w:val="left" w:pos="2906"/>
              </w:tabs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ab/>
              <w:t>Medienzeile</w:t>
            </w:r>
            <w:r>
              <w:rPr>
                <w:rFonts w:ascii="Arial" w:hAnsi="Arial"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C93496" w:rsidTr="00C7458E">
        <w:trPr>
          <w:trHeight w:hRule="exact" w:val="180"/>
        </w:trPr>
        <w:tc>
          <w:tcPr>
            <w:tcW w:w="354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3191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C93496" w:rsidRDefault="00C93496" w:rsidP="005C4A77">
            <w:pPr>
              <w:pStyle w:val="berschrift3"/>
              <w:tabs>
                <w:tab w:val="left" w:pos="497"/>
                <w:tab w:val="left" w:pos="2765"/>
              </w:tabs>
              <w:rPr>
                <w:b/>
                <w:sz w:val="14"/>
                <w:u w:val="none"/>
              </w:rPr>
            </w:pP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3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  <w:u w:val="none"/>
              </w:rPr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 w:rsidR="005C4A77" w:rsidRPr="005C4A77">
              <w:rPr>
                <w:rFonts w:ascii="Courier New" w:hAnsi="Courier New"/>
                <w:b/>
                <w:noProof/>
                <w:sz w:val="16"/>
                <w:u w:val="none"/>
              </w:rPr>
              <w:t>2 CEE Steckdosen</w:t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  <w:r>
              <w:rPr>
                <w:b/>
                <w:sz w:val="14"/>
                <w:u w:val="none"/>
              </w:rPr>
              <w:tab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  <w:u w:val="none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</w:r>
            <w:r w:rsidR="005C4A77">
              <w:rPr>
                <w:rFonts w:ascii="Courier New" w:hAnsi="Courier New"/>
                <w:b/>
                <w:sz w:val="16"/>
                <w:u w:val="none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  <w:u w:val="none"/>
              </w:rPr>
              <w:fldChar w:fldCharType="end"/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C93496" w:rsidRDefault="00C93496" w:rsidP="00A52975">
            <w:pPr>
              <w:tabs>
                <w:tab w:val="left" w:pos="497"/>
                <w:tab w:val="left" w:pos="2906"/>
              </w:tabs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FORMTEXT </w:instrText>
            </w:r>
            <w:r>
              <w:rPr>
                <w:rFonts w:ascii="Courier New" w:hAnsi="Courier New"/>
                <w:b/>
                <w:sz w:val="16"/>
              </w:rPr>
            </w:r>
            <w:r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noProof/>
                <w:sz w:val="16"/>
              </w:rPr>
              <w:t> </w:t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  <w:r>
              <w:rPr>
                <w:rFonts w:ascii="Arial" w:hAnsi="Arial"/>
                <w:b/>
                <w:sz w:val="14"/>
              </w:rPr>
              <w:tab/>
            </w:r>
            <w:r>
              <w:rPr>
                <w:rFonts w:ascii="Courier New" w:hAnsi="Courier New"/>
                <w:b/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ourier New" w:hAnsi="Courier New"/>
                <w:b/>
                <w:sz w:val="16"/>
              </w:rPr>
              <w:instrText xml:space="preserve"> FORMCHECKBOX </w:instrText>
            </w:r>
            <w:r w:rsidR="005C4A77">
              <w:rPr>
                <w:rFonts w:ascii="Courier New" w:hAnsi="Courier New"/>
                <w:b/>
                <w:sz w:val="16"/>
              </w:rPr>
            </w:r>
            <w:r w:rsidR="005C4A77">
              <w:rPr>
                <w:rFonts w:ascii="Courier New" w:hAnsi="Courier New"/>
                <w:b/>
                <w:sz w:val="16"/>
              </w:rPr>
              <w:fldChar w:fldCharType="separate"/>
            </w:r>
            <w:r>
              <w:rPr>
                <w:rFonts w:ascii="Courier New" w:hAnsi="Courier New"/>
                <w:b/>
                <w:sz w:val="16"/>
              </w:rPr>
              <w:fldChar w:fldCharType="end"/>
            </w:r>
          </w:p>
        </w:tc>
      </w:tr>
      <w:tr w:rsidR="00F95FFE" w:rsidRPr="00F95FFE" w:rsidTr="00C7458E">
        <w:trPr>
          <w:trHeight w:hRule="exact" w:val="130"/>
        </w:trPr>
        <w:tc>
          <w:tcPr>
            <w:tcW w:w="354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95FFE" w:rsidRPr="00F95FFE" w:rsidRDefault="00F95FFE">
            <w:pPr>
              <w:pStyle w:val="Kopfzeile"/>
              <w:tabs>
                <w:tab w:val="clear" w:pos="4536"/>
                <w:tab w:val="clear" w:pos="9072"/>
                <w:tab w:val="left" w:pos="709"/>
                <w:tab w:val="left" w:pos="1560"/>
                <w:tab w:val="left" w:pos="2835"/>
                <w:tab w:val="left" w:pos="3119"/>
              </w:tabs>
              <w:ind w:left="1560" w:hanging="156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Pr="00F95FFE" w:rsidRDefault="00F95FFE">
            <w:pPr>
              <w:pStyle w:val="berschrift3"/>
              <w:tabs>
                <w:tab w:val="left" w:pos="2340"/>
                <w:tab w:val="left" w:pos="2623"/>
              </w:tabs>
              <w:jc w:val="both"/>
              <w:rPr>
                <w:szCs w:val="18"/>
                <w:u w:val="none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Pr="00F95FFE" w:rsidRDefault="00F95FFE">
            <w:pPr>
              <w:tabs>
                <w:tab w:val="left" w:pos="497"/>
                <w:tab w:val="left" w:pos="2906"/>
              </w:tabs>
              <w:rPr>
                <w:rFonts w:ascii="Arial" w:hAnsi="Arial"/>
                <w:sz w:val="18"/>
                <w:szCs w:val="18"/>
              </w:rPr>
            </w:pPr>
          </w:p>
        </w:tc>
      </w:tr>
      <w:tr w:rsidR="00F95FFE" w:rsidTr="00C7458E">
        <w:trPr>
          <w:cantSplit/>
          <w:trHeight w:hRule="exact" w:val="414"/>
        </w:trPr>
        <w:tc>
          <w:tcPr>
            <w:tcW w:w="9923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5FFE" w:rsidRDefault="00F95FFE">
            <w:pPr>
              <w:tabs>
                <w:tab w:val="left" w:pos="638"/>
                <w:tab w:val="left" w:pos="1205"/>
                <w:tab w:val="left" w:pos="1914"/>
                <w:tab w:val="left" w:pos="2481"/>
                <w:tab w:val="left" w:pos="2765"/>
              </w:tabs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Vom Bedarfsträger zu beschaffende Einrichtungen  (Blatt 2  Spalte 19)</w:t>
            </w:r>
          </w:p>
        </w:tc>
      </w:tr>
    </w:tbl>
    <w:p w:rsidR="00295BBA" w:rsidRDefault="00295BBA">
      <w:pPr>
        <w:pStyle w:val="Kopfzeile"/>
        <w:tabs>
          <w:tab w:val="clear" w:pos="4536"/>
          <w:tab w:val="clear" w:pos="9072"/>
        </w:tabs>
        <w:rPr>
          <w:rFonts w:ascii="Arial" w:hAnsi="Arial"/>
          <w:sz w:val="10"/>
        </w:rPr>
      </w:pPr>
    </w:p>
    <w:p w:rsidR="00295BBA" w:rsidRDefault="00295BBA">
      <w:pPr>
        <w:pStyle w:val="Kopfzeile"/>
        <w:tabs>
          <w:tab w:val="clear" w:pos="4536"/>
          <w:tab w:val="clear" w:pos="9072"/>
          <w:tab w:val="left" w:pos="357"/>
          <w:tab w:val="left" w:pos="5670"/>
          <w:tab w:val="left" w:pos="6027"/>
        </w:tabs>
        <w:spacing w:before="60"/>
        <w:rPr>
          <w:rFonts w:ascii="Arial" w:hAnsi="Arial"/>
          <w:sz w:val="14"/>
        </w:rPr>
      </w:pPr>
      <w:r>
        <w:rPr>
          <w:rFonts w:ascii="Arial" w:hAnsi="Arial"/>
          <w:sz w:val="14"/>
        </w:rPr>
        <w:t>1)</w:t>
      </w:r>
      <w:r>
        <w:rPr>
          <w:rFonts w:ascii="Arial" w:hAnsi="Arial"/>
          <w:sz w:val="14"/>
        </w:rPr>
        <w:tab/>
        <w:t>Kurzbezeichnung</w:t>
      </w:r>
      <w:r w:rsidR="00355B2A">
        <w:rPr>
          <w:rFonts w:ascii="Arial" w:hAnsi="Arial"/>
          <w:sz w:val="14"/>
        </w:rPr>
        <w:t xml:space="preserve"> </w:t>
      </w:r>
      <w:r>
        <w:rPr>
          <w:rFonts w:ascii="Arial" w:hAnsi="Arial"/>
          <w:sz w:val="14"/>
        </w:rPr>
        <w:tab/>
      </w:r>
      <w:r>
        <w:rPr>
          <w:rFonts w:ascii="Arial" w:hAnsi="Arial"/>
          <w:sz w:val="16"/>
        </w:rPr>
        <w:sym w:font="Webdings" w:char="F063"/>
      </w:r>
      <w:r>
        <w:rPr>
          <w:rFonts w:ascii="Arial" w:hAnsi="Arial"/>
          <w:sz w:val="14"/>
        </w:rPr>
        <w:tab/>
        <w:t>Zutreffendes bitte ankreuzen</w:t>
      </w:r>
    </w:p>
    <w:p w:rsidR="00295BBA" w:rsidRDefault="00295BBA">
      <w:pPr>
        <w:pStyle w:val="Kopfzeile"/>
        <w:tabs>
          <w:tab w:val="clear" w:pos="4536"/>
          <w:tab w:val="clear" w:pos="9072"/>
          <w:tab w:val="left" w:pos="357"/>
          <w:tab w:val="left" w:pos="5670"/>
          <w:tab w:val="left" w:pos="6027"/>
        </w:tabs>
        <w:spacing w:before="10"/>
        <w:rPr>
          <w:rFonts w:ascii="Arial" w:hAnsi="Arial"/>
          <w:sz w:val="14"/>
        </w:rPr>
      </w:pPr>
      <w:r>
        <w:rPr>
          <w:rFonts w:ascii="Arial" w:hAnsi="Arial"/>
          <w:sz w:val="14"/>
        </w:rPr>
        <w:t>2)</w:t>
      </w:r>
      <w:r>
        <w:rPr>
          <w:rFonts w:ascii="Arial" w:hAnsi="Arial"/>
          <w:sz w:val="14"/>
        </w:rPr>
        <w:tab/>
        <w:t>Angabe bei Raumgruppen</w:t>
      </w:r>
    </w:p>
    <w:p w:rsidR="00295BBA" w:rsidRDefault="00295BBA">
      <w:pPr>
        <w:pStyle w:val="Kopfzeile"/>
        <w:tabs>
          <w:tab w:val="clear" w:pos="4536"/>
          <w:tab w:val="clear" w:pos="9072"/>
        </w:tabs>
        <w:rPr>
          <w:rFonts w:ascii="Arial" w:hAnsi="Arial"/>
          <w:sz w:val="6"/>
        </w:rPr>
      </w:pPr>
    </w:p>
    <w:sectPr w:rsidR="00295BBA">
      <w:headerReference w:type="default" r:id="rId7"/>
      <w:footerReference w:type="default" r:id="rId8"/>
      <w:pgSz w:w="11906" w:h="16838" w:code="9"/>
      <w:pgMar w:top="1134" w:right="851" w:bottom="851" w:left="1418" w:header="720" w:footer="720" w:gutter="0"/>
      <w:paperSrc w:first="257" w:other="25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A77" w:rsidRDefault="005C4A77">
      <w:r>
        <w:separator/>
      </w:r>
    </w:p>
  </w:endnote>
  <w:endnote w:type="continuationSeparator" w:id="0">
    <w:p w:rsidR="005C4A77" w:rsidRDefault="005C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A77" w:rsidRDefault="005C4A77">
    <w:pPr>
      <w:pStyle w:val="Fuzeile"/>
      <w:tabs>
        <w:tab w:val="clear" w:pos="9072"/>
        <w:tab w:val="right" w:pos="9639"/>
      </w:tabs>
      <w:rPr>
        <w:rFonts w:ascii="Arial" w:hAnsi="Arial"/>
        <w:sz w:val="16"/>
      </w:rPr>
    </w:pPr>
    <w:r>
      <w:rPr>
        <w:rFonts w:ascii="Arial" w:hAnsi="Arial"/>
        <w:sz w:val="16"/>
      </w:rPr>
      <w:t>1. Aust.-Lfg. (2008) zur Ausgabe 2003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A77" w:rsidRDefault="005C4A77">
      <w:r>
        <w:separator/>
      </w:r>
    </w:p>
  </w:footnote>
  <w:footnote w:type="continuationSeparator" w:id="0">
    <w:p w:rsidR="005C4A77" w:rsidRDefault="005C4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938"/>
      <w:gridCol w:w="1985"/>
    </w:tblGrid>
    <w:tr w:rsidR="005C4A77">
      <w:trPr>
        <w:cantSplit/>
        <w:trHeight w:hRule="exact" w:val="851"/>
      </w:trPr>
      <w:tc>
        <w:tcPr>
          <w:tcW w:w="7938" w:type="dxa"/>
          <w:tcBorders>
            <w:bottom w:val="single" w:sz="6" w:space="0" w:color="auto"/>
          </w:tcBorders>
        </w:tcPr>
        <w:p w:rsidR="005C4A77" w:rsidRDefault="005C4A77">
          <w:pPr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noProof/>
              <w:sz w:val="24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0" allowOverlap="1">
                    <wp:simplePos x="0" y="0"/>
                    <wp:positionH relativeFrom="column">
                      <wp:posOffset>-717550</wp:posOffset>
                    </wp:positionH>
                    <wp:positionV relativeFrom="paragraph">
                      <wp:posOffset>-267335</wp:posOffset>
                    </wp:positionV>
                    <wp:extent cx="417830" cy="576580"/>
                    <wp:effectExtent l="0" t="0" r="0" b="0"/>
                    <wp:wrapNone/>
                    <wp:docPr id="1" name="Form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 noEditPoints="1" noChangeArrowheads="1"/>
                          </wps:cNvSpPr>
                          <wps:spPr bwMode="auto">
                            <a:xfrm>
                              <a:off x="0" y="0"/>
                              <a:ext cx="417830" cy="576580"/>
                            </a:xfrm>
                            <a:custGeom>
                              <a:avLst/>
                              <a:gdLst>
                                <a:gd name="T0" fmla="*/ 0 w 21600"/>
                                <a:gd name="T1" fmla="*/ 0 h 21600"/>
                                <a:gd name="T2" fmla="*/ 10800 w 21600"/>
                                <a:gd name="T3" fmla="*/ 0 h 21600"/>
                                <a:gd name="T4" fmla="*/ 21600 w 21600"/>
                                <a:gd name="T5" fmla="*/ 0 h 21600"/>
                                <a:gd name="T6" fmla="*/ 21600 w 21600"/>
                                <a:gd name="T7" fmla="*/ 10800 h 21600"/>
                                <a:gd name="T8" fmla="*/ 21600 w 21600"/>
                                <a:gd name="T9" fmla="*/ 21600 h 21600"/>
                                <a:gd name="T10" fmla="*/ 10800 w 21600"/>
                                <a:gd name="T11" fmla="*/ 21600 h 21600"/>
                                <a:gd name="T12" fmla="*/ 0 w 21600"/>
                                <a:gd name="T13" fmla="*/ 10800 h 21600"/>
                                <a:gd name="T14" fmla="*/ 4740 w 21600"/>
                                <a:gd name="T15" fmla="*/ 1309 h 21600"/>
                                <a:gd name="T16" fmla="*/ 19410 w 21600"/>
                                <a:gd name="T17" fmla="*/ 16331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T14" t="T15" r="T16" b="T17"/>
                              <a:pathLst>
                                <a:path w="21600" h="21600" extrusionOk="0">
                                  <a:moveTo>
                                    <a:pt x="10757" y="21632"/>
                                  </a:moveTo>
                                  <a:lnTo>
                                    <a:pt x="5187" y="21632"/>
                                  </a:lnTo>
                                  <a:lnTo>
                                    <a:pt x="85" y="17509"/>
                                  </a:lnTo>
                                  <a:lnTo>
                                    <a:pt x="85" y="10849"/>
                                  </a:lnTo>
                                  <a:lnTo>
                                    <a:pt x="85" y="81"/>
                                  </a:lnTo>
                                  <a:lnTo>
                                    <a:pt x="10757" y="81"/>
                                  </a:lnTo>
                                  <a:lnTo>
                                    <a:pt x="21706" y="81"/>
                                  </a:lnTo>
                                  <a:lnTo>
                                    <a:pt x="21706" y="10652"/>
                                  </a:lnTo>
                                  <a:lnTo>
                                    <a:pt x="21706" y="21632"/>
                                  </a:lnTo>
                                  <a:lnTo>
                                    <a:pt x="10757" y="21632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85" y="17509"/>
                                  </a:moveTo>
                                  <a:lnTo>
                                    <a:pt x="5187" y="17509"/>
                                  </a:lnTo>
                                  <a:lnTo>
                                    <a:pt x="5187" y="21632"/>
                                  </a:lnTo>
                                  <a:lnTo>
                                    <a:pt x="85" y="17509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2840" y="18507"/>
                                  </a:moveTo>
                                  <a:lnTo>
                                    <a:pt x="16051" y="18507"/>
                                  </a:lnTo>
                                  <a:lnTo>
                                    <a:pt x="16051" y="19260"/>
                                  </a:lnTo>
                                  <a:lnTo>
                                    <a:pt x="12840" y="19260"/>
                                  </a:lnTo>
                                  <a:lnTo>
                                    <a:pt x="12840" y="185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6731" y="18507"/>
                                  </a:moveTo>
                                  <a:lnTo>
                                    <a:pt x="19941" y="18507"/>
                                  </a:lnTo>
                                  <a:lnTo>
                                    <a:pt x="19941" y="19260"/>
                                  </a:lnTo>
                                  <a:lnTo>
                                    <a:pt x="16731" y="19260"/>
                                  </a:lnTo>
                                  <a:lnTo>
                                    <a:pt x="16731" y="185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194"/>
                                  </a:moveTo>
                                  <a:lnTo>
                                    <a:pt x="3699" y="1194"/>
                                  </a:lnTo>
                                  <a:lnTo>
                                    <a:pt x="2678" y="1832"/>
                                  </a:lnTo>
                                  <a:lnTo>
                                    <a:pt x="2296" y="1538"/>
                                  </a:lnTo>
                                  <a:lnTo>
                                    <a:pt x="2125" y="1636"/>
                                  </a:lnTo>
                                  <a:lnTo>
                                    <a:pt x="2700" y="2078"/>
                                  </a:lnTo>
                                  <a:lnTo>
                                    <a:pt x="3699" y="1440"/>
                                  </a:lnTo>
                                  <a:lnTo>
                                    <a:pt x="3699" y="2176"/>
                                  </a:lnTo>
                                  <a:lnTo>
                                    <a:pt x="1913" y="2176"/>
                                  </a:lnTo>
                                  <a:lnTo>
                                    <a:pt x="1913" y="1194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2765"/>
                                  </a:moveTo>
                                  <a:lnTo>
                                    <a:pt x="3699" y="2765"/>
                                  </a:lnTo>
                                  <a:lnTo>
                                    <a:pt x="2678" y="3403"/>
                                  </a:lnTo>
                                  <a:lnTo>
                                    <a:pt x="2296" y="3109"/>
                                  </a:lnTo>
                                  <a:lnTo>
                                    <a:pt x="2125" y="3207"/>
                                  </a:lnTo>
                                  <a:lnTo>
                                    <a:pt x="2700" y="3649"/>
                                  </a:lnTo>
                                  <a:lnTo>
                                    <a:pt x="3699" y="3010"/>
                                  </a:lnTo>
                                  <a:lnTo>
                                    <a:pt x="3699" y="3747"/>
                                  </a:lnTo>
                                  <a:lnTo>
                                    <a:pt x="1913" y="3747"/>
                                  </a:lnTo>
                                  <a:lnTo>
                                    <a:pt x="1913" y="2765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4336"/>
                                  </a:moveTo>
                                  <a:lnTo>
                                    <a:pt x="3699" y="4336"/>
                                  </a:lnTo>
                                  <a:lnTo>
                                    <a:pt x="2678" y="4974"/>
                                  </a:lnTo>
                                  <a:lnTo>
                                    <a:pt x="2296" y="4680"/>
                                  </a:lnTo>
                                  <a:lnTo>
                                    <a:pt x="2125" y="4778"/>
                                  </a:lnTo>
                                  <a:lnTo>
                                    <a:pt x="2700" y="5220"/>
                                  </a:lnTo>
                                  <a:lnTo>
                                    <a:pt x="3699" y="4581"/>
                                  </a:lnTo>
                                  <a:lnTo>
                                    <a:pt x="3699" y="5318"/>
                                  </a:lnTo>
                                  <a:lnTo>
                                    <a:pt x="1913" y="5318"/>
                                  </a:lnTo>
                                  <a:lnTo>
                                    <a:pt x="1913" y="4336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5907"/>
                                  </a:moveTo>
                                  <a:lnTo>
                                    <a:pt x="3699" y="5907"/>
                                  </a:lnTo>
                                  <a:lnTo>
                                    <a:pt x="2678" y="6545"/>
                                  </a:lnTo>
                                  <a:lnTo>
                                    <a:pt x="2296" y="6250"/>
                                  </a:lnTo>
                                  <a:lnTo>
                                    <a:pt x="2125" y="6349"/>
                                  </a:lnTo>
                                  <a:lnTo>
                                    <a:pt x="2700" y="6790"/>
                                  </a:lnTo>
                                  <a:lnTo>
                                    <a:pt x="3699" y="6152"/>
                                  </a:lnTo>
                                  <a:lnTo>
                                    <a:pt x="3699" y="6889"/>
                                  </a:lnTo>
                                  <a:lnTo>
                                    <a:pt x="1913" y="6889"/>
                                  </a:lnTo>
                                  <a:lnTo>
                                    <a:pt x="1913" y="5907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7478"/>
                                  </a:moveTo>
                                  <a:lnTo>
                                    <a:pt x="3699" y="7478"/>
                                  </a:lnTo>
                                  <a:lnTo>
                                    <a:pt x="2678" y="8116"/>
                                  </a:lnTo>
                                  <a:lnTo>
                                    <a:pt x="2296" y="7821"/>
                                  </a:lnTo>
                                  <a:lnTo>
                                    <a:pt x="2125" y="7919"/>
                                  </a:lnTo>
                                  <a:lnTo>
                                    <a:pt x="2700" y="8361"/>
                                  </a:lnTo>
                                  <a:lnTo>
                                    <a:pt x="3699" y="7723"/>
                                  </a:lnTo>
                                  <a:lnTo>
                                    <a:pt x="3699" y="8460"/>
                                  </a:lnTo>
                                  <a:lnTo>
                                    <a:pt x="1913" y="8460"/>
                                  </a:lnTo>
                                  <a:lnTo>
                                    <a:pt x="1913" y="7478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9049"/>
                                  </a:moveTo>
                                  <a:lnTo>
                                    <a:pt x="3699" y="9049"/>
                                  </a:lnTo>
                                  <a:lnTo>
                                    <a:pt x="2678" y="9687"/>
                                  </a:lnTo>
                                  <a:lnTo>
                                    <a:pt x="2296" y="9392"/>
                                  </a:lnTo>
                                  <a:lnTo>
                                    <a:pt x="2125" y="9490"/>
                                  </a:lnTo>
                                  <a:lnTo>
                                    <a:pt x="2700" y="9932"/>
                                  </a:lnTo>
                                  <a:lnTo>
                                    <a:pt x="3699" y="9294"/>
                                  </a:lnTo>
                                  <a:lnTo>
                                    <a:pt x="3699" y="10030"/>
                                  </a:lnTo>
                                  <a:lnTo>
                                    <a:pt x="1913" y="10030"/>
                                  </a:lnTo>
                                  <a:lnTo>
                                    <a:pt x="1913" y="9049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0620"/>
                                  </a:moveTo>
                                  <a:lnTo>
                                    <a:pt x="3699" y="10620"/>
                                  </a:lnTo>
                                  <a:lnTo>
                                    <a:pt x="2678" y="11258"/>
                                  </a:lnTo>
                                  <a:lnTo>
                                    <a:pt x="2296" y="10963"/>
                                  </a:lnTo>
                                  <a:lnTo>
                                    <a:pt x="2125" y="11061"/>
                                  </a:lnTo>
                                  <a:lnTo>
                                    <a:pt x="2700" y="11503"/>
                                  </a:lnTo>
                                  <a:lnTo>
                                    <a:pt x="3699" y="10865"/>
                                  </a:lnTo>
                                  <a:lnTo>
                                    <a:pt x="3699" y="11601"/>
                                  </a:lnTo>
                                  <a:lnTo>
                                    <a:pt x="1913" y="11601"/>
                                  </a:lnTo>
                                  <a:lnTo>
                                    <a:pt x="1913" y="10620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2190"/>
                                  </a:moveTo>
                                  <a:lnTo>
                                    <a:pt x="3699" y="12190"/>
                                  </a:lnTo>
                                  <a:lnTo>
                                    <a:pt x="2678" y="12829"/>
                                  </a:lnTo>
                                  <a:lnTo>
                                    <a:pt x="2296" y="12534"/>
                                  </a:lnTo>
                                  <a:lnTo>
                                    <a:pt x="2125" y="12632"/>
                                  </a:lnTo>
                                  <a:lnTo>
                                    <a:pt x="2700" y="13074"/>
                                  </a:lnTo>
                                  <a:lnTo>
                                    <a:pt x="3699" y="12436"/>
                                  </a:lnTo>
                                  <a:lnTo>
                                    <a:pt x="3699" y="13172"/>
                                  </a:lnTo>
                                  <a:lnTo>
                                    <a:pt x="1913" y="13172"/>
                                  </a:lnTo>
                                  <a:lnTo>
                                    <a:pt x="1913" y="12190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3761"/>
                                  </a:moveTo>
                                  <a:lnTo>
                                    <a:pt x="3699" y="13761"/>
                                  </a:lnTo>
                                  <a:lnTo>
                                    <a:pt x="2678" y="14400"/>
                                  </a:lnTo>
                                  <a:lnTo>
                                    <a:pt x="2296" y="14105"/>
                                  </a:lnTo>
                                  <a:lnTo>
                                    <a:pt x="2125" y="14203"/>
                                  </a:lnTo>
                                  <a:lnTo>
                                    <a:pt x="2700" y="14645"/>
                                  </a:lnTo>
                                  <a:lnTo>
                                    <a:pt x="3699" y="14007"/>
                                  </a:lnTo>
                                  <a:lnTo>
                                    <a:pt x="3699" y="14743"/>
                                  </a:lnTo>
                                  <a:lnTo>
                                    <a:pt x="1913" y="14743"/>
                                  </a:lnTo>
                                  <a:lnTo>
                                    <a:pt x="1913" y="13761"/>
                                  </a:lnTo>
                                  <a:close/>
                                </a:path>
                                <a:path w="21600" h="21600" extrusionOk="0">
                                  <a:moveTo>
                                    <a:pt x="1913" y="15332"/>
                                  </a:moveTo>
                                  <a:lnTo>
                                    <a:pt x="3699" y="15332"/>
                                  </a:lnTo>
                                  <a:lnTo>
                                    <a:pt x="2678" y="15970"/>
                                  </a:lnTo>
                                  <a:lnTo>
                                    <a:pt x="2296" y="15676"/>
                                  </a:lnTo>
                                  <a:lnTo>
                                    <a:pt x="2125" y="15774"/>
                                  </a:lnTo>
                                  <a:lnTo>
                                    <a:pt x="2700" y="16216"/>
                                  </a:lnTo>
                                  <a:lnTo>
                                    <a:pt x="3699" y="15578"/>
                                  </a:lnTo>
                                  <a:lnTo>
                                    <a:pt x="3699" y="16314"/>
                                  </a:lnTo>
                                  <a:lnTo>
                                    <a:pt x="1913" y="16314"/>
                                  </a:lnTo>
                                  <a:lnTo>
                                    <a:pt x="1913" y="15332"/>
                                  </a:lnTo>
                                  <a:close/>
                                </a:path>
                              </a:pathLst>
                            </a:custGeom>
                            <a:gradFill rotWithShape="0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00CC66"/>
                                </a:gs>
                              </a:gsLst>
                              <a:lin ang="0" scaled="1"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107763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5C4A77" w:rsidRDefault="005C4A77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F</w:t>
                                </w:r>
                              </w:p>
                              <w:p w:rsidR="005C4A77" w:rsidRDefault="005C4A77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I</w:t>
                                </w:r>
                              </w:p>
                              <w:p w:rsidR="005C4A77" w:rsidRDefault="005C4A77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B</w:t>
                                </w:r>
                              </w:p>
                              <w:p w:rsidR="005C4A77" w:rsidRDefault="005C4A77">
                                <w:pPr>
                                  <w:pStyle w:val="Textkrper"/>
                                  <w:rPr>
                                    <w:sz w:val="13"/>
                                    <w:lang w:val="en-GB"/>
                                  </w:rPr>
                                </w:pPr>
                                <w:r>
                                  <w:rPr>
                                    <w:sz w:val="13"/>
                                    <w:lang w:val="en-GB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Form" o:spid="_x0000_s1026" style="position:absolute;margin-left:-56.5pt;margin-top:-21.05pt;width:32.9pt;height:45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" o:allowincell="f" adj="-11796480,,5400" path="m10757,21632r-5570,l85,17509r,-6660l85,81r10672,l21706,81r,10571l21706,21632r-10949,xem85,17509r5102,l5187,21632,85,17509xem12840,18507r3211,l16051,19260r-3211,l12840,18507xem16731,18507r3210,l19941,19260r-3210,l16731,18507xem1913,1194r1786,l2678,1832,2296,1538r-171,98l2700,2078r999,-638l3699,2176r-1786,l1913,1194xem1913,2765r1786,l2678,3403,2296,3109r-171,98l2700,3649r999,-639l3699,3747r-1786,l1913,2765xem1913,4336r1786,l2678,4974,2296,4680r-171,98l2700,5220r999,-639l3699,5318r-1786,l1913,4336xem1913,5907r1786,l2678,6545,2296,6250r-171,99l2700,6790r999,-638l3699,6889r-1786,l1913,5907xem1913,7478r1786,l2678,8116,2296,7821r-171,98l2700,8361r999,-638l3699,8460r-1786,l1913,7478xem1913,9049r1786,l2678,9687,2296,9392r-171,98l2700,9932r999,-638l3699,10030r-1786,l1913,9049xem1913,10620r1786,l2678,11258r-382,-295l2125,11061r575,442l3699,10865r,736l1913,11601r,-981xem1913,12190r1786,l2678,12829r-382,-295l2125,12632r575,442l3699,12436r,736l1913,13172r,-982xem1913,13761r1786,l2678,14400r-382,-295l2125,14203r575,442l3699,14007r,736l1913,14743r,-982xem1913,15332r1786,l2678,15970r-382,-294l2125,15774r575,442l3699,15578r,736l1913,16314r,-982xe">
                    <v:fill color2="#0c6" angle="90" focus="100%" type="gradient"/>
                    <v:stroke joinstyle="miter"/>
                    <v:shadow offset="6pt,6pt"/>
                    <v:formulas/>
                    <v:path o:extrusionok="f" o:connecttype="custom" o:connectlocs="0,0;208915,0;417830,0;417830,288290;417830,576580;208915,576580;0,288290" o:connectangles="0,0,0,0,0,0,0" textboxrect="4740,1309,19410,16331"/>
                    <o:lock v:ext="edit" aspectratio="t" verticies="t"/>
                    <v:textbox>
                      <w:txbxContent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F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I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B</w:t>
                          </w:r>
                        </w:p>
                        <w:p w:rsidR="00295BBA" w:rsidRDefault="00295BBA">
                          <w:pPr>
                            <w:pStyle w:val="Textkrper"/>
                            <w:rPr>
                              <w:sz w:val="13"/>
                              <w:lang w:val="en-GB"/>
                            </w:rPr>
                          </w:pPr>
                          <w:r>
                            <w:rPr>
                              <w:sz w:val="13"/>
                              <w:lang w:val="en-GB"/>
                            </w:rPr>
                            <w:t>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5C4A77" w:rsidRDefault="005C4A77">
          <w:pPr>
            <w:ind w:left="57"/>
            <w:rPr>
              <w:rFonts w:ascii="Arial" w:hAnsi="Arial"/>
              <w:b/>
              <w:sz w:val="24"/>
            </w:rPr>
          </w:pPr>
          <w:r>
            <w:rPr>
              <w:rFonts w:ascii="Arial" w:hAnsi="Arial"/>
              <w:b/>
              <w:sz w:val="24"/>
            </w:rPr>
            <w:t>Raumbedarfsplan / Qualitative Anforderung</w:t>
          </w:r>
        </w:p>
        <w:p w:rsidR="005C4A77" w:rsidRDefault="005C4A77">
          <w:pPr>
            <w:spacing w:line="240" w:lineRule="atLeast"/>
            <w:rPr>
              <w:rFonts w:ascii="Arial" w:hAnsi="Arial"/>
            </w:rPr>
          </w:pPr>
        </w:p>
      </w:tc>
      <w:tc>
        <w:tcPr>
          <w:tcW w:w="198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5C4A77" w:rsidRDefault="005C4A77">
          <w:pPr>
            <w:ind w:left="142"/>
            <w:rPr>
              <w:rFonts w:ascii="Arial" w:hAnsi="Arial"/>
              <w:sz w:val="18"/>
            </w:rPr>
          </w:pPr>
        </w:p>
        <w:p w:rsidR="005C4A77" w:rsidRDefault="005C4A77">
          <w:pPr>
            <w:ind w:left="227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RLBau  Muster 13</w:t>
          </w:r>
        </w:p>
        <w:p w:rsidR="005C4A77" w:rsidRDefault="005C4A77">
          <w:pPr>
            <w:ind w:left="227"/>
            <w:rPr>
              <w:rFonts w:ascii="Arial" w:hAnsi="Arial"/>
              <w:sz w:val="18"/>
            </w:rPr>
          </w:pPr>
          <w:r>
            <w:rPr>
              <w:rFonts w:ascii="Arial" w:hAnsi="Arial"/>
              <w:sz w:val="18"/>
            </w:rPr>
            <w:t>Blatt 3</w:t>
          </w:r>
        </w:p>
      </w:tc>
    </w:tr>
  </w:tbl>
  <w:p w:rsidR="005C4A77" w:rsidRDefault="005C4A77">
    <w:pPr>
      <w:pStyle w:val="Kopfzeile"/>
      <w:rPr>
        <w:sz w:val="12"/>
      </w:rPr>
    </w:pPr>
  </w:p>
  <w:p w:rsidR="005C4A77" w:rsidRDefault="005C4A7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ED4CAA"/>
    <w:multiLevelType w:val="singleLevel"/>
    <w:tmpl w:val="914819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dCj1ZjlBYNez1yH49GfaOT+hgnL5WTouQYa4y03MdRD+TiE2IYYdzrUIWahh8/c17D1Gg1i5PCa+/CZV4njmw==" w:salt="7LTIX7JtmI1gRdZcladKL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A24"/>
    <w:rsid w:val="00062BF3"/>
    <w:rsid w:val="00107AEC"/>
    <w:rsid w:val="00136AF1"/>
    <w:rsid w:val="00295BBA"/>
    <w:rsid w:val="0030422B"/>
    <w:rsid w:val="00355B2A"/>
    <w:rsid w:val="005659E9"/>
    <w:rsid w:val="005C4A77"/>
    <w:rsid w:val="006D1498"/>
    <w:rsid w:val="00754E03"/>
    <w:rsid w:val="009A0A24"/>
    <w:rsid w:val="009D50CD"/>
    <w:rsid w:val="00A52975"/>
    <w:rsid w:val="00AC709D"/>
    <w:rsid w:val="00AD4DBF"/>
    <w:rsid w:val="00AF4297"/>
    <w:rsid w:val="00B43D73"/>
    <w:rsid w:val="00BB6EEC"/>
    <w:rsid w:val="00C7141F"/>
    <w:rsid w:val="00C7458E"/>
    <w:rsid w:val="00C92E96"/>
    <w:rsid w:val="00C93496"/>
    <w:rsid w:val="00E022DA"/>
    <w:rsid w:val="00F9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DD43D27-6706-471A-A85C-62B07A84F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2765"/>
      </w:tabs>
      <w:outlineLvl w:val="1"/>
    </w:pPr>
    <w:rPr>
      <w:rFonts w:ascii="Arial" w:hAnsi="Arial"/>
      <w:sz w:val="14"/>
      <w:u w:val="single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sz w:val="1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widowControl w:val="0"/>
      <w:jc w:val="right"/>
    </w:pPr>
    <w:rPr>
      <w:rFonts w:ascii="Lucida Console" w:hAnsi="Lucida Console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BUT-A1\Abt.-Ltg\Fachreferentin\UKD-Standard-Arbeitsordner\UKD-Standard-03.2016\Anlagen-Zeichnungen\KG3XX\31_u_behandlung\317_OP%20Bereich\OP%20Raum\Muster%2013%20OP-Rau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Muster 13 OP-Raum</Template>
  <TotalTime>0</TotalTime>
  <Pages>1</Pages>
  <Words>743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 13</vt:lpstr>
    </vt:vector>
  </TitlesOfParts>
  <Company>Sächsisches Staatsministerium der Finanzen</Company>
  <LinksUpToDate>false</LinksUpToDate>
  <CharactersWithSpaces>5417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 13</dc:title>
  <dc:subject>Blatt 3</dc:subject>
  <dc:creator>Lysann Erler</dc:creator>
  <cp:keywords/>
  <cp:lastModifiedBy>Erler, Lysann</cp:lastModifiedBy>
  <cp:revision>3</cp:revision>
  <cp:lastPrinted>2004-03-22T07:39:00Z</cp:lastPrinted>
  <dcterms:created xsi:type="dcterms:W3CDTF">2016-04-14T08:50:00Z</dcterms:created>
  <dcterms:modified xsi:type="dcterms:W3CDTF">2016-04-14T12:53:00Z</dcterms:modified>
</cp:coreProperties>
</file>